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DA9DF" w14:textId="77777777" w:rsidR="0042696D" w:rsidRPr="00EA11AC" w:rsidRDefault="00044568" w:rsidP="00C64D63">
      <w:pPr>
        <w:autoSpaceDE w:val="0"/>
        <w:autoSpaceDN w:val="0"/>
        <w:adjustRightInd w:val="0"/>
        <w:spacing w:before="40" w:after="60" w:line="276" w:lineRule="auto"/>
        <w:ind w:left="2160" w:firstLine="720"/>
        <w:jc w:val="right"/>
        <w:rPr>
          <w:rFonts w:cs="Open Sans"/>
          <w:b/>
          <w:bCs/>
          <w:sz w:val="32"/>
          <w:szCs w:val="32"/>
        </w:rPr>
      </w:pPr>
      <w:r w:rsidRPr="00EA11AC">
        <w:rPr>
          <w:rFonts w:cs="Open Sans"/>
          <w:b/>
          <w:bCs/>
          <w:sz w:val="32"/>
          <w:szCs w:val="32"/>
        </w:rPr>
        <w:fldChar w:fldCharType="begin"/>
      </w:r>
      <w:r w:rsidRPr="00EA11AC">
        <w:rPr>
          <w:rFonts w:cs="Open Sans"/>
          <w:b/>
          <w:bCs/>
          <w:sz w:val="32"/>
          <w:szCs w:val="32"/>
        </w:rPr>
        <w:instrText xml:space="preserve"> DOCPROPERTY  "Nazwa projektu"  \* MERGEFORMAT </w:instrText>
      </w:r>
      <w:r w:rsidRPr="00EA11AC">
        <w:rPr>
          <w:rFonts w:cs="Open Sans"/>
          <w:b/>
          <w:bCs/>
          <w:sz w:val="32"/>
          <w:szCs w:val="32"/>
        </w:rPr>
        <w:fldChar w:fldCharType="separate"/>
      </w:r>
      <w:r w:rsidR="0052183A" w:rsidRPr="00EA11AC">
        <w:rPr>
          <w:rFonts w:cs="Open Sans"/>
          <w:b/>
          <w:bCs/>
          <w:sz w:val="32"/>
          <w:szCs w:val="32"/>
        </w:rPr>
        <w:t>Zintegrowany System Poboru Należności i Rozrachunków z UE i Budżetem ZEFIR 2</w:t>
      </w:r>
      <w:r w:rsidRPr="00EA11AC">
        <w:rPr>
          <w:rFonts w:cs="Open Sans"/>
          <w:b/>
          <w:bCs/>
          <w:sz w:val="32"/>
          <w:szCs w:val="32"/>
        </w:rPr>
        <w:fldChar w:fldCharType="end"/>
      </w:r>
    </w:p>
    <w:p w14:paraId="75AAA846" w14:textId="77777777" w:rsidR="0041173A" w:rsidRPr="00EA11AC" w:rsidRDefault="0096583C" w:rsidP="00C64D63">
      <w:pPr>
        <w:pStyle w:val="Tytu"/>
        <w:spacing w:before="5040" w:after="240" w:line="276" w:lineRule="auto"/>
        <w:ind w:left="0"/>
        <w:jc w:val="right"/>
        <w:rPr>
          <w:sz w:val="40"/>
          <w:szCs w:val="40"/>
          <w:lang w:val="pl-PL"/>
        </w:rPr>
      </w:pPr>
      <w:r w:rsidRPr="00EA11AC">
        <w:rPr>
          <w:rFonts w:eastAsia="Yu Gothic Light" w:cstheme="minorHAnsi"/>
          <w:bCs/>
          <w:sz w:val="56"/>
          <w:szCs w:val="28"/>
          <w:lang w:val="pl-PL"/>
        </w:rPr>
        <w:fldChar w:fldCharType="begin"/>
      </w:r>
      <w:r w:rsidRPr="00EA11AC">
        <w:rPr>
          <w:rFonts w:eastAsia="Yu Gothic Light" w:cstheme="minorHAnsi"/>
          <w:bCs/>
          <w:sz w:val="56"/>
          <w:szCs w:val="28"/>
          <w:lang w:val="pl-PL"/>
        </w:rPr>
        <w:instrText xml:space="preserve"> SUBJECT   \* MERGEFORMAT </w:instrText>
      </w:r>
      <w:r w:rsidRPr="00EA11AC">
        <w:rPr>
          <w:rFonts w:eastAsia="Yu Gothic Light" w:cstheme="minorHAnsi"/>
          <w:bCs/>
          <w:sz w:val="56"/>
          <w:szCs w:val="28"/>
          <w:lang w:val="pl-PL"/>
        </w:rPr>
        <w:fldChar w:fldCharType="end"/>
      </w:r>
      <w:r w:rsidRPr="00EA11AC">
        <w:rPr>
          <w:rFonts w:eastAsia="Yu Gothic Light" w:cstheme="minorHAnsi"/>
          <w:bCs/>
          <w:sz w:val="56"/>
          <w:szCs w:val="28"/>
          <w:lang w:val="pl-PL"/>
        </w:rPr>
        <w:fldChar w:fldCharType="begin"/>
      </w:r>
      <w:r w:rsidRPr="00EA11AC">
        <w:rPr>
          <w:rFonts w:eastAsia="Yu Gothic Light" w:cstheme="minorHAnsi"/>
          <w:bCs/>
          <w:sz w:val="56"/>
          <w:szCs w:val="28"/>
          <w:lang w:val="pl-PL"/>
        </w:rPr>
        <w:instrText xml:space="preserve"> TITLE   \* MERGEFORMAT </w:instrText>
      </w:r>
      <w:r w:rsidRPr="00EA11AC">
        <w:rPr>
          <w:rFonts w:eastAsia="Yu Gothic Light" w:cstheme="minorHAnsi"/>
          <w:bCs/>
          <w:sz w:val="56"/>
          <w:szCs w:val="28"/>
          <w:lang w:val="pl-PL"/>
        </w:rPr>
        <w:fldChar w:fldCharType="separate"/>
      </w:r>
      <w:r w:rsidR="0052183A" w:rsidRPr="00EA11AC">
        <w:rPr>
          <w:rFonts w:eastAsia="Yu Gothic Light" w:cstheme="minorHAnsi"/>
          <w:bCs/>
          <w:sz w:val="56"/>
          <w:szCs w:val="28"/>
          <w:lang w:val="pl-PL"/>
        </w:rPr>
        <w:t>Specyfikacja XML dla podmiotów w zakresie elektronicznej obsługi informacji w sprawie opłaty paliwowej OPAL</w:t>
      </w:r>
      <w:r w:rsidRPr="00EA11AC">
        <w:rPr>
          <w:rFonts w:eastAsia="Yu Gothic Light" w:cstheme="minorHAnsi"/>
          <w:bCs/>
          <w:sz w:val="56"/>
          <w:szCs w:val="28"/>
          <w:lang w:val="pl-PL"/>
        </w:rPr>
        <w:fldChar w:fldCharType="end"/>
      </w:r>
      <w:r w:rsidRPr="00EA11AC">
        <w:rPr>
          <w:sz w:val="40"/>
          <w:szCs w:val="40"/>
        </w:rPr>
        <w:fldChar w:fldCharType="begin"/>
      </w:r>
      <w:r w:rsidRPr="00EA11AC">
        <w:rPr>
          <w:sz w:val="40"/>
          <w:szCs w:val="40"/>
        </w:rPr>
        <w:instrText xml:space="preserve"> SUBJECT   \* MERGEFORMAT </w:instrText>
      </w:r>
      <w:r w:rsidRPr="00EA11AC">
        <w:rPr>
          <w:sz w:val="40"/>
          <w:szCs w:val="40"/>
        </w:rPr>
        <w:fldChar w:fldCharType="end"/>
      </w:r>
    </w:p>
    <w:p w14:paraId="2F068496" w14:textId="77777777" w:rsidR="003F3585" w:rsidRPr="00EA11AC" w:rsidRDefault="001D1ACD" w:rsidP="00C64D63">
      <w:pPr>
        <w:autoSpaceDE w:val="0"/>
        <w:autoSpaceDN w:val="0"/>
        <w:adjustRightInd w:val="0"/>
        <w:spacing w:before="1560" w:after="60" w:line="276" w:lineRule="auto"/>
        <w:jc w:val="right"/>
        <w:rPr>
          <w:rFonts w:cs="Open Sans"/>
          <w:b/>
          <w:bCs/>
          <w:sz w:val="32"/>
          <w:szCs w:val="32"/>
        </w:rPr>
      </w:pPr>
      <w:r w:rsidRPr="00EA11AC">
        <w:rPr>
          <w:rFonts w:cs="Open Sans"/>
          <w:b/>
          <w:bCs/>
          <w:sz w:val="32"/>
          <w:szCs w:val="32"/>
        </w:rPr>
        <w:t>Wersja</w:t>
      </w:r>
      <w:r w:rsidR="0058798F" w:rsidRPr="00EA11AC">
        <w:rPr>
          <w:rFonts w:cs="Open Sans"/>
          <w:b/>
          <w:bCs/>
          <w:sz w:val="32"/>
          <w:szCs w:val="32"/>
        </w:rPr>
        <w:t xml:space="preserve"> </w:t>
      </w:r>
      <w:r w:rsidR="00917ED3" w:rsidRPr="00EA11AC">
        <w:rPr>
          <w:rFonts w:cs="Open Sans"/>
          <w:b/>
          <w:bCs/>
          <w:sz w:val="32"/>
          <w:szCs w:val="32"/>
        </w:rPr>
        <w:fldChar w:fldCharType="begin"/>
      </w:r>
      <w:r w:rsidR="00917ED3" w:rsidRPr="00EA11AC">
        <w:rPr>
          <w:rFonts w:cs="Open Sans"/>
          <w:b/>
          <w:bCs/>
          <w:sz w:val="32"/>
          <w:szCs w:val="32"/>
        </w:rPr>
        <w:instrText xml:space="preserve"> DOCPROPERTY  Wersja  \* MERGEFORMAT </w:instrText>
      </w:r>
      <w:r w:rsidR="00917ED3" w:rsidRPr="00EA11AC">
        <w:rPr>
          <w:rFonts w:cs="Open Sans"/>
          <w:b/>
          <w:bCs/>
          <w:sz w:val="32"/>
          <w:szCs w:val="32"/>
        </w:rPr>
        <w:fldChar w:fldCharType="separate"/>
      </w:r>
      <w:r w:rsidR="0052183A" w:rsidRPr="00EA11AC">
        <w:rPr>
          <w:rFonts w:cs="Open Sans"/>
          <w:b/>
          <w:bCs/>
          <w:sz w:val="32"/>
          <w:szCs w:val="32"/>
        </w:rPr>
        <w:t>1.1</w:t>
      </w:r>
      <w:r w:rsidR="00917ED3" w:rsidRPr="00EA11AC">
        <w:rPr>
          <w:rFonts w:cs="Open Sans"/>
          <w:b/>
          <w:bCs/>
          <w:sz w:val="32"/>
          <w:szCs w:val="32"/>
        </w:rPr>
        <w:fldChar w:fldCharType="end"/>
      </w:r>
    </w:p>
    <w:p w14:paraId="68A32878" w14:textId="77777777" w:rsidR="0058798F" w:rsidRPr="00EA11AC" w:rsidRDefault="0058798F" w:rsidP="007D0A84"/>
    <w:p w14:paraId="56546ED1" w14:textId="77777777" w:rsidR="00F6340E" w:rsidRPr="00EA11AC" w:rsidRDefault="00F6340E" w:rsidP="007D0A84">
      <w:pPr>
        <w:sectPr w:rsidR="00F6340E" w:rsidRPr="00EA11AC" w:rsidSect="00590661">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1291F00B" w14:textId="0DD799FA" w:rsidR="00EA11AC" w:rsidRDefault="00EA11AC" w:rsidP="00EA11AC">
      <w:pPr>
        <w:pStyle w:val="Legenda"/>
        <w:keepNext/>
      </w:pPr>
      <w:bookmarkStart w:id="0" w:name="_Toc184021030"/>
      <w:r>
        <w:lastRenderedPageBreak/>
        <w:t xml:space="preserve">Tabela </w:t>
      </w:r>
      <w:r w:rsidR="009A710E">
        <w:fldChar w:fldCharType="begin"/>
      </w:r>
      <w:r w:rsidR="009A710E">
        <w:instrText xml:space="preserve"> SEQ Tabela \* ARABIC </w:instrText>
      </w:r>
      <w:r w:rsidR="009A710E">
        <w:fldChar w:fldCharType="separate"/>
      </w:r>
      <w:r w:rsidR="00F62FC8">
        <w:rPr>
          <w:noProof/>
        </w:rPr>
        <w:t>1</w:t>
      </w:r>
      <w:r w:rsidR="009A710E">
        <w:rPr>
          <w:noProof/>
        </w:rPr>
        <w:fldChar w:fldCharType="end"/>
      </w:r>
      <w:r>
        <w:t xml:space="preserve">. </w:t>
      </w:r>
      <w:r w:rsidRPr="00724C61">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EA11AC" w14:paraId="5BEF7B50" w14:textId="77777777" w:rsidTr="00BD402B">
        <w:trPr>
          <w:cnfStyle w:val="100000000000" w:firstRow="1" w:lastRow="0" w:firstColumn="0" w:lastColumn="0" w:oddVBand="0" w:evenVBand="0" w:oddHBand="0" w:evenHBand="0" w:firstRowFirstColumn="0" w:firstRowLastColumn="0" w:lastRowFirstColumn="0" w:lastRowLastColumn="0"/>
          <w:tblHeader/>
        </w:trPr>
        <w:tc>
          <w:tcPr>
            <w:tcW w:w="1800" w:type="dxa"/>
          </w:tcPr>
          <w:p w14:paraId="37ADD2A9" w14:textId="77777777" w:rsidR="00BB6B75" w:rsidRPr="00BD402B" w:rsidRDefault="00BB6B75" w:rsidP="007D0A84">
            <w:pPr>
              <w:pStyle w:val="Z2Nagwektabeli"/>
              <w:rPr>
                <w:rStyle w:val="Numerstrony"/>
                <w:rFonts w:ascii="Lato" w:eastAsia="Tahoma" w:hAnsi="Lato" w:cs="Arial"/>
                <w:b/>
                <w:bCs/>
                <w:szCs w:val="18"/>
                <w:lang w:val="pl-PL"/>
              </w:rPr>
            </w:pPr>
            <w:r w:rsidRPr="00BD402B">
              <w:rPr>
                <w:rFonts w:ascii="Lato" w:hAnsi="Lato" w:cs="Arial"/>
                <w:b/>
                <w:bCs/>
                <w:szCs w:val="18"/>
                <w:lang w:val="pl-PL"/>
              </w:rPr>
              <w:t>Projekt</w:t>
            </w:r>
          </w:p>
        </w:tc>
        <w:tc>
          <w:tcPr>
            <w:tcW w:w="7560" w:type="dxa"/>
          </w:tcPr>
          <w:p w14:paraId="227775D0" w14:textId="77777777" w:rsidR="00BB6B75" w:rsidRPr="00BD402B" w:rsidRDefault="00BB6B75" w:rsidP="007D0A84">
            <w:pPr>
              <w:pStyle w:val="Z2Nagwektabeli"/>
              <w:rPr>
                <w:rFonts w:ascii="Lato" w:hAnsi="Lato" w:cs="Arial"/>
                <w:b/>
                <w:bCs/>
                <w:szCs w:val="18"/>
                <w:lang w:val="pl-PL"/>
              </w:rPr>
            </w:pPr>
            <w:r w:rsidRPr="00BD402B">
              <w:rPr>
                <w:rFonts w:ascii="Lato" w:hAnsi="Lato" w:cs="Arial"/>
                <w:b/>
                <w:bCs/>
                <w:szCs w:val="18"/>
                <w:lang w:val="pl-PL"/>
              </w:rPr>
              <w:t>ZEFIR 2</w:t>
            </w:r>
          </w:p>
        </w:tc>
      </w:tr>
      <w:tr w:rsidR="00BB6B75" w:rsidRPr="00EA11AC" w14:paraId="75A1F599" w14:textId="77777777" w:rsidTr="00BD402B">
        <w:tc>
          <w:tcPr>
            <w:tcW w:w="1800" w:type="dxa"/>
          </w:tcPr>
          <w:p w14:paraId="0D5A823C" w14:textId="77777777" w:rsidR="00BB6B75" w:rsidRPr="00EA11AC" w:rsidRDefault="00FF41D0" w:rsidP="009E5F0B">
            <w:pPr>
              <w:pStyle w:val="Tabelazwyky"/>
            </w:pPr>
            <w:r w:rsidRPr="00EA11AC">
              <w:t>Nazwa Wykonawcy</w:t>
            </w:r>
          </w:p>
        </w:tc>
        <w:tc>
          <w:tcPr>
            <w:tcW w:w="7560" w:type="dxa"/>
          </w:tcPr>
          <w:p w14:paraId="6442E6ED" w14:textId="77777777" w:rsidR="00BB6B75" w:rsidRPr="00EA11AC" w:rsidRDefault="001D1ACD" w:rsidP="00004C2C">
            <w:pPr>
              <w:pStyle w:val="Tabelazwyky"/>
            </w:pPr>
            <w:r w:rsidRPr="00EA11AC">
              <w:t>Asseco Poland S.A.</w:t>
            </w:r>
          </w:p>
        </w:tc>
      </w:tr>
      <w:tr w:rsidR="00BB6B75" w:rsidRPr="00EA11AC" w14:paraId="02F1A152" w14:textId="77777777" w:rsidTr="00BD402B">
        <w:tc>
          <w:tcPr>
            <w:tcW w:w="1800" w:type="dxa"/>
          </w:tcPr>
          <w:p w14:paraId="6157F72D" w14:textId="77777777" w:rsidR="00BB6B75" w:rsidRPr="00EA11AC" w:rsidRDefault="00FF41D0" w:rsidP="004520B9">
            <w:pPr>
              <w:pStyle w:val="Tabelazwyky"/>
            </w:pPr>
            <w:r w:rsidRPr="00EA11AC">
              <w:t>Nazwa p</w:t>
            </w:r>
            <w:r w:rsidR="00BB6B75" w:rsidRPr="00EA11AC">
              <w:t>rodukt</w:t>
            </w:r>
            <w:r w:rsidRPr="00EA11AC">
              <w:t>u</w:t>
            </w:r>
          </w:p>
        </w:tc>
        <w:tc>
          <w:tcPr>
            <w:tcW w:w="7560" w:type="dxa"/>
          </w:tcPr>
          <w:p w14:paraId="06B25849" w14:textId="77777777" w:rsidR="00BB6B75" w:rsidRPr="00EA11AC" w:rsidRDefault="0006207D" w:rsidP="00A64167">
            <w:pPr>
              <w:pStyle w:val="Tabelazwyky"/>
            </w:pPr>
            <w:fldSimple w:instr=" TITLE   \* MERGEFORMAT ">
              <w:r w:rsidR="0052183A" w:rsidRPr="00EA11AC">
                <w:t>Specyfikacja XML dla podmiotów w zakresie elektronicznej obsługi informacji w sprawie opłaty paliwowej OPAL</w:t>
              </w:r>
            </w:fldSimple>
            <w:r w:rsidR="00CE5066" w:rsidRPr="00EA11AC">
              <w:t xml:space="preserve"> </w:t>
            </w:r>
          </w:p>
        </w:tc>
      </w:tr>
      <w:tr w:rsidR="00BB6B75" w:rsidRPr="00EA11AC" w14:paraId="10F40D6D" w14:textId="77777777" w:rsidTr="00BD402B">
        <w:tc>
          <w:tcPr>
            <w:tcW w:w="1800" w:type="dxa"/>
          </w:tcPr>
          <w:p w14:paraId="0AC66E21" w14:textId="77777777" w:rsidR="00BB6B75" w:rsidRPr="00EA11AC" w:rsidRDefault="00BB6B75" w:rsidP="004520B9">
            <w:pPr>
              <w:pStyle w:val="Tabelazwyky"/>
            </w:pPr>
            <w:r w:rsidRPr="00EA11AC">
              <w:t>Opis</w:t>
            </w:r>
            <w:r w:rsidR="00FF41D0" w:rsidRPr="00EA11AC">
              <w:t xml:space="preserve"> produktu</w:t>
            </w:r>
          </w:p>
        </w:tc>
        <w:tc>
          <w:tcPr>
            <w:tcW w:w="7560" w:type="dxa"/>
          </w:tcPr>
          <w:p w14:paraId="797BA953" w14:textId="77777777" w:rsidR="00E94954" w:rsidRPr="00EA11AC" w:rsidRDefault="00E94954" w:rsidP="00E94954">
            <w:pPr>
              <w:pStyle w:val="PJPtabelatekst"/>
              <w:rPr>
                <w:rFonts w:ascii="Lato" w:hAnsi="Lato" w:cs="Arial"/>
                <w:sz w:val="20"/>
                <w:szCs w:val="20"/>
                <w:lang w:val="pl-PL"/>
              </w:rPr>
            </w:pPr>
            <w:r w:rsidRPr="00EA11AC">
              <w:rPr>
                <w:rFonts w:ascii="Lato" w:hAnsi="Lato" w:cs="Arial"/>
                <w:color w:val="000000"/>
                <w:sz w:val="20"/>
                <w:szCs w:val="20"/>
                <w:lang w:val="pl-PL" w:eastAsia="pl-PL"/>
              </w:rPr>
              <w:t xml:space="preserve">Dokument jest produktem zrealizowanym w ramach </w:t>
            </w:r>
            <w:r w:rsidRPr="00EA11AC">
              <w:rPr>
                <w:rFonts w:ascii="Lato" w:hAnsi="Lato" w:cs="Arial"/>
                <w:sz w:val="20"/>
                <w:szCs w:val="20"/>
              </w:rPr>
              <w:t>Umow</w:t>
            </w:r>
            <w:r w:rsidRPr="00EA11AC">
              <w:rPr>
                <w:rFonts w:ascii="Lato" w:hAnsi="Lato" w:cs="Arial"/>
                <w:sz w:val="20"/>
                <w:szCs w:val="20"/>
                <w:lang w:val="pl-PL"/>
              </w:rPr>
              <w:t>y</w:t>
            </w:r>
            <w:r w:rsidRPr="00EA11AC">
              <w:rPr>
                <w:rFonts w:ascii="Lato" w:hAnsi="Lato" w:cs="Arial"/>
                <w:sz w:val="20"/>
                <w:szCs w:val="20"/>
              </w:rPr>
              <w:t xml:space="preserve"> nr 1201-ILL-5.023.22.2021 z dnia 26.02.2021</w:t>
            </w:r>
            <w:r w:rsidRPr="00EA11AC">
              <w:rPr>
                <w:rFonts w:ascii="Lato" w:hAnsi="Lato" w:cs="Arial"/>
                <w:sz w:val="20"/>
                <w:szCs w:val="20"/>
                <w:lang w:val="pl-PL"/>
              </w:rPr>
              <w:t>wraz z późniejszymi aneksami.</w:t>
            </w:r>
          </w:p>
          <w:p w14:paraId="181BD4F9" w14:textId="77777777" w:rsidR="00E94954" w:rsidRPr="00EA11AC" w:rsidRDefault="00E94954" w:rsidP="00E94954">
            <w:pPr>
              <w:pStyle w:val="PJPtabelatekst"/>
              <w:rPr>
                <w:rFonts w:ascii="Lato" w:hAnsi="Lato" w:cs="Arial"/>
                <w:sz w:val="20"/>
                <w:szCs w:val="20"/>
                <w:lang w:val="pl-PL" w:eastAsia="pl-PL"/>
              </w:rPr>
            </w:pPr>
          </w:p>
          <w:p w14:paraId="7EC61A83" w14:textId="77777777" w:rsidR="00004C2C" w:rsidRPr="00EA11AC" w:rsidRDefault="00004C2C" w:rsidP="00691AE1">
            <w:pPr>
              <w:pStyle w:val="Tabelazwyky"/>
            </w:pPr>
            <w:r w:rsidRPr="00EA11AC">
              <w:t>Dokument zawiera</w:t>
            </w:r>
            <w:r w:rsidR="008A4189" w:rsidRPr="00EA11AC">
              <w:t xml:space="preserve"> specyfikacj</w:t>
            </w:r>
            <w:r w:rsidR="00695F77" w:rsidRPr="00EA11AC">
              <w:t>ę</w:t>
            </w:r>
            <w:r w:rsidR="000A71C7" w:rsidRPr="00EA11AC">
              <w:t xml:space="preserve"> </w:t>
            </w:r>
            <w:r w:rsidR="00AF1026" w:rsidRPr="00EA11AC">
              <w:t xml:space="preserve">XML dla podmiotów </w:t>
            </w:r>
            <w:r w:rsidR="00A64167" w:rsidRPr="00EA11AC">
              <w:t xml:space="preserve">w zakresie elektronicznej </w:t>
            </w:r>
            <w:r w:rsidR="00A300F7" w:rsidRPr="00EA11AC">
              <w:t>obsługi informacji w sprawie opłaty paliwowej OP</w:t>
            </w:r>
            <w:r w:rsidR="00691AE1" w:rsidRPr="00EA11AC">
              <w:t>AL</w:t>
            </w:r>
          </w:p>
        </w:tc>
      </w:tr>
      <w:tr w:rsidR="00BB6B75" w:rsidRPr="00EA11AC" w14:paraId="72EF6942" w14:textId="77777777" w:rsidTr="00BD402B">
        <w:tc>
          <w:tcPr>
            <w:tcW w:w="1800" w:type="dxa"/>
          </w:tcPr>
          <w:p w14:paraId="7DB3CF8F" w14:textId="77777777" w:rsidR="00BB6B75" w:rsidRPr="00EA11AC" w:rsidRDefault="00FF41D0" w:rsidP="004520B9">
            <w:pPr>
              <w:pStyle w:val="Tabelazwyky"/>
            </w:pPr>
            <w:r w:rsidRPr="00EA11AC">
              <w:t>Autor/rzy</w:t>
            </w:r>
          </w:p>
        </w:tc>
        <w:tc>
          <w:tcPr>
            <w:tcW w:w="7560" w:type="dxa"/>
          </w:tcPr>
          <w:p w14:paraId="762E8D4B" w14:textId="77777777" w:rsidR="00BB6B75" w:rsidRPr="00EA11AC" w:rsidRDefault="003D41C5" w:rsidP="00691AE1">
            <w:pPr>
              <w:pStyle w:val="Tabelazwyky"/>
            </w:pPr>
            <w:r w:rsidRPr="00EA11AC">
              <w:t>Analityk – Bogdan Schmidt</w:t>
            </w:r>
          </w:p>
        </w:tc>
      </w:tr>
      <w:tr w:rsidR="00BD402B" w:rsidRPr="00EA11AC" w14:paraId="42A8D98B" w14:textId="77777777" w:rsidTr="00BD402B">
        <w:tc>
          <w:tcPr>
            <w:tcW w:w="1800" w:type="dxa"/>
          </w:tcPr>
          <w:p w14:paraId="2738F402" w14:textId="7EAA10B9" w:rsidR="00BD402B" w:rsidRPr="00EA11AC" w:rsidRDefault="00BD402B" w:rsidP="00BD402B">
            <w:pPr>
              <w:pStyle w:val="Tabelazwyky"/>
            </w:pPr>
            <w:r w:rsidRPr="00EA11AC">
              <w:t>Nazwa pliku</w:t>
            </w:r>
          </w:p>
        </w:tc>
        <w:tc>
          <w:tcPr>
            <w:tcW w:w="7560" w:type="dxa"/>
          </w:tcPr>
          <w:p w14:paraId="4EF5B18A" w14:textId="5D5081EA" w:rsidR="00BD402B" w:rsidRPr="00EA11AC" w:rsidRDefault="00BD402B" w:rsidP="00BD402B">
            <w:pPr>
              <w:pStyle w:val="Tabelazwyky"/>
            </w:pPr>
            <w:r w:rsidRPr="00EA11AC">
              <w:fldChar w:fldCharType="begin"/>
            </w:r>
            <w:r w:rsidRPr="00EA11AC">
              <w:instrText xml:space="preserve"> FILENAME   \* MERGEFORMAT </w:instrText>
            </w:r>
            <w:r w:rsidRPr="00EA11AC">
              <w:fldChar w:fldCharType="separate"/>
            </w:r>
            <w:r w:rsidRPr="00EA11AC">
              <w:rPr>
                <w:noProof/>
              </w:rPr>
              <w:t>ZF2-PWT-KXML-OPAL_v1.1.doc</w:t>
            </w:r>
            <w:r w:rsidRPr="00EA11AC">
              <w:fldChar w:fldCharType="end"/>
            </w:r>
          </w:p>
        </w:tc>
      </w:tr>
      <w:tr w:rsidR="00BD402B" w:rsidRPr="00EA11AC" w14:paraId="4AABECD1" w14:textId="77777777" w:rsidTr="00BD402B">
        <w:tc>
          <w:tcPr>
            <w:tcW w:w="1800" w:type="dxa"/>
          </w:tcPr>
          <w:p w14:paraId="084608D6" w14:textId="74D5DE46" w:rsidR="00BD402B" w:rsidRPr="00EA11AC" w:rsidRDefault="00BD402B" w:rsidP="00BD402B">
            <w:pPr>
              <w:pStyle w:val="Tabelazwyky"/>
            </w:pPr>
            <w:r w:rsidRPr="00EA11AC">
              <w:t>Liczba stron</w:t>
            </w:r>
          </w:p>
        </w:tc>
        <w:tc>
          <w:tcPr>
            <w:tcW w:w="7560" w:type="dxa"/>
          </w:tcPr>
          <w:p w14:paraId="01CDAE7F" w14:textId="33822270" w:rsidR="00BD402B" w:rsidRPr="00EA11AC" w:rsidRDefault="00BD402B" w:rsidP="00BD402B">
            <w:pPr>
              <w:pStyle w:val="Tabelazwyky"/>
            </w:pPr>
            <w:r w:rsidRPr="00EA11AC">
              <w:fldChar w:fldCharType="begin"/>
            </w:r>
            <w:r w:rsidRPr="00EA11AC">
              <w:instrText xml:space="preserve"> NUMPAGES   \* MERGEFORMAT </w:instrText>
            </w:r>
            <w:r w:rsidRPr="00EA11AC">
              <w:fldChar w:fldCharType="separate"/>
            </w:r>
            <w:r w:rsidR="00344803">
              <w:rPr>
                <w:noProof/>
              </w:rPr>
              <w:t>20</w:t>
            </w:r>
            <w:r w:rsidRPr="00EA11AC">
              <w:rPr>
                <w:noProof/>
              </w:rPr>
              <w:fldChar w:fldCharType="end"/>
            </w:r>
          </w:p>
        </w:tc>
      </w:tr>
    </w:tbl>
    <w:p w14:paraId="6628CE5F" w14:textId="4C520239" w:rsidR="00EA11AC" w:rsidRDefault="00EA11AC" w:rsidP="00EA11AC">
      <w:pPr>
        <w:pStyle w:val="Legenda"/>
        <w:keepNext/>
      </w:pPr>
      <w:bookmarkStart w:id="1" w:name="_Toc184021031"/>
      <w:r>
        <w:t xml:space="preserve">Tabela </w:t>
      </w:r>
      <w:r w:rsidR="009A710E">
        <w:fldChar w:fldCharType="begin"/>
      </w:r>
      <w:r w:rsidR="009A710E">
        <w:instrText xml:space="preserve"> SEQ Tabela \* ARABIC </w:instrText>
      </w:r>
      <w:r w:rsidR="009A710E">
        <w:fldChar w:fldCharType="separate"/>
      </w:r>
      <w:r w:rsidR="00F62FC8">
        <w:rPr>
          <w:noProof/>
        </w:rPr>
        <w:t>2</w:t>
      </w:r>
      <w:r w:rsidR="009A710E">
        <w:rPr>
          <w:noProof/>
        </w:rPr>
        <w:fldChar w:fldCharType="end"/>
      </w:r>
      <w:r>
        <w:t xml:space="preserve">. </w:t>
      </w:r>
      <w:r w:rsidRPr="00845052">
        <w:t>Historia zmian dokumentu</w:t>
      </w:r>
      <w:bookmarkEnd w:id="1"/>
    </w:p>
    <w:tbl>
      <w:tblPr>
        <w:tblStyle w:val="Tabela-Siatka"/>
        <w:tblW w:w="9498" w:type="dxa"/>
        <w:tblLayout w:type="fixed"/>
        <w:tblLook w:val="01E0" w:firstRow="1" w:lastRow="1" w:firstColumn="1" w:lastColumn="1" w:noHBand="0" w:noVBand="0"/>
      </w:tblPr>
      <w:tblGrid>
        <w:gridCol w:w="797"/>
        <w:gridCol w:w="877"/>
        <w:gridCol w:w="1303"/>
        <w:gridCol w:w="2410"/>
        <w:gridCol w:w="709"/>
        <w:gridCol w:w="1134"/>
        <w:gridCol w:w="1134"/>
        <w:gridCol w:w="1134"/>
      </w:tblGrid>
      <w:tr w:rsidR="005366D3" w:rsidRPr="00EA11AC" w14:paraId="29E442C4" w14:textId="77777777" w:rsidTr="00B31470">
        <w:trPr>
          <w:cnfStyle w:val="100000000000" w:firstRow="1" w:lastRow="0" w:firstColumn="0" w:lastColumn="0" w:oddVBand="0" w:evenVBand="0" w:oddHBand="0" w:evenHBand="0" w:firstRowFirstColumn="0" w:firstRowLastColumn="0" w:lastRowFirstColumn="0" w:lastRowLastColumn="0"/>
          <w:tblHeader/>
        </w:trPr>
        <w:tc>
          <w:tcPr>
            <w:tcW w:w="797" w:type="dxa"/>
          </w:tcPr>
          <w:p w14:paraId="658FF784" w14:textId="77777777" w:rsidR="00A45A2F" w:rsidRPr="00B31470" w:rsidRDefault="005366D3" w:rsidP="007D0A84">
            <w:pPr>
              <w:pStyle w:val="Z2Nagwektabeli"/>
              <w:rPr>
                <w:rFonts w:ascii="Lato" w:hAnsi="Lato"/>
                <w:b/>
                <w:bCs/>
                <w:lang w:val="pl-PL"/>
              </w:rPr>
            </w:pPr>
            <w:r w:rsidRPr="00B31470">
              <w:rPr>
                <w:rFonts w:ascii="Lato" w:hAnsi="Lato"/>
                <w:b/>
                <w:bCs/>
                <w:lang w:val="pl-PL"/>
              </w:rPr>
              <w:t>E</w:t>
            </w:r>
            <w:r w:rsidR="00A45A2F" w:rsidRPr="00B31470">
              <w:rPr>
                <w:rFonts w:ascii="Lato" w:hAnsi="Lato"/>
                <w:b/>
                <w:bCs/>
                <w:lang w:val="pl-PL"/>
              </w:rPr>
              <w:t>dycj</w:t>
            </w:r>
            <w:r w:rsidRPr="00B31470">
              <w:rPr>
                <w:rFonts w:ascii="Lato" w:hAnsi="Lato"/>
                <w:b/>
                <w:bCs/>
                <w:lang w:val="pl-PL"/>
              </w:rPr>
              <w:t>a</w:t>
            </w:r>
          </w:p>
        </w:tc>
        <w:tc>
          <w:tcPr>
            <w:tcW w:w="877" w:type="dxa"/>
          </w:tcPr>
          <w:p w14:paraId="5F178028" w14:textId="77777777" w:rsidR="00A45A2F" w:rsidRPr="00B31470" w:rsidRDefault="005366D3" w:rsidP="007D0A84">
            <w:pPr>
              <w:pStyle w:val="Z2Nagwektabeli"/>
              <w:rPr>
                <w:rFonts w:ascii="Lato" w:hAnsi="Lato"/>
                <w:b/>
                <w:bCs/>
                <w:lang w:val="pl-PL"/>
              </w:rPr>
            </w:pPr>
            <w:r w:rsidRPr="00B31470">
              <w:rPr>
                <w:rFonts w:ascii="Lato" w:hAnsi="Lato"/>
                <w:b/>
                <w:bCs/>
                <w:lang w:val="pl-PL"/>
              </w:rPr>
              <w:t>Rewizja</w:t>
            </w:r>
          </w:p>
        </w:tc>
        <w:tc>
          <w:tcPr>
            <w:tcW w:w="1303" w:type="dxa"/>
          </w:tcPr>
          <w:p w14:paraId="239C6C61" w14:textId="77777777" w:rsidR="00A45A2F" w:rsidRPr="00B31470" w:rsidRDefault="00A45A2F" w:rsidP="007D0A84">
            <w:pPr>
              <w:pStyle w:val="Z2Nagwektabeli"/>
              <w:rPr>
                <w:rFonts w:ascii="Lato" w:hAnsi="Lato"/>
                <w:b/>
                <w:bCs/>
                <w:lang w:val="pl-PL"/>
              </w:rPr>
            </w:pPr>
            <w:r w:rsidRPr="00B31470">
              <w:rPr>
                <w:rFonts w:ascii="Lato" w:hAnsi="Lato"/>
                <w:b/>
                <w:bCs/>
                <w:lang w:val="pl-PL"/>
              </w:rPr>
              <w:t>Data wydania</w:t>
            </w:r>
          </w:p>
        </w:tc>
        <w:tc>
          <w:tcPr>
            <w:tcW w:w="2410" w:type="dxa"/>
          </w:tcPr>
          <w:p w14:paraId="42F683A7" w14:textId="77777777" w:rsidR="00A45A2F" w:rsidRPr="00B31470" w:rsidRDefault="00A45A2F" w:rsidP="007D0A84">
            <w:pPr>
              <w:pStyle w:val="Z2Nagwektabeli"/>
              <w:rPr>
                <w:rFonts w:ascii="Lato" w:hAnsi="Lato"/>
                <w:b/>
                <w:bCs/>
                <w:lang w:val="pl-PL"/>
              </w:rPr>
            </w:pPr>
            <w:r w:rsidRPr="00B31470">
              <w:rPr>
                <w:rFonts w:ascii="Lato" w:hAnsi="Lato"/>
                <w:b/>
                <w:bCs/>
                <w:lang w:val="pl-PL"/>
              </w:rPr>
              <w:t>Opis</w:t>
            </w:r>
          </w:p>
        </w:tc>
        <w:tc>
          <w:tcPr>
            <w:tcW w:w="709" w:type="dxa"/>
          </w:tcPr>
          <w:p w14:paraId="06258346" w14:textId="77777777" w:rsidR="00A45A2F" w:rsidRPr="00B31470" w:rsidRDefault="005366D3" w:rsidP="007D0A84">
            <w:pPr>
              <w:pStyle w:val="Z2Nagwektabeli"/>
              <w:rPr>
                <w:rFonts w:ascii="Lato" w:hAnsi="Lato"/>
                <w:b/>
                <w:bCs/>
                <w:lang w:val="pl-PL"/>
              </w:rPr>
            </w:pPr>
            <w:r w:rsidRPr="00B31470">
              <w:rPr>
                <w:rFonts w:ascii="Lato" w:hAnsi="Lato"/>
                <w:b/>
                <w:bCs/>
                <w:lang w:val="pl-PL"/>
              </w:rPr>
              <w:t>A</w:t>
            </w:r>
            <w:r w:rsidR="00A45A2F" w:rsidRPr="00B31470">
              <w:rPr>
                <w:rFonts w:ascii="Lato" w:hAnsi="Lato"/>
                <w:b/>
                <w:bCs/>
                <w:lang w:val="pl-PL"/>
              </w:rPr>
              <w:t>kcja (*)</w:t>
            </w:r>
          </w:p>
        </w:tc>
        <w:tc>
          <w:tcPr>
            <w:tcW w:w="1134" w:type="dxa"/>
          </w:tcPr>
          <w:p w14:paraId="6829D398" w14:textId="77777777" w:rsidR="00A45A2F" w:rsidRPr="00B31470" w:rsidRDefault="00A45A2F" w:rsidP="007D0A84">
            <w:pPr>
              <w:pStyle w:val="Z2Nagwektabeli"/>
              <w:rPr>
                <w:rFonts w:ascii="Lato" w:hAnsi="Lato"/>
                <w:b/>
                <w:bCs/>
                <w:lang w:val="pl-PL"/>
              </w:rPr>
            </w:pPr>
            <w:r w:rsidRPr="00B31470">
              <w:rPr>
                <w:rFonts w:ascii="Lato" w:hAnsi="Lato"/>
                <w:b/>
                <w:bCs/>
                <w:lang w:val="pl-PL"/>
              </w:rPr>
              <w:t>Rozdzi</w:t>
            </w:r>
            <w:r w:rsidR="00FF41D0" w:rsidRPr="00B31470">
              <w:rPr>
                <w:rFonts w:ascii="Lato" w:hAnsi="Lato"/>
                <w:b/>
                <w:bCs/>
                <w:lang w:val="pl-PL"/>
              </w:rPr>
              <w:t>ały</w:t>
            </w:r>
            <w:r w:rsidR="005366D3" w:rsidRPr="00B31470">
              <w:rPr>
                <w:rFonts w:ascii="Lato" w:hAnsi="Lato"/>
                <w:b/>
                <w:bCs/>
                <w:lang w:val="pl-PL"/>
              </w:rPr>
              <w:t xml:space="preserve"> </w:t>
            </w:r>
            <w:r w:rsidRPr="00B31470">
              <w:rPr>
                <w:rFonts w:ascii="Lato" w:hAnsi="Lato"/>
                <w:b/>
                <w:bCs/>
                <w:lang w:val="pl-PL"/>
              </w:rPr>
              <w:t>(**)</w:t>
            </w:r>
          </w:p>
        </w:tc>
        <w:tc>
          <w:tcPr>
            <w:tcW w:w="1134" w:type="dxa"/>
          </w:tcPr>
          <w:p w14:paraId="27A74CC8" w14:textId="77777777" w:rsidR="00A45A2F" w:rsidRPr="00B31470" w:rsidRDefault="00A45A2F" w:rsidP="007D0A84">
            <w:pPr>
              <w:pStyle w:val="Z2Nagwektabeli"/>
              <w:rPr>
                <w:rFonts w:ascii="Lato" w:hAnsi="Lato"/>
                <w:b/>
                <w:bCs/>
                <w:lang w:val="pl-PL"/>
              </w:rPr>
            </w:pPr>
            <w:r w:rsidRPr="00B31470">
              <w:rPr>
                <w:rFonts w:ascii="Lato" w:hAnsi="Lato"/>
                <w:b/>
                <w:bCs/>
                <w:lang w:val="pl-PL"/>
              </w:rPr>
              <w:t>Autor</w:t>
            </w:r>
            <w:r w:rsidR="00FF41D0" w:rsidRPr="00B31470">
              <w:rPr>
                <w:rFonts w:ascii="Lato" w:hAnsi="Lato"/>
                <w:b/>
                <w:bCs/>
                <w:lang w:val="pl-PL"/>
              </w:rPr>
              <w:t xml:space="preserve">/rzy </w:t>
            </w:r>
            <w:r w:rsidRPr="00B31470">
              <w:rPr>
                <w:rFonts w:ascii="Lato" w:hAnsi="Lato"/>
                <w:b/>
                <w:bCs/>
                <w:lang w:val="pl-PL"/>
              </w:rPr>
              <w:t>(***)</w:t>
            </w:r>
          </w:p>
        </w:tc>
        <w:tc>
          <w:tcPr>
            <w:tcW w:w="1134" w:type="dxa"/>
          </w:tcPr>
          <w:p w14:paraId="583950F9" w14:textId="77777777" w:rsidR="00A45A2F" w:rsidRPr="00B31470" w:rsidRDefault="00A45A2F" w:rsidP="007D0A84">
            <w:pPr>
              <w:pStyle w:val="Z2Nagwektabeli"/>
              <w:rPr>
                <w:rFonts w:ascii="Lato" w:hAnsi="Lato"/>
                <w:b/>
                <w:bCs/>
                <w:lang w:val="pl-PL"/>
              </w:rPr>
            </w:pPr>
            <w:r w:rsidRPr="00B31470">
              <w:rPr>
                <w:rFonts w:ascii="Lato" w:hAnsi="Lato"/>
                <w:b/>
                <w:bCs/>
                <w:lang w:val="pl-PL"/>
              </w:rPr>
              <w:t xml:space="preserve">Data </w:t>
            </w:r>
            <w:r w:rsidR="005366D3" w:rsidRPr="00B31470">
              <w:rPr>
                <w:rFonts w:ascii="Lato" w:hAnsi="Lato"/>
                <w:b/>
                <w:bCs/>
                <w:lang w:val="pl-PL"/>
              </w:rPr>
              <w:t>KJ</w:t>
            </w:r>
          </w:p>
        </w:tc>
      </w:tr>
      <w:tr w:rsidR="0089399C" w:rsidRPr="00EA11AC" w14:paraId="6D5FA1B3" w14:textId="77777777" w:rsidTr="00B31470">
        <w:tc>
          <w:tcPr>
            <w:tcW w:w="797" w:type="dxa"/>
          </w:tcPr>
          <w:p w14:paraId="34E218AB"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0</w:t>
            </w:r>
          </w:p>
        </w:tc>
        <w:tc>
          <w:tcPr>
            <w:tcW w:w="877" w:type="dxa"/>
          </w:tcPr>
          <w:p w14:paraId="60D92C30"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1</w:t>
            </w:r>
          </w:p>
        </w:tc>
        <w:tc>
          <w:tcPr>
            <w:tcW w:w="1303" w:type="dxa"/>
          </w:tcPr>
          <w:p w14:paraId="06812600" w14:textId="77777777" w:rsidR="0089399C" w:rsidRPr="00EA11AC" w:rsidRDefault="0089399C" w:rsidP="004D56EA">
            <w:pPr>
              <w:pStyle w:val="Z2tabelatekst"/>
              <w:rPr>
                <w:rFonts w:ascii="Lato" w:hAnsi="Lato"/>
                <w:sz w:val="20"/>
                <w:szCs w:val="20"/>
                <w:lang w:val="pl-PL" w:eastAsia="pl-PL"/>
              </w:rPr>
            </w:pPr>
            <w:r w:rsidRPr="00EA11AC">
              <w:rPr>
                <w:rFonts w:ascii="Lato" w:hAnsi="Lato"/>
                <w:sz w:val="20"/>
                <w:szCs w:val="20"/>
                <w:lang w:val="pl-PL" w:eastAsia="pl-PL"/>
              </w:rPr>
              <w:t>201</w:t>
            </w:r>
            <w:r w:rsidR="004D56EA" w:rsidRPr="00EA11AC">
              <w:rPr>
                <w:rFonts w:ascii="Lato" w:hAnsi="Lato"/>
                <w:sz w:val="20"/>
                <w:szCs w:val="20"/>
                <w:lang w:val="pl-PL" w:eastAsia="pl-PL"/>
              </w:rPr>
              <w:t>7</w:t>
            </w:r>
            <w:r w:rsidRPr="00EA11AC">
              <w:rPr>
                <w:rFonts w:ascii="Lato" w:hAnsi="Lato"/>
                <w:sz w:val="20"/>
                <w:szCs w:val="20"/>
                <w:lang w:val="pl-PL" w:eastAsia="pl-PL"/>
              </w:rPr>
              <w:t>-</w:t>
            </w:r>
            <w:r w:rsidR="004D56EA" w:rsidRPr="00EA11AC">
              <w:rPr>
                <w:rFonts w:ascii="Lato" w:hAnsi="Lato"/>
                <w:sz w:val="20"/>
                <w:szCs w:val="20"/>
                <w:lang w:val="pl-PL" w:eastAsia="pl-PL"/>
              </w:rPr>
              <w:t>10</w:t>
            </w:r>
            <w:r w:rsidRPr="00EA11AC">
              <w:rPr>
                <w:rFonts w:ascii="Lato" w:hAnsi="Lato"/>
                <w:sz w:val="20"/>
                <w:szCs w:val="20"/>
                <w:lang w:val="pl-PL" w:eastAsia="pl-PL"/>
              </w:rPr>
              <w:t>-</w:t>
            </w:r>
            <w:r w:rsidR="004D56EA" w:rsidRPr="00EA11AC">
              <w:rPr>
                <w:rFonts w:ascii="Lato" w:hAnsi="Lato"/>
                <w:sz w:val="20"/>
                <w:szCs w:val="20"/>
                <w:lang w:val="pl-PL" w:eastAsia="pl-PL"/>
              </w:rPr>
              <w:t>20</w:t>
            </w:r>
          </w:p>
        </w:tc>
        <w:tc>
          <w:tcPr>
            <w:tcW w:w="2410" w:type="dxa"/>
          </w:tcPr>
          <w:p w14:paraId="239B8B71"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Utworzenie dokumentu</w:t>
            </w:r>
          </w:p>
          <w:p w14:paraId="214145CB" w14:textId="77777777" w:rsidR="004D56EA" w:rsidRPr="00EA11AC" w:rsidRDefault="004D56EA" w:rsidP="004D56EA">
            <w:pPr>
              <w:pStyle w:val="Z2tabelatekst"/>
              <w:rPr>
                <w:rFonts w:ascii="Lato" w:hAnsi="Lato"/>
                <w:sz w:val="20"/>
                <w:szCs w:val="20"/>
                <w:lang w:val="pl-PL" w:eastAsia="pl-PL"/>
              </w:rPr>
            </w:pPr>
            <w:r w:rsidRPr="00EA11AC">
              <w:rPr>
                <w:rFonts w:ascii="Lato" w:hAnsi="Lato"/>
                <w:sz w:val="20"/>
                <w:szCs w:val="20"/>
              </w:rPr>
              <w:t xml:space="preserve">Wersja dokumentu utworzona na podstawie dokumentu </w:t>
            </w:r>
            <w:r w:rsidRPr="00EA11AC">
              <w:rPr>
                <w:rFonts w:ascii="Lato" w:hAnsi="Lato"/>
                <w:sz w:val="20"/>
                <w:szCs w:val="20"/>
                <w:lang w:val="pl-PL" w:eastAsia="pl-PL"/>
              </w:rPr>
              <w:t>Specyfikacja XML dla podmiotów w zakresie elektronicznej obsługi informacji w sprawie opłaty paliwowej OPAL, wersja 1.0 (plik ZF2-PRT-KXML-OPAL_v1.0.doc) odebranego w ramach ZZ136/WZ</w:t>
            </w:r>
          </w:p>
        </w:tc>
        <w:tc>
          <w:tcPr>
            <w:tcW w:w="709" w:type="dxa"/>
          </w:tcPr>
          <w:p w14:paraId="601F4B1F"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N</w:t>
            </w:r>
          </w:p>
        </w:tc>
        <w:tc>
          <w:tcPr>
            <w:tcW w:w="1134" w:type="dxa"/>
          </w:tcPr>
          <w:p w14:paraId="2B91BDF4"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W</w:t>
            </w:r>
          </w:p>
        </w:tc>
        <w:tc>
          <w:tcPr>
            <w:tcW w:w="1134" w:type="dxa"/>
          </w:tcPr>
          <w:p w14:paraId="1130FD61"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t>Bogdan Schmidt</w:t>
            </w:r>
          </w:p>
        </w:tc>
        <w:tc>
          <w:tcPr>
            <w:tcW w:w="1134" w:type="dxa"/>
          </w:tcPr>
          <w:p w14:paraId="1F752D82"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nd</w:t>
            </w:r>
          </w:p>
        </w:tc>
      </w:tr>
      <w:tr w:rsidR="0089399C" w:rsidRPr="00EA11AC" w14:paraId="6AA8EDDD" w14:textId="77777777" w:rsidTr="00B31470">
        <w:tc>
          <w:tcPr>
            <w:tcW w:w="797" w:type="dxa"/>
          </w:tcPr>
          <w:p w14:paraId="08CB4931"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t>1</w:t>
            </w:r>
          </w:p>
        </w:tc>
        <w:tc>
          <w:tcPr>
            <w:tcW w:w="877" w:type="dxa"/>
          </w:tcPr>
          <w:p w14:paraId="79C38555"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t>0</w:t>
            </w:r>
          </w:p>
        </w:tc>
        <w:tc>
          <w:tcPr>
            <w:tcW w:w="1303" w:type="dxa"/>
          </w:tcPr>
          <w:p w14:paraId="5CDF1858"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nd.</w:t>
            </w:r>
          </w:p>
        </w:tc>
        <w:tc>
          <w:tcPr>
            <w:tcW w:w="2410" w:type="dxa"/>
          </w:tcPr>
          <w:p w14:paraId="75B5DB95"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Kontrola jakości dokumentu po stronie Wykonawcy</w:t>
            </w:r>
          </w:p>
        </w:tc>
        <w:tc>
          <w:tcPr>
            <w:tcW w:w="709" w:type="dxa"/>
          </w:tcPr>
          <w:p w14:paraId="5CB5C762"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We</w:t>
            </w:r>
          </w:p>
        </w:tc>
        <w:tc>
          <w:tcPr>
            <w:tcW w:w="1134" w:type="dxa"/>
          </w:tcPr>
          <w:p w14:paraId="44AED5F0"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W</w:t>
            </w:r>
          </w:p>
        </w:tc>
        <w:tc>
          <w:tcPr>
            <w:tcW w:w="1134" w:type="dxa"/>
          </w:tcPr>
          <w:p w14:paraId="02524224"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t>Marek Puchrowicz</w:t>
            </w:r>
          </w:p>
        </w:tc>
        <w:tc>
          <w:tcPr>
            <w:tcW w:w="1134" w:type="dxa"/>
          </w:tcPr>
          <w:p w14:paraId="28C00C69" w14:textId="77777777" w:rsidR="0089399C" w:rsidRPr="00EA11AC" w:rsidRDefault="004D56EA" w:rsidP="004D56EA">
            <w:pPr>
              <w:pStyle w:val="Z2tabelatekst"/>
              <w:rPr>
                <w:rFonts w:ascii="Lato" w:hAnsi="Lato"/>
                <w:sz w:val="20"/>
                <w:szCs w:val="20"/>
                <w:lang w:val="pl-PL" w:eastAsia="pl-PL"/>
              </w:rPr>
            </w:pPr>
            <w:r w:rsidRPr="00EA11AC">
              <w:rPr>
                <w:rFonts w:ascii="Lato" w:hAnsi="Lato"/>
                <w:sz w:val="20"/>
                <w:szCs w:val="20"/>
                <w:lang w:val="pl-PL" w:eastAsia="pl-PL"/>
              </w:rPr>
              <w:t>2017-10-25</w:t>
            </w:r>
          </w:p>
        </w:tc>
      </w:tr>
      <w:tr w:rsidR="0089399C" w:rsidRPr="00EA11AC" w14:paraId="6BEE5671" w14:textId="77777777" w:rsidTr="00B31470">
        <w:tc>
          <w:tcPr>
            <w:tcW w:w="797" w:type="dxa"/>
          </w:tcPr>
          <w:p w14:paraId="6DBA2055"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lastRenderedPageBreak/>
              <w:t>1</w:t>
            </w:r>
          </w:p>
        </w:tc>
        <w:tc>
          <w:tcPr>
            <w:tcW w:w="877" w:type="dxa"/>
          </w:tcPr>
          <w:p w14:paraId="1877500C"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t>0</w:t>
            </w:r>
          </w:p>
        </w:tc>
        <w:tc>
          <w:tcPr>
            <w:tcW w:w="1303" w:type="dxa"/>
          </w:tcPr>
          <w:p w14:paraId="344696E1" w14:textId="77777777" w:rsidR="0089399C" w:rsidRPr="00EA11AC" w:rsidRDefault="004D56EA" w:rsidP="004D56EA">
            <w:pPr>
              <w:pStyle w:val="Z2tabelatekst"/>
              <w:rPr>
                <w:rFonts w:ascii="Lato" w:hAnsi="Lato"/>
                <w:sz w:val="20"/>
                <w:szCs w:val="20"/>
                <w:lang w:val="pl-PL" w:eastAsia="pl-PL"/>
              </w:rPr>
            </w:pPr>
            <w:r w:rsidRPr="00EA11AC">
              <w:rPr>
                <w:rFonts w:ascii="Lato" w:hAnsi="Lato"/>
                <w:sz w:val="20"/>
                <w:szCs w:val="20"/>
                <w:lang w:val="pl-PL" w:eastAsia="pl-PL"/>
              </w:rPr>
              <w:t>2017-1</w:t>
            </w:r>
            <w:r w:rsidR="001D4F4C" w:rsidRPr="00EA11AC">
              <w:rPr>
                <w:rFonts w:ascii="Lato" w:hAnsi="Lato"/>
                <w:sz w:val="20"/>
                <w:szCs w:val="20"/>
                <w:lang w:val="pl-PL" w:eastAsia="pl-PL"/>
              </w:rPr>
              <w:t>2</w:t>
            </w:r>
            <w:r w:rsidRPr="00EA11AC">
              <w:rPr>
                <w:rFonts w:ascii="Lato" w:hAnsi="Lato"/>
                <w:sz w:val="20"/>
                <w:szCs w:val="20"/>
                <w:lang w:val="pl-PL" w:eastAsia="pl-PL"/>
              </w:rPr>
              <w:t>-</w:t>
            </w:r>
            <w:r w:rsidR="001D4F4C" w:rsidRPr="00EA11AC">
              <w:rPr>
                <w:rFonts w:ascii="Lato" w:hAnsi="Lato"/>
                <w:sz w:val="20"/>
                <w:szCs w:val="20"/>
                <w:lang w:val="pl-PL" w:eastAsia="pl-PL"/>
              </w:rPr>
              <w:t>13</w:t>
            </w:r>
          </w:p>
        </w:tc>
        <w:tc>
          <w:tcPr>
            <w:tcW w:w="2410" w:type="dxa"/>
          </w:tcPr>
          <w:p w14:paraId="13170A43"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Przekazanie do kontroli jakości przez Zamawiającego</w:t>
            </w:r>
          </w:p>
        </w:tc>
        <w:tc>
          <w:tcPr>
            <w:tcW w:w="709" w:type="dxa"/>
          </w:tcPr>
          <w:p w14:paraId="75F15B9E"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nd.</w:t>
            </w:r>
          </w:p>
        </w:tc>
        <w:tc>
          <w:tcPr>
            <w:tcW w:w="1134" w:type="dxa"/>
          </w:tcPr>
          <w:p w14:paraId="4754ADD7"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nd.</w:t>
            </w:r>
          </w:p>
        </w:tc>
        <w:tc>
          <w:tcPr>
            <w:tcW w:w="1134" w:type="dxa"/>
          </w:tcPr>
          <w:p w14:paraId="169DEB3F" w14:textId="77777777" w:rsidR="0089399C" w:rsidRPr="00EA11AC" w:rsidRDefault="004D56EA" w:rsidP="00E75894">
            <w:pPr>
              <w:pStyle w:val="Z2tabelatekst"/>
              <w:rPr>
                <w:rFonts w:ascii="Lato" w:hAnsi="Lato"/>
                <w:sz w:val="20"/>
                <w:szCs w:val="20"/>
                <w:lang w:val="pl-PL" w:eastAsia="pl-PL"/>
              </w:rPr>
            </w:pPr>
            <w:r w:rsidRPr="00EA11AC">
              <w:rPr>
                <w:rFonts w:ascii="Lato" w:hAnsi="Lato"/>
                <w:sz w:val="20"/>
                <w:szCs w:val="20"/>
                <w:lang w:val="pl-PL" w:eastAsia="pl-PL"/>
              </w:rPr>
              <w:t>Marek Puchrowicz</w:t>
            </w:r>
          </w:p>
        </w:tc>
        <w:tc>
          <w:tcPr>
            <w:tcW w:w="1134" w:type="dxa"/>
          </w:tcPr>
          <w:p w14:paraId="43569712" w14:textId="77777777" w:rsidR="0089399C" w:rsidRPr="00EA11AC" w:rsidRDefault="0089399C" w:rsidP="00E75894">
            <w:pPr>
              <w:pStyle w:val="Z2tabelatekst"/>
              <w:rPr>
                <w:rFonts w:ascii="Lato" w:hAnsi="Lato"/>
                <w:sz w:val="20"/>
                <w:szCs w:val="20"/>
                <w:lang w:val="pl-PL" w:eastAsia="pl-PL"/>
              </w:rPr>
            </w:pPr>
            <w:r w:rsidRPr="00EA11AC">
              <w:rPr>
                <w:rFonts w:ascii="Lato" w:hAnsi="Lato"/>
                <w:sz w:val="20"/>
                <w:szCs w:val="20"/>
                <w:lang w:val="pl-PL" w:eastAsia="pl-PL"/>
              </w:rPr>
              <w:t>nd.</w:t>
            </w:r>
          </w:p>
        </w:tc>
      </w:tr>
      <w:tr w:rsidR="00E94954" w:rsidRPr="00EA11AC" w14:paraId="59C8E398" w14:textId="77777777" w:rsidTr="00B31470">
        <w:tc>
          <w:tcPr>
            <w:tcW w:w="797" w:type="dxa"/>
          </w:tcPr>
          <w:p w14:paraId="31772324"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1</w:t>
            </w:r>
          </w:p>
        </w:tc>
        <w:tc>
          <w:tcPr>
            <w:tcW w:w="877" w:type="dxa"/>
          </w:tcPr>
          <w:p w14:paraId="428BD9BF"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1</w:t>
            </w:r>
          </w:p>
        </w:tc>
        <w:tc>
          <w:tcPr>
            <w:tcW w:w="1303" w:type="dxa"/>
          </w:tcPr>
          <w:p w14:paraId="0A2D3AAC"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2021-10-15</w:t>
            </w:r>
          </w:p>
        </w:tc>
        <w:tc>
          <w:tcPr>
            <w:tcW w:w="2410" w:type="dxa"/>
          </w:tcPr>
          <w:p w14:paraId="04309A80"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Aktualizacja zgodnie ze zmianami WZ22</w:t>
            </w:r>
          </w:p>
        </w:tc>
        <w:tc>
          <w:tcPr>
            <w:tcW w:w="709" w:type="dxa"/>
          </w:tcPr>
          <w:p w14:paraId="57A3D4F3"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W,Z</w:t>
            </w:r>
          </w:p>
        </w:tc>
        <w:tc>
          <w:tcPr>
            <w:tcW w:w="1134" w:type="dxa"/>
          </w:tcPr>
          <w:p w14:paraId="432D4DD0"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1.4; 3.1</w:t>
            </w:r>
          </w:p>
        </w:tc>
        <w:tc>
          <w:tcPr>
            <w:tcW w:w="1134" w:type="dxa"/>
          </w:tcPr>
          <w:p w14:paraId="3C0EEEBE"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Bogdan Schmidt</w:t>
            </w:r>
          </w:p>
        </w:tc>
        <w:tc>
          <w:tcPr>
            <w:tcW w:w="1134" w:type="dxa"/>
          </w:tcPr>
          <w:p w14:paraId="23E9C21F" w14:textId="77777777" w:rsidR="00E94954" w:rsidRPr="00EA11AC" w:rsidRDefault="00E94954" w:rsidP="00E94954">
            <w:pPr>
              <w:pStyle w:val="Z2tabelatekst"/>
              <w:rPr>
                <w:rFonts w:ascii="Lato" w:hAnsi="Lato"/>
                <w:sz w:val="20"/>
                <w:szCs w:val="20"/>
                <w:lang w:val="pl-PL" w:eastAsia="pl-PL"/>
              </w:rPr>
            </w:pPr>
            <w:r w:rsidRPr="00EA11AC">
              <w:rPr>
                <w:rFonts w:ascii="Lato" w:hAnsi="Lato"/>
                <w:sz w:val="20"/>
                <w:szCs w:val="20"/>
                <w:lang w:val="pl-PL" w:eastAsia="pl-PL"/>
              </w:rPr>
              <w:t>nd.</w:t>
            </w:r>
          </w:p>
        </w:tc>
      </w:tr>
      <w:tr w:rsidR="00E94954" w:rsidRPr="00EA11AC" w14:paraId="49AE9468" w14:textId="77777777" w:rsidTr="00B31470">
        <w:tc>
          <w:tcPr>
            <w:tcW w:w="797" w:type="dxa"/>
          </w:tcPr>
          <w:p w14:paraId="0AD0313D" w14:textId="77777777" w:rsidR="00E94954" w:rsidRPr="00EA11AC" w:rsidRDefault="00E94954" w:rsidP="00E75894">
            <w:pPr>
              <w:pStyle w:val="Z2tabelatekst"/>
              <w:rPr>
                <w:rFonts w:ascii="Lato" w:hAnsi="Lato"/>
                <w:sz w:val="20"/>
                <w:szCs w:val="20"/>
                <w:lang w:val="pl-PL" w:eastAsia="pl-PL"/>
              </w:rPr>
            </w:pPr>
          </w:p>
        </w:tc>
        <w:tc>
          <w:tcPr>
            <w:tcW w:w="877" w:type="dxa"/>
          </w:tcPr>
          <w:p w14:paraId="6FFD9DAA" w14:textId="77777777" w:rsidR="00E94954" w:rsidRPr="00EA11AC" w:rsidRDefault="00E94954" w:rsidP="00E75894">
            <w:pPr>
              <w:pStyle w:val="Z2tabelatekst"/>
              <w:rPr>
                <w:rFonts w:ascii="Lato" w:hAnsi="Lato"/>
                <w:sz w:val="20"/>
                <w:szCs w:val="20"/>
                <w:lang w:val="pl-PL" w:eastAsia="pl-PL"/>
              </w:rPr>
            </w:pPr>
          </w:p>
        </w:tc>
        <w:tc>
          <w:tcPr>
            <w:tcW w:w="1303" w:type="dxa"/>
          </w:tcPr>
          <w:p w14:paraId="6F967EE9" w14:textId="77777777" w:rsidR="00E94954" w:rsidRPr="00EA11AC" w:rsidRDefault="00E94954" w:rsidP="004D56EA">
            <w:pPr>
              <w:pStyle w:val="Z2tabelatekst"/>
              <w:rPr>
                <w:rFonts w:ascii="Lato" w:hAnsi="Lato"/>
                <w:sz w:val="20"/>
                <w:szCs w:val="20"/>
                <w:lang w:val="pl-PL" w:eastAsia="pl-PL"/>
              </w:rPr>
            </w:pPr>
          </w:p>
        </w:tc>
        <w:tc>
          <w:tcPr>
            <w:tcW w:w="2410" w:type="dxa"/>
          </w:tcPr>
          <w:p w14:paraId="7B8FB018" w14:textId="77777777" w:rsidR="00E94954" w:rsidRPr="00EA11AC" w:rsidRDefault="00E94954" w:rsidP="00E75894">
            <w:pPr>
              <w:pStyle w:val="Z2tabelatekst"/>
              <w:rPr>
                <w:rFonts w:ascii="Lato" w:hAnsi="Lato"/>
                <w:sz w:val="20"/>
                <w:szCs w:val="20"/>
                <w:lang w:val="pl-PL" w:eastAsia="pl-PL"/>
              </w:rPr>
            </w:pPr>
          </w:p>
        </w:tc>
        <w:tc>
          <w:tcPr>
            <w:tcW w:w="709" w:type="dxa"/>
          </w:tcPr>
          <w:p w14:paraId="526387DF" w14:textId="77777777" w:rsidR="00E94954" w:rsidRPr="00EA11AC" w:rsidRDefault="00E94954" w:rsidP="00E75894">
            <w:pPr>
              <w:pStyle w:val="Z2tabelatekst"/>
              <w:rPr>
                <w:rFonts w:ascii="Lato" w:hAnsi="Lato"/>
                <w:sz w:val="20"/>
                <w:szCs w:val="20"/>
                <w:lang w:val="pl-PL" w:eastAsia="pl-PL"/>
              </w:rPr>
            </w:pPr>
          </w:p>
        </w:tc>
        <w:tc>
          <w:tcPr>
            <w:tcW w:w="1134" w:type="dxa"/>
          </w:tcPr>
          <w:p w14:paraId="4F60594B" w14:textId="77777777" w:rsidR="00E94954" w:rsidRPr="00EA11AC" w:rsidRDefault="00E94954" w:rsidP="00E75894">
            <w:pPr>
              <w:pStyle w:val="Z2tabelatekst"/>
              <w:rPr>
                <w:rFonts w:ascii="Lato" w:hAnsi="Lato"/>
                <w:sz w:val="20"/>
                <w:szCs w:val="20"/>
                <w:lang w:val="pl-PL" w:eastAsia="pl-PL"/>
              </w:rPr>
            </w:pPr>
          </w:p>
        </w:tc>
        <w:tc>
          <w:tcPr>
            <w:tcW w:w="1134" w:type="dxa"/>
          </w:tcPr>
          <w:p w14:paraId="3E4E5F93" w14:textId="77777777" w:rsidR="00E94954" w:rsidRPr="00EA11AC" w:rsidRDefault="00E94954" w:rsidP="00E75894">
            <w:pPr>
              <w:pStyle w:val="Z2tabelatekst"/>
              <w:rPr>
                <w:rFonts w:ascii="Lato" w:hAnsi="Lato"/>
                <w:sz w:val="20"/>
                <w:szCs w:val="20"/>
                <w:lang w:val="pl-PL" w:eastAsia="pl-PL"/>
              </w:rPr>
            </w:pPr>
          </w:p>
        </w:tc>
        <w:tc>
          <w:tcPr>
            <w:tcW w:w="1134" w:type="dxa"/>
          </w:tcPr>
          <w:p w14:paraId="5FB54F43" w14:textId="77777777" w:rsidR="00E94954" w:rsidRPr="00EA11AC" w:rsidRDefault="00E94954" w:rsidP="00E75894">
            <w:pPr>
              <w:pStyle w:val="Z2tabelatekst"/>
              <w:rPr>
                <w:rFonts w:ascii="Lato" w:hAnsi="Lato"/>
                <w:sz w:val="20"/>
                <w:szCs w:val="20"/>
                <w:lang w:val="pl-PL" w:eastAsia="pl-PL"/>
              </w:rPr>
            </w:pPr>
          </w:p>
        </w:tc>
      </w:tr>
    </w:tbl>
    <w:p w14:paraId="4980362B" w14:textId="77777777" w:rsidR="00A45A2F" w:rsidRPr="00EA11AC" w:rsidRDefault="00590CCC" w:rsidP="003D25AE">
      <w:r w:rsidRPr="00EA11AC">
        <w:t xml:space="preserve"> </w:t>
      </w:r>
      <w:r w:rsidR="00A45A2F" w:rsidRPr="00EA11AC">
        <w:t>(*) Akcje: W = Wstaw, Z = Zamień, We = Weryfikuj, N = Nowy</w:t>
      </w:r>
    </w:p>
    <w:p w14:paraId="56AAE809" w14:textId="77777777" w:rsidR="00A45A2F" w:rsidRPr="00EA11AC" w:rsidRDefault="00A45A2F" w:rsidP="003D25AE">
      <w:r w:rsidRPr="00EA11AC">
        <w:t>(**) Rozdziały: W = Wszystkie</w:t>
      </w:r>
    </w:p>
    <w:p w14:paraId="759487FE" w14:textId="77777777" w:rsidR="00561FE8" w:rsidRPr="00EA11AC" w:rsidRDefault="00A45A2F" w:rsidP="003D25AE">
      <w:r w:rsidRPr="00EA11AC">
        <w:t>(***) Autorzy: patrz metryka dokumentu</w:t>
      </w:r>
    </w:p>
    <w:p w14:paraId="5E321C99" w14:textId="77777777" w:rsidR="003B59A0" w:rsidRPr="003F43BF" w:rsidRDefault="00561FE8" w:rsidP="003B59A0">
      <w:pPr>
        <w:pStyle w:val="PJPtekst"/>
        <w:ind w:left="0"/>
        <w:rPr>
          <w:rFonts w:ascii="Lato" w:hAnsi="Lato"/>
          <w:sz w:val="28"/>
          <w:szCs w:val="28"/>
        </w:rPr>
      </w:pPr>
      <w:r w:rsidRPr="00EA11AC">
        <w:rPr>
          <w:rFonts w:ascii="Lato" w:hAnsi="Lato"/>
        </w:rPr>
        <w:br w:type="page"/>
      </w:r>
      <w:r w:rsidR="003B59A0" w:rsidRPr="003F43BF">
        <w:rPr>
          <w:rFonts w:ascii="Lato" w:hAnsi="Lato"/>
          <w:sz w:val="28"/>
          <w:szCs w:val="28"/>
        </w:rPr>
        <w:lastRenderedPageBreak/>
        <w:t>SPIS TREŚCI</w:t>
      </w:r>
    </w:p>
    <w:p w14:paraId="7588E8D0" w14:textId="4AEF4B38" w:rsidR="00344803" w:rsidRDefault="00035695">
      <w:pPr>
        <w:pStyle w:val="Spistreci1"/>
        <w:rPr>
          <w:rFonts w:asciiTheme="minorHAnsi" w:eastAsiaTheme="minorEastAsia" w:hAnsiTheme="minorHAnsi" w:cstheme="minorBidi"/>
          <w:b w:val="0"/>
          <w:bCs w:val="0"/>
          <w:noProof/>
          <w:sz w:val="22"/>
          <w:szCs w:val="22"/>
          <w:lang w:eastAsia="pl-PL"/>
        </w:rPr>
      </w:pPr>
      <w:r w:rsidRPr="003F43BF">
        <w:fldChar w:fldCharType="begin"/>
      </w:r>
      <w:r w:rsidRPr="003F43BF">
        <w:instrText xml:space="preserve"> TOC \o "1-3" \h \z \u </w:instrText>
      </w:r>
      <w:r w:rsidRPr="003F43BF">
        <w:fldChar w:fldCharType="separate"/>
      </w:r>
      <w:hyperlink w:anchor="_Toc184021047" w:history="1">
        <w:r w:rsidR="00344803" w:rsidRPr="00D67F6B">
          <w:rPr>
            <w:rStyle w:val="Hipercze"/>
            <w:noProof/>
          </w:rPr>
          <w:t>1.</w:t>
        </w:r>
        <w:r w:rsidR="00344803">
          <w:rPr>
            <w:rFonts w:asciiTheme="minorHAnsi" w:eastAsiaTheme="minorEastAsia" w:hAnsiTheme="minorHAnsi" w:cstheme="minorBidi"/>
            <w:b w:val="0"/>
            <w:bCs w:val="0"/>
            <w:noProof/>
            <w:sz w:val="22"/>
            <w:szCs w:val="22"/>
            <w:lang w:eastAsia="pl-PL"/>
          </w:rPr>
          <w:tab/>
        </w:r>
        <w:r w:rsidR="00344803" w:rsidRPr="00D67F6B">
          <w:rPr>
            <w:rStyle w:val="Hipercze"/>
            <w:noProof/>
          </w:rPr>
          <w:t>Opis dokumentu</w:t>
        </w:r>
        <w:r w:rsidR="00344803">
          <w:rPr>
            <w:noProof/>
            <w:webHidden/>
          </w:rPr>
          <w:tab/>
        </w:r>
        <w:r w:rsidR="00344803">
          <w:rPr>
            <w:noProof/>
            <w:webHidden/>
          </w:rPr>
          <w:fldChar w:fldCharType="begin"/>
        </w:r>
        <w:r w:rsidR="00344803">
          <w:rPr>
            <w:noProof/>
            <w:webHidden/>
          </w:rPr>
          <w:instrText xml:space="preserve"> PAGEREF _Toc184021047 \h </w:instrText>
        </w:r>
        <w:r w:rsidR="00344803">
          <w:rPr>
            <w:noProof/>
            <w:webHidden/>
          </w:rPr>
        </w:r>
        <w:r w:rsidR="00344803">
          <w:rPr>
            <w:noProof/>
            <w:webHidden/>
          </w:rPr>
          <w:fldChar w:fldCharType="separate"/>
        </w:r>
        <w:r w:rsidR="00344803">
          <w:rPr>
            <w:noProof/>
            <w:webHidden/>
          </w:rPr>
          <w:t>6</w:t>
        </w:r>
        <w:r w:rsidR="00344803">
          <w:rPr>
            <w:noProof/>
            <w:webHidden/>
          </w:rPr>
          <w:fldChar w:fldCharType="end"/>
        </w:r>
      </w:hyperlink>
    </w:p>
    <w:p w14:paraId="205868C1" w14:textId="2D6E4A6B"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48" w:history="1">
        <w:r w:rsidRPr="00D67F6B">
          <w:rPr>
            <w:rStyle w:val="Hipercze"/>
            <w:noProof/>
          </w:rPr>
          <w:t>1.1.</w:t>
        </w:r>
        <w:r>
          <w:rPr>
            <w:rFonts w:asciiTheme="minorHAnsi" w:eastAsiaTheme="minorEastAsia" w:hAnsiTheme="minorHAnsi" w:cstheme="minorBidi"/>
            <w:noProof/>
            <w:sz w:val="22"/>
            <w:szCs w:val="22"/>
            <w:lang w:eastAsia="pl-PL"/>
          </w:rPr>
          <w:tab/>
        </w:r>
        <w:r w:rsidRPr="00D67F6B">
          <w:rPr>
            <w:rStyle w:val="Hipercze"/>
            <w:noProof/>
          </w:rPr>
          <w:t>Cel dokumentu</w:t>
        </w:r>
        <w:r>
          <w:rPr>
            <w:noProof/>
            <w:webHidden/>
          </w:rPr>
          <w:tab/>
        </w:r>
        <w:r>
          <w:rPr>
            <w:noProof/>
            <w:webHidden/>
          </w:rPr>
          <w:fldChar w:fldCharType="begin"/>
        </w:r>
        <w:r>
          <w:rPr>
            <w:noProof/>
            <w:webHidden/>
          </w:rPr>
          <w:instrText xml:space="preserve"> PAGEREF _Toc184021048 \h </w:instrText>
        </w:r>
        <w:r>
          <w:rPr>
            <w:noProof/>
            <w:webHidden/>
          </w:rPr>
        </w:r>
        <w:r>
          <w:rPr>
            <w:noProof/>
            <w:webHidden/>
          </w:rPr>
          <w:fldChar w:fldCharType="separate"/>
        </w:r>
        <w:r>
          <w:rPr>
            <w:noProof/>
            <w:webHidden/>
          </w:rPr>
          <w:t>6</w:t>
        </w:r>
        <w:r>
          <w:rPr>
            <w:noProof/>
            <w:webHidden/>
          </w:rPr>
          <w:fldChar w:fldCharType="end"/>
        </w:r>
      </w:hyperlink>
    </w:p>
    <w:p w14:paraId="7AB76AE2" w14:textId="0440CF0A"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49" w:history="1">
        <w:r w:rsidRPr="00D67F6B">
          <w:rPr>
            <w:rStyle w:val="Hipercze"/>
            <w:noProof/>
          </w:rPr>
          <w:t>1.2.</w:t>
        </w:r>
        <w:r>
          <w:rPr>
            <w:rFonts w:asciiTheme="minorHAnsi" w:eastAsiaTheme="minorEastAsia" w:hAnsiTheme="minorHAnsi" w:cstheme="minorBidi"/>
            <w:noProof/>
            <w:sz w:val="22"/>
            <w:szCs w:val="22"/>
            <w:lang w:eastAsia="pl-PL"/>
          </w:rPr>
          <w:tab/>
        </w:r>
        <w:r w:rsidRPr="00D67F6B">
          <w:rPr>
            <w:rStyle w:val="Hipercze"/>
            <w:noProof/>
          </w:rPr>
          <w:t>Komunikat OPAL</w:t>
        </w:r>
        <w:r>
          <w:rPr>
            <w:noProof/>
            <w:webHidden/>
          </w:rPr>
          <w:tab/>
        </w:r>
        <w:r>
          <w:rPr>
            <w:noProof/>
            <w:webHidden/>
          </w:rPr>
          <w:fldChar w:fldCharType="begin"/>
        </w:r>
        <w:r>
          <w:rPr>
            <w:noProof/>
            <w:webHidden/>
          </w:rPr>
          <w:instrText xml:space="preserve"> PAGEREF _Toc184021049 \h </w:instrText>
        </w:r>
        <w:r>
          <w:rPr>
            <w:noProof/>
            <w:webHidden/>
          </w:rPr>
        </w:r>
        <w:r>
          <w:rPr>
            <w:noProof/>
            <w:webHidden/>
          </w:rPr>
          <w:fldChar w:fldCharType="separate"/>
        </w:r>
        <w:r>
          <w:rPr>
            <w:noProof/>
            <w:webHidden/>
          </w:rPr>
          <w:t>6</w:t>
        </w:r>
        <w:r>
          <w:rPr>
            <w:noProof/>
            <w:webHidden/>
          </w:rPr>
          <w:fldChar w:fldCharType="end"/>
        </w:r>
      </w:hyperlink>
    </w:p>
    <w:p w14:paraId="698C57D6" w14:textId="121C7A4D"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50" w:history="1">
        <w:r w:rsidRPr="00D67F6B">
          <w:rPr>
            <w:rStyle w:val="Hipercze"/>
            <w:noProof/>
          </w:rPr>
          <w:t>1.3.</w:t>
        </w:r>
        <w:r>
          <w:rPr>
            <w:rFonts w:asciiTheme="minorHAnsi" w:eastAsiaTheme="minorEastAsia" w:hAnsiTheme="minorHAnsi" w:cstheme="minorBidi"/>
            <w:noProof/>
            <w:sz w:val="22"/>
            <w:szCs w:val="22"/>
            <w:lang w:eastAsia="pl-PL"/>
          </w:rPr>
          <w:tab/>
        </w:r>
        <w:r w:rsidRPr="00D67F6B">
          <w:rPr>
            <w:rStyle w:val="Hipercze"/>
            <w:noProof/>
          </w:rPr>
          <w:t>Zastosowanie</w:t>
        </w:r>
        <w:r>
          <w:rPr>
            <w:noProof/>
            <w:webHidden/>
          </w:rPr>
          <w:tab/>
        </w:r>
        <w:r>
          <w:rPr>
            <w:noProof/>
            <w:webHidden/>
          </w:rPr>
          <w:fldChar w:fldCharType="begin"/>
        </w:r>
        <w:r>
          <w:rPr>
            <w:noProof/>
            <w:webHidden/>
          </w:rPr>
          <w:instrText xml:space="preserve"> PAGEREF _Toc184021050 \h </w:instrText>
        </w:r>
        <w:r>
          <w:rPr>
            <w:noProof/>
            <w:webHidden/>
          </w:rPr>
        </w:r>
        <w:r>
          <w:rPr>
            <w:noProof/>
            <w:webHidden/>
          </w:rPr>
          <w:fldChar w:fldCharType="separate"/>
        </w:r>
        <w:r>
          <w:rPr>
            <w:noProof/>
            <w:webHidden/>
          </w:rPr>
          <w:t>7</w:t>
        </w:r>
        <w:r>
          <w:rPr>
            <w:noProof/>
            <w:webHidden/>
          </w:rPr>
          <w:fldChar w:fldCharType="end"/>
        </w:r>
      </w:hyperlink>
    </w:p>
    <w:p w14:paraId="481290C5" w14:textId="39EA3275"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51" w:history="1">
        <w:r w:rsidRPr="00D67F6B">
          <w:rPr>
            <w:rStyle w:val="Hipercze"/>
            <w:noProof/>
          </w:rPr>
          <w:t>1.4.</w:t>
        </w:r>
        <w:r>
          <w:rPr>
            <w:rFonts w:asciiTheme="minorHAnsi" w:eastAsiaTheme="minorEastAsia" w:hAnsiTheme="minorHAnsi" w:cstheme="minorBidi"/>
            <w:noProof/>
            <w:sz w:val="22"/>
            <w:szCs w:val="22"/>
            <w:lang w:eastAsia="pl-PL"/>
          </w:rPr>
          <w:tab/>
        </w:r>
        <w:r w:rsidRPr="00D67F6B">
          <w:rPr>
            <w:rStyle w:val="Hipercze"/>
            <w:noProof/>
          </w:rPr>
          <w:t>Obowiązywanie</w:t>
        </w:r>
        <w:r>
          <w:rPr>
            <w:noProof/>
            <w:webHidden/>
          </w:rPr>
          <w:tab/>
        </w:r>
        <w:r>
          <w:rPr>
            <w:noProof/>
            <w:webHidden/>
          </w:rPr>
          <w:fldChar w:fldCharType="begin"/>
        </w:r>
        <w:r>
          <w:rPr>
            <w:noProof/>
            <w:webHidden/>
          </w:rPr>
          <w:instrText xml:space="preserve"> PAGEREF _Toc184021051 \h </w:instrText>
        </w:r>
        <w:r>
          <w:rPr>
            <w:noProof/>
            <w:webHidden/>
          </w:rPr>
        </w:r>
        <w:r>
          <w:rPr>
            <w:noProof/>
            <w:webHidden/>
          </w:rPr>
          <w:fldChar w:fldCharType="separate"/>
        </w:r>
        <w:r>
          <w:rPr>
            <w:noProof/>
            <w:webHidden/>
          </w:rPr>
          <w:t>7</w:t>
        </w:r>
        <w:r>
          <w:rPr>
            <w:noProof/>
            <w:webHidden/>
          </w:rPr>
          <w:fldChar w:fldCharType="end"/>
        </w:r>
      </w:hyperlink>
    </w:p>
    <w:p w14:paraId="0B48C237" w14:textId="49E9E857"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52" w:history="1">
        <w:r w:rsidRPr="00D67F6B">
          <w:rPr>
            <w:rStyle w:val="Hipercze"/>
            <w:noProof/>
          </w:rPr>
          <w:t>1.5.</w:t>
        </w:r>
        <w:r>
          <w:rPr>
            <w:rFonts w:asciiTheme="minorHAnsi" w:eastAsiaTheme="minorEastAsia" w:hAnsiTheme="minorHAnsi" w:cstheme="minorBidi"/>
            <w:noProof/>
            <w:sz w:val="22"/>
            <w:szCs w:val="22"/>
            <w:lang w:eastAsia="pl-PL"/>
          </w:rPr>
          <w:tab/>
        </w:r>
        <w:r w:rsidRPr="00D67F6B">
          <w:rPr>
            <w:rStyle w:val="Hipercze"/>
            <w:noProof/>
          </w:rPr>
          <w:t>Dokumenty obowiązujące i pomocnicze</w:t>
        </w:r>
        <w:r>
          <w:rPr>
            <w:noProof/>
            <w:webHidden/>
          </w:rPr>
          <w:tab/>
        </w:r>
        <w:r>
          <w:rPr>
            <w:noProof/>
            <w:webHidden/>
          </w:rPr>
          <w:fldChar w:fldCharType="begin"/>
        </w:r>
        <w:r>
          <w:rPr>
            <w:noProof/>
            <w:webHidden/>
          </w:rPr>
          <w:instrText xml:space="preserve"> PAGEREF _Toc184021052 \h </w:instrText>
        </w:r>
        <w:r>
          <w:rPr>
            <w:noProof/>
            <w:webHidden/>
          </w:rPr>
        </w:r>
        <w:r>
          <w:rPr>
            <w:noProof/>
            <w:webHidden/>
          </w:rPr>
          <w:fldChar w:fldCharType="separate"/>
        </w:r>
        <w:r>
          <w:rPr>
            <w:noProof/>
            <w:webHidden/>
          </w:rPr>
          <w:t>7</w:t>
        </w:r>
        <w:r>
          <w:rPr>
            <w:noProof/>
            <w:webHidden/>
          </w:rPr>
          <w:fldChar w:fldCharType="end"/>
        </w:r>
      </w:hyperlink>
    </w:p>
    <w:p w14:paraId="014F79FF" w14:textId="5C226734" w:rsidR="00344803" w:rsidRDefault="0034480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21053" w:history="1">
        <w:r w:rsidRPr="00D67F6B">
          <w:rPr>
            <w:rStyle w:val="Hipercze"/>
            <w:noProof/>
          </w:rPr>
          <w:t>1.5.1.</w:t>
        </w:r>
        <w:r>
          <w:rPr>
            <w:rFonts w:asciiTheme="minorHAnsi" w:eastAsiaTheme="minorEastAsia" w:hAnsiTheme="minorHAnsi" w:cstheme="minorBidi"/>
            <w:iCs w:val="0"/>
            <w:noProof/>
            <w:sz w:val="22"/>
            <w:szCs w:val="22"/>
            <w:lang w:eastAsia="pl-PL"/>
          </w:rPr>
          <w:tab/>
        </w:r>
        <w:r w:rsidRPr="00D67F6B">
          <w:rPr>
            <w:rStyle w:val="Hipercze"/>
            <w:noProof/>
          </w:rPr>
          <w:t>Dokumenty obowiązujące</w:t>
        </w:r>
        <w:r>
          <w:rPr>
            <w:noProof/>
            <w:webHidden/>
          </w:rPr>
          <w:tab/>
        </w:r>
        <w:r>
          <w:rPr>
            <w:noProof/>
            <w:webHidden/>
          </w:rPr>
          <w:fldChar w:fldCharType="begin"/>
        </w:r>
        <w:r>
          <w:rPr>
            <w:noProof/>
            <w:webHidden/>
          </w:rPr>
          <w:instrText xml:space="preserve"> PAGEREF _Toc184021053 \h </w:instrText>
        </w:r>
        <w:r>
          <w:rPr>
            <w:noProof/>
            <w:webHidden/>
          </w:rPr>
        </w:r>
        <w:r>
          <w:rPr>
            <w:noProof/>
            <w:webHidden/>
          </w:rPr>
          <w:fldChar w:fldCharType="separate"/>
        </w:r>
        <w:r>
          <w:rPr>
            <w:noProof/>
            <w:webHidden/>
          </w:rPr>
          <w:t>7</w:t>
        </w:r>
        <w:r>
          <w:rPr>
            <w:noProof/>
            <w:webHidden/>
          </w:rPr>
          <w:fldChar w:fldCharType="end"/>
        </w:r>
      </w:hyperlink>
    </w:p>
    <w:p w14:paraId="6107E016" w14:textId="446BA12D" w:rsidR="00344803" w:rsidRDefault="0034480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21054" w:history="1">
        <w:r w:rsidRPr="00D67F6B">
          <w:rPr>
            <w:rStyle w:val="Hipercze"/>
            <w:noProof/>
          </w:rPr>
          <w:t>1.5.2.</w:t>
        </w:r>
        <w:r>
          <w:rPr>
            <w:rFonts w:asciiTheme="minorHAnsi" w:eastAsiaTheme="minorEastAsia" w:hAnsiTheme="minorHAnsi" w:cstheme="minorBidi"/>
            <w:iCs w:val="0"/>
            <w:noProof/>
            <w:sz w:val="22"/>
            <w:szCs w:val="22"/>
            <w:lang w:eastAsia="pl-PL"/>
          </w:rPr>
          <w:tab/>
        </w:r>
        <w:r w:rsidRPr="00D67F6B">
          <w:rPr>
            <w:rStyle w:val="Hipercze"/>
            <w:noProof/>
          </w:rPr>
          <w:t>Dokumenty pomocnicze</w:t>
        </w:r>
        <w:r>
          <w:rPr>
            <w:noProof/>
            <w:webHidden/>
          </w:rPr>
          <w:tab/>
        </w:r>
        <w:r>
          <w:rPr>
            <w:noProof/>
            <w:webHidden/>
          </w:rPr>
          <w:fldChar w:fldCharType="begin"/>
        </w:r>
        <w:r>
          <w:rPr>
            <w:noProof/>
            <w:webHidden/>
          </w:rPr>
          <w:instrText xml:space="preserve"> PAGEREF _Toc184021054 \h </w:instrText>
        </w:r>
        <w:r>
          <w:rPr>
            <w:noProof/>
            <w:webHidden/>
          </w:rPr>
        </w:r>
        <w:r>
          <w:rPr>
            <w:noProof/>
            <w:webHidden/>
          </w:rPr>
          <w:fldChar w:fldCharType="separate"/>
        </w:r>
        <w:r>
          <w:rPr>
            <w:noProof/>
            <w:webHidden/>
          </w:rPr>
          <w:t>7</w:t>
        </w:r>
        <w:r>
          <w:rPr>
            <w:noProof/>
            <w:webHidden/>
          </w:rPr>
          <w:fldChar w:fldCharType="end"/>
        </w:r>
      </w:hyperlink>
    </w:p>
    <w:p w14:paraId="062C8B88" w14:textId="3333F71A"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55" w:history="1">
        <w:r w:rsidRPr="00D67F6B">
          <w:rPr>
            <w:rStyle w:val="Hipercze"/>
            <w:noProof/>
          </w:rPr>
          <w:t>1.6.</w:t>
        </w:r>
        <w:r>
          <w:rPr>
            <w:rFonts w:asciiTheme="minorHAnsi" w:eastAsiaTheme="minorEastAsia" w:hAnsiTheme="minorHAnsi" w:cstheme="minorBidi"/>
            <w:noProof/>
            <w:sz w:val="22"/>
            <w:szCs w:val="22"/>
            <w:lang w:eastAsia="pl-PL"/>
          </w:rPr>
          <w:tab/>
        </w:r>
        <w:r w:rsidRPr="00D67F6B">
          <w:rPr>
            <w:rStyle w:val="Hipercze"/>
            <w:noProof/>
          </w:rPr>
          <w:t>Słownik przyjętych skrótów i terminów</w:t>
        </w:r>
        <w:r>
          <w:rPr>
            <w:noProof/>
            <w:webHidden/>
          </w:rPr>
          <w:tab/>
        </w:r>
        <w:r>
          <w:rPr>
            <w:noProof/>
            <w:webHidden/>
          </w:rPr>
          <w:fldChar w:fldCharType="begin"/>
        </w:r>
        <w:r>
          <w:rPr>
            <w:noProof/>
            <w:webHidden/>
          </w:rPr>
          <w:instrText xml:space="preserve"> PAGEREF _Toc184021055 \h </w:instrText>
        </w:r>
        <w:r>
          <w:rPr>
            <w:noProof/>
            <w:webHidden/>
          </w:rPr>
        </w:r>
        <w:r>
          <w:rPr>
            <w:noProof/>
            <w:webHidden/>
          </w:rPr>
          <w:fldChar w:fldCharType="separate"/>
        </w:r>
        <w:r>
          <w:rPr>
            <w:noProof/>
            <w:webHidden/>
          </w:rPr>
          <w:t>8</w:t>
        </w:r>
        <w:r>
          <w:rPr>
            <w:noProof/>
            <w:webHidden/>
          </w:rPr>
          <w:fldChar w:fldCharType="end"/>
        </w:r>
      </w:hyperlink>
    </w:p>
    <w:p w14:paraId="75F18FAF" w14:textId="7E816201" w:rsidR="00344803" w:rsidRDefault="0034480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21056" w:history="1">
        <w:r w:rsidRPr="00D67F6B">
          <w:rPr>
            <w:rStyle w:val="Hipercze"/>
            <w:noProof/>
          </w:rPr>
          <w:t>1.6.1.</w:t>
        </w:r>
        <w:r>
          <w:rPr>
            <w:rFonts w:asciiTheme="minorHAnsi" w:eastAsiaTheme="minorEastAsia" w:hAnsiTheme="minorHAnsi" w:cstheme="minorBidi"/>
            <w:iCs w:val="0"/>
            <w:noProof/>
            <w:sz w:val="22"/>
            <w:szCs w:val="22"/>
            <w:lang w:eastAsia="pl-PL"/>
          </w:rPr>
          <w:tab/>
        </w:r>
        <w:r w:rsidRPr="00D67F6B">
          <w:rPr>
            <w:rStyle w:val="Hipercze"/>
            <w:noProof/>
          </w:rPr>
          <w:t>Skróty i akronimy</w:t>
        </w:r>
        <w:r>
          <w:rPr>
            <w:noProof/>
            <w:webHidden/>
          </w:rPr>
          <w:tab/>
        </w:r>
        <w:r>
          <w:rPr>
            <w:noProof/>
            <w:webHidden/>
          </w:rPr>
          <w:fldChar w:fldCharType="begin"/>
        </w:r>
        <w:r>
          <w:rPr>
            <w:noProof/>
            <w:webHidden/>
          </w:rPr>
          <w:instrText xml:space="preserve"> PAGEREF _Toc184021056 \h </w:instrText>
        </w:r>
        <w:r>
          <w:rPr>
            <w:noProof/>
            <w:webHidden/>
          </w:rPr>
        </w:r>
        <w:r>
          <w:rPr>
            <w:noProof/>
            <w:webHidden/>
          </w:rPr>
          <w:fldChar w:fldCharType="separate"/>
        </w:r>
        <w:r>
          <w:rPr>
            <w:noProof/>
            <w:webHidden/>
          </w:rPr>
          <w:t>8</w:t>
        </w:r>
        <w:r>
          <w:rPr>
            <w:noProof/>
            <w:webHidden/>
          </w:rPr>
          <w:fldChar w:fldCharType="end"/>
        </w:r>
      </w:hyperlink>
    </w:p>
    <w:p w14:paraId="4F221E04" w14:textId="43446350" w:rsidR="00344803" w:rsidRDefault="0034480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021057" w:history="1">
        <w:r w:rsidRPr="00D67F6B">
          <w:rPr>
            <w:rStyle w:val="Hipercze"/>
            <w:noProof/>
          </w:rPr>
          <w:t>1.6.2.</w:t>
        </w:r>
        <w:r>
          <w:rPr>
            <w:rFonts w:asciiTheme="minorHAnsi" w:eastAsiaTheme="minorEastAsia" w:hAnsiTheme="minorHAnsi" w:cstheme="minorBidi"/>
            <w:iCs w:val="0"/>
            <w:noProof/>
            <w:sz w:val="22"/>
            <w:szCs w:val="22"/>
            <w:lang w:eastAsia="pl-PL"/>
          </w:rPr>
          <w:tab/>
        </w:r>
        <w:r w:rsidRPr="00D67F6B">
          <w:rPr>
            <w:rStyle w:val="Hipercze"/>
            <w:noProof/>
          </w:rPr>
          <w:t>Terminy</w:t>
        </w:r>
        <w:r>
          <w:rPr>
            <w:noProof/>
            <w:webHidden/>
          </w:rPr>
          <w:tab/>
        </w:r>
        <w:r>
          <w:rPr>
            <w:noProof/>
            <w:webHidden/>
          </w:rPr>
          <w:fldChar w:fldCharType="begin"/>
        </w:r>
        <w:r>
          <w:rPr>
            <w:noProof/>
            <w:webHidden/>
          </w:rPr>
          <w:instrText xml:space="preserve"> PAGEREF _Toc184021057 \h </w:instrText>
        </w:r>
        <w:r>
          <w:rPr>
            <w:noProof/>
            <w:webHidden/>
          </w:rPr>
        </w:r>
        <w:r>
          <w:rPr>
            <w:noProof/>
            <w:webHidden/>
          </w:rPr>
          <w:fldChar w:fldCharType="separate"/>
        </w:r>
        <w:r>
          <w:rPr>
            <w:noProof/>
            <w:webHidden/>
          </w:rPr>
          <w:t>11</w:t>
        </w:r>
        <w:r>
          <w:rPr>
            <w:noProof/>
            <w:webHidden/>
          </w:rPr>
          <w:fldChar w:fldCharType="end"/>
        </w:r>
      </w:hyperlink>
    </w:p>
    <w:p w14:paraId="6AE65997" w14:textId="7CA8B383" w:rsidR="00344803" w:rsidRDefault="00344803">
      <w:pPr>
        <w:pStyle w:val="Spistreci1"/>
        <w:rPr>
          <w:rFonts w:asciiTheme="minorHAnsi" w:eastAsiaTheme="minorEastAsia" w:hAnsiTheme="minorHAnsi" w:cstheme="minorBidi"/>
          <w:b w:val="0"/>
          <w:bCs w:val="0"/>
          <w:noProof/>
          <w:sz w:val="22"/>
          <w:szCs w:val="22"/>
          <w:lang w:eastAsia="pl-PL"/>
        </w:rPr>
      </w:pPr>
      <w:hyperlink w:anchor="_Toc184021058" w:history="1">
        <w:r w:rsidRPr="00D67F6B">
          <w:rPr>
            <w:rStyle w:val="Hipercze"/>
            <w:noProof/>
          </w:rPr>
          <w:t>2.</w:t>
        </w:r>
        <w:r>
          <w:rPr>
            <w:rFonts w:asciiTheme="minorHAnsi" w:eastAsiaTheme="minorEastAsia" w:hAnsiTheme="minorHAnsi" w:cstheme="minorBidi"/>
            <w:b w:val="0"/>
            <w:bCs w:val="0"/>
            <w:noProof/>
            <w:sz w:val="22"/>
            <w:szCs w:val="22"/>
            <w:lang w:eastAsia="pl-PL"/>
          </w:rPr>
          <w:tab/>
        </w:r>
        <w:r w:rsidRPr="00D67F6B">
          <w:rPr>
            <w:rStyle w:val="Hipercze"/>
            <w:noProof/>
          </w:rPr>
          <w:t>Zawartość merytoryczna dokumentu</w:t>
        </w:r>
        <w:r>
          <w:rPr>
            <w:noProof/>
            <w:webHidden/>
          </w:rPr>
          <w:tab/>
        </w:r>
        <w:r>
          <w:rPr>
            <w:noProof/>
            <w:webHidden/>
          </w:rPr>
          <w:fldChar w:fldCharType="begin"/>
        </w:r>
        <w:r>
          <w:rPr>
            <w:noProof/>
            <w:webHidden/>
          </w:rPr>
          <w:instrText xml:space="preserve"> PAGEREF _Toc184021058 \h </w:instrText>
        </w:r>
        <w:r>
          <w:rPr>
            <w:noProof/>
            <w:webHidden/>
          </w:rPr>
        </w:r>
        <w:r>
          <w:rPr>
            <w:noProof/>
            <w:webHidden/>
          </w:rPr>
          <w:fldChar w:fldCharType="separate"/>
        </w:r>
        <w:r>
          <w:rPr>
            <w:noProof/>
            <w:webHidden/>
          </w:rPr>
          <w:t>12</w:t>
        </w:r>
        <w:r>
          <w:rPr>
            <w:noProof/>
            <w:webHidden/>
          </w:rPr>
          <w:fldChar w:fldCharType="end"/>
        </w:r>
      </w:hyperlink>
    </w:p>
    <w:p w14:paraId="2207E367" w14:textId="70EF658D" w:rsidR="00344803" w:rsidRDefault="00344803">
      <w:pPr>
        <w:pStyle w:val="Spistreci1"/>
        <w:rPr>
          <w:rFonts w:asciiTheme="minorHAnsi" w:eastAsiaTheme="minorEastAsia" w:hAnsiTheme="minorHAnsi" w:cstheme="minorBidi"/>
          <w:b w:val="0"/>
          <w:bCs w:val="0"/>
          <w:noProof/>
          <w:sz w:val="22"/>
          <w:szCs w:val="22"/>
          <w:lang w:eastAsia="pl-PL"/>
        </w:rPr>
      </w:pPr>
      <w:hyperlink w:anchor="_Toc184021059" w:history="1">
        <w:r w:rsidRPr="00D67F6B">
          <w:rPr>
            <w:rStyle w:val="Hipercze"/>
            <w:noProof/>
          </w:rPr>
          <w:t>3.</w:t>
        </w:r>
        <w:r>
          <w:rPr>
            <w:rFonts w:asciiTheme="minorHAnsi" w:eastAsiaTheme="minorEastAsia" w:hAnsiTheme="minorHAnsi" w:cstheme="minorBidi"/>
            <w:b w:val="0"/>
            <w:bCs w:val="0"/>
            <w:noProof/>
            <w:sz w:val="22"/>
            <w:szCs w:val="22"/>
            <w:lang w:eastAsia="pl-PL"/>
          </w:rPr>
          <w:tab/>
        </w:r>
        <w:r w:rsidRPr="00D67F6B">
          <w:rPr>
            <w:rStyle w:val="Hipercze"/>
            <w:noProof/>
          </w:rPr>
          <w:t>Specyfikacja deklaracji OPAL</w:t>
        </w:r>
        <w:r>
          <w:rPr>
            <w:noProof/>
            <w:webHidden/>
          </w:rPr>
          <w:tab/>
        </w:r>
        <w:r>
          <w:rPr>
            <w:noProof/>
            <w:webHidden/>
          </w:rPr>
          <w:fldChar w:fldCharType="begin"/>
        </w:r>
        <w:r>
          <w:rPr>
            <w:noProof/>
            <w:webHidden/>
          </w:rPr>
          <w:instrText xml:space="preserve"> PAGEREF _Toc184021059 \h </w:instrText>
        </w:r>
        <w:r>
          <w:rPr>
            <w:noProof/>
            <w:webHidden/>
          </w:rPr>
        </w:r>
        <w:r>
          <w:rPr>
            <w:noProof/>
            <w:webHidden/>
          </w:rPr>
          <w:fldChar w:fldCharType="separate"/>
        </w:r>
        <w:r>
          <w:rPr>
            <w:noProof/>
            <w:webHidden/>
          </w:rPr>
          <w:t>13</w:t>
        </w:r>
        <w:r>
          <w:rPr>
            <w:noProof/>
            <w:webHidden/>
          </w:rPr>
          <w:fldChar w:fldCharType="end"/>
        </w:r>
      </w:hyperlink>
    </w:p>
    <w:p w14:paraId="23ABAF7A" w14:textId="6F864CC4"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60" w:history="1">
        <w:r w:rsidRPr="00D67F6B">
          <w:rPr>
            <w:rStyle w:val="Hipercze"/>
            <w:noProof/>
          </w:rPr>
          <w:t>3.1.</w:t>
        </w:r>
        <w:r>
          <w:rPr>
            <w:rFonts w:asciiTheme="minorHAnsi" w:eastAsiaTheme="minorEastAsia" w:hAnsiTheme="minorHAnsi" w:cstheme="minorBidi"/>
            <w:noProof/>
            <w:sz w:val="22"/>
            <w:szCs w:val="22"/>
            <w:lang w:eastAsia="pl-PL"/>
          </w:rPr>
          <w:tab/>
        </w:r>
        <w:r w:rsidRPr="00D67F6B">
          <w:rPr>
            <w:rStyle w:val="Hipercze"/>
            <w:noProof/>
          </w:rPr>
          <w:t>Struktura OPAL</w:t>
        </w:r>
        <w:r>
          <w:rPr>
            <w:noProof/>
            <w:webHidden/>
          </w:rPr>
          <w:tab/>
        </w:r>
        <w:r>
          <w:rPr>
            <w:noProof/>
            <w:webHidden/>
          </w:rPr>
          <w:fldChar w:fldCharType="begin"/>
        </w:r>
        <w:r>
          <w:rPr>
            <w:noProof/>
            <w:webHidden/>
          </w:rPr>
          <w:instrText xml:space="preserve"> PAGEREF _Toc184021060 \h </w:instrText>
        </w:r>
        <w:r>
          <w:rPr>
            <w:noProof/>
            <w:webHidden/>
          </w:rPr>
        </w:r>
        <w:r>
          <w:rPr>
            <w:noProof/>
            <w:webHidden/>
          </w:rPr>
          <w:fldChar w:fldCharType="separate"/>
        </w:r>
        <w:r>
          <w:rPr>
            <w:noProof/>
            <w:webHidden/>
          </w:rPr>
          <w:t>13</w:t>
        </w:r>
        <w:r>
          <w:rPr>
            <w:noProof/>
            <w:webHidden/>
          </w:rPr>
          <w:fldChar w:fldCharType="end"/>
        </w:r>
      </w:hyperlink>
    </w:p>
    <w:p w14:paraId="0C77929F" w14:textId="0DB9820A" w:rsidR="00344803" w:rsidRDefault="0034480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021061" w:history="1">
        <w:r w:rsidRPr="00D67F6B">
          <w:rPr>
            <w:rStyle w:val="Hipercze"/>
            <w:noProof/>
          </w:rPr>
          <w:t>3.2.</w:t>
        </w:r>
        <w:r>
          <w:rPr>
            <w:rFonts w:asciiTheme="minorHAnsi" w:eastAsiaTheme="minorEastAsia" w:hAnsiTheme="minorHAnsi" w:cstheme="minorBidi"/>
            <w:noProof/>
            <w:sz w:val="22"/>
            <w:szCs w:val="22"/>
            <w:lang w:eastAsia="pl-PL"/>
          </w:rPr>
          <w:tab/>
        </w:r>
        <w:r w:rsidRPr="00D67F6B">
          <w:rPr>
            <w:rStyle w:val="Hipercze"/>
            <w:noProof/>
          </w:rPr>
          <w:t>Reguły</w:t>
        </w:r>
        <w:r>
          <w:rPr>
            <w:noProof/>
            <w:webHidden/>
          </w:rPr>
          <w:tab/>
        </w:r>
        <w:r>
          <w:rPr>
            <w:noProof/>
            <w:webHidden/>
          </w:rPr>
          <w:fldChar w:fldCharType="begin"/>
        </w:r>
        <w:r>
          <w:rPr>
            <w:noProof/>
            <w:webHidden/>
          </w:rPr>
          <w:instrText xml:space="preserve"> PAGEREF _Toc184021061 \h </w:instrText>
        </w:r>
        <w:r>
          <w:rPr>
            <w:noProof/>
            <w:webHidden/>
          </w:rPr>
        </w:r>
        <w:r>
          <w:rPr>
            <w:noProof/>
            <w:webHidden/>
          </w:rPr>
          <w:fldChar w:fldCharType="separate"/>
        </w:r>
        <w:r>
          <w:rPr>
            <w:noProof/>
            <w:webHidden/>
          </w:rPr>
          <w:t>18</w:t>
        </w:r>
        <w:r>
          <w:rPr>
            <w:noProof/>
            <w:webHidden/>
          </w:rPr>
          <w:fldChar w:fldCharType="end"/>
        </w:r>
      </w:hyperlink>
    </w:p>
    <w:p w14:paraId="6240932F" w14:textId="7AC5F753" w:rsidR="00344803" w:rsidRDefault="00344803">
      <w:pPr>
        <w:pStyle w:val="Spistreci1"/>
        <w:rPr>
          <w:rFonts w:asciiTheme="minorHAnsi" w:eastAsiaTheme="minorEastAsia" w:hAnsiTheme="minorHAnsi" w:cstheme="minorBidi"/>
          <w:b w:val="0"/>
          <w:bCs w:val="0"/>
          <w:noProof/>
          <w:sz w:val="22"/>
          <w:szCs w:val="22"/>
          <w:lang w:eastAsia="pl-PL"/>
        </w:rPr>
      </w:pPr>
      <w:hyperlink w:anchor="_Toc184021062" w:history="1">
        <w:r w:rsidRPr="00D67F6B">
          <w:rPr>
            <w:rStyle w:val="Hipercze"/>
            <w:noProof/>
          </w:rPr>
          <w:t>4.</w:t>
        </w:r>
        <w:r>
          <w:rPr>
            <w:rFonts w:asciiTheme="minorHAnsi" w:eastAsiaTheme="minorEastAsia" w:hAnsiTheme="minorHAnsi" w:cstheme="minorBidi"/>
            <w:b w:val="0"/>
            <w:bCs w:val="0"/>
            <w:noProof/>
            <w:sz w:val="22"/>
            <w:szCs w:val="22"/>
            <w:lang w:eastAsia="pl-PL"/>
          </w:rPr>
          <w:tab/>
        </w:r>
        <w:r w:rsidRPr="00D67F6B">
          <w:rPr>
            <w:rStyle w:val="Hipercze"/>
            <w:noProof/>
          </w:rPr>
          <w:t>Załączniki</w:t>
        </w:r>
        <w:r>
          <w:rPr>
            <w:noProof/>
            <w:webHidden/>
          </w:rPr>
          <w:tab/>
        </w:r>
        <w:r>
          <w:rPr>
            <w:noProof/>
            <w:webHidden/>
          </w:rPr>
          <w:fldChar w:fldCharType="begin"/>
        </w:r>
        <w:r>
          <w:rPr>
            <w:noProof/>
            <w:webHidden/>
          </w:rPr>
          <w:instrText xml:space="preserve"> PAGEREF _Toc184021062 \h </w:instrText>
        </w:r>
        <w:r>
          <w:rPr>
            <w:noProof/>
            <w:webHidden/>
          </w:rPr>
        </w:r>
        <w:r>
          <w:rPr>
            <w:noProof/>
            <w:webHidden/>
          </w:rPr>
          <w:fldChar w:fldCharType="separate"/>
        </w:r>
        <w:r>
          <w:rPr>
            <w:noProof/>
            <w:webHidden/>
          </w:rPr>
          <w:t>20</w:t>
        </w:r>
        <w:r>
          <w:rPr>
            <w:noProof/>
            <w:webHidden/>
          </w:rPr>
          <w:fldChar w:fldCharType="end"/>
        </w:r>
      </w:hyperlink>
    </w:p>
    <w:p w14:paraId="627D27A4" w14:textId="625B5F78" w:rsidR="00764E48" w:rsidRPr="00B31470" w:rsidRDefault="00035695" w:rsidP="00B31470">
      <w:pPr>
        <w:rPr>
          <w:sz w:val="28"/>
          <w:szCs w:val="28"/>
        </w:rPr>
      </w:pPr>
      <w:r w:rsidRPr="003F43BF">
        <w:fldChar w:fldCharType="end"/>
      </w:r>
      <w:bookmarkStart w:id="2" w:name="_Toc349568549"/>
      <w:r w:rsidR="003F030F" w:rsidRPr="00B31470">
        <w:rPr>
          <w:sz w:val="28"/>
          <w:szCs w:val="28"/>
        </w:rPr>
        <w:t>SPIS TABEL</w:t>
      </w:r>
      <w:bookmarkEnd w:id="2"/>
    </w:p>
    <w:p w14:paraId="31B2B2D7" w14:textId="115994EA" w:rsidR="00344803"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3F43BF">
        <w:fldChar w:fldCharType="begin"/>
      </w:r>
      <w:r w:rsidR="00836DD7" w:rsidRPr="003F43BF">
        <w:instrText xml:space="preserve"> TOC \h \z \c "Tabela" </w:instrText>
      </w:r>
      <w:r w:rsidRPr="003F43BF">
        <w:fldChar w:fldCharType="separate"/>
      </w:r>
      <w:hyperlink w:anchor="_Toc184021030" w:history="1">
        <w:r w:rsidR="00344803" w:rsidRPr="008353FD">
          <w:rPr>
            <w:rStyle w:val="Hipercze"/>
            <w:noProof/>
          </w:rPr>
          <w:t>Tabela 1. Metryka dokumentu</w:t>
        </w:r>
        <w:r w:rsidR="00344803">
          <w:rPr>
            <w:noProof/>
            <w:webHidden/>
          </w:rPr>
          <w:tab/>
        </w:r>
        <w:r w:rsidR="00344803">
          <w:rPr>
            <w:noProof/>
            <w:webHidden/>
          </w:rPr>
          <w:fldChar w:fldCharType="begin"/>
        </w:r>
        <w:r w:rsidR="00344803">
          <w:rPr>
            <w:noProof/>
            <w:webHidden/>
          </w:rPr>
          <w:instrText xml:space="preserve"> PAGEREF _Toc184021030 \h </w:instrText>
        </w:r>
        <w:r w:rsidR="00344803">
          <w:rPr>
            <w:noProof/>
            <w:webHidden/>
          </w:rPr>
        </w:r>
        <w:r w:rsidR="00344803">
          <w:rPr>
            <w:noProof/>
            <w:webHidden/>
          </w:rPr>
          <w:fldChar w:fldCharType="separate"/>
        </w:r>
        <w:r w:rsidR="00344803">
          <w:rPr>
            <w:noProof/>
            <w:webHidden/>
          </w:rPr>
          <w:t>2</w:t>
        </w:r>
        <w:r w:rsidR="00344803">
          <w:rPr>
            <w:noProof/>
            <w:webHidden/>
          </w:rPr>
          <w:fldChar w:fldCharType="end"/>
        </w:r>
      </w:hyperlink>
    </w:p>
    <w:p w14:paraId="2F83A578" w14:textId="3ECE84E6"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1" w:history="1">
        <w:r w:rsidRPr="008353FD">
          <w:rPr>
            <w:rStyle w:val="Hipercze"/>
            <w:noProof/>
          </w:rPr>
          <w:t>Tabela 2. Historia zmian dokumentu</w:t>
        </w:r>
        <w:r>
          <w:rPr>
            <w:noProof/>
            <w:webHidden/>
          </w:rPr>
          <w:tab/>
        </w:r>
        <w:r>
          <w:rPr>
            <w:noProof/>
            <w:webHidden/>
          </w:rPr>
          <w:fldChar w:fldCharType="begin"/>
        </w:r>
        <w:r>
          <w:rPr>
            <w:noProof/>
            <w:webHidden/>
          </w:rPr>
          <w:instrText xml:space="preserve"> PAGEREF _Toc184021031 \h </w:instrText>
        </w:r>
        <w:r>
          <w:rPr>
            <w:noProof/>
            <w:webHidden/>
          </w:rPr>
        </w:r>
        <w:r>
          <w:rPr>
            <w:noProof/>
            <w:webHidden/>
          </w:rPr>
          <w:fldChar w:fldCharType="separate"/>
        </w:r>
        <w:r>
          <w:rPr>
            <w:noProof/>
            <w:webHidden/>
          </w:rPr>
          <w:t>2</w:t>
        </w:r>
        <w:r>
          <w:rPr>
            <w:noProof/>
            <w:webHidden/>
          </w:rPr>
          <w:fldChar w:fldCharType="end"/>
        </w:r>
      </w:hyperlink>
    </w:p>
    <w:p w14:paraId="686FAB62" w14:textId="6BEC501E"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2" w:history="1">
        <w:r w:rsidRPr="008353FD">
          <w:rPr>
            <w:rStyle w:val="Hipercze"/>
            <w:noProof/>
          </w:rPr>
          <w:t>Tabela 3. Wykaz dokumentów obowiązujących</w:t>
        </w:r>
        <w:r>
          <w:rPr>
            <w:noProof/>
            <w:webHidden/>
          </w:rPr>
          <w:tab/>
        </w:r>
        <w:r>
          <w:rPr>
            <w:noProof/>
            <w:webHidden/>
          </w:rPr>
          <w:fldChar w:fldCharType="begin"/>
        </w:r>
        <w:r>
          <w:rPr>
            <w:noProof/>
            <w:webHidden/>
          </w:rPr>
          <w:instrText xml:space="preserve"> PAGEREF _Toc184021032 \h </w:instrText>
        </w:r>
        <w:r>
          <w:rPr>
            <w:noProof/>
            <w:webHidden/>
          </w:rPr>
        </w:r>
        <w:r>
          <w:rPr>
            <w:noProof/>
            <w:webHidden/>
          </w:rPr>
          <w:fldChar w:fldCharType="separate"/>
        </w:r>
        <w:r>
          <w:rPr>
            <w:noProof/>
            <w:webHidden/>
          </w:rPr>
          <w:t>7</w:t>
        </w:r>
        <w:r>
          <w:rPr>
            <w:noProof/>
            <w:webHidden/>
          </w:rPr>
          <w:fldChar w:fldCharType="end"/>
        </w:r>
      </w:hyperlink>
    </w:p>
    <w:p w14:paraId="1F0EB0AF" w14:textId="0A1F1009"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3" w:history="1">
        <w:r w:rsidRPr="008353FD">
          <w:rPr>
            <w:rStyle w:val="Hipercze"/>
            <w:noProof/>
          </w:rPr>
          <w:t>Tabela 4. Wykaz dokumentów pomocniczych</w:t>
        </w:r>
        <w:r>
          <w:rPr>
            <w:noProof/>
            <w:webHidden/>
          </w:rPr>
          <w:tab/>
        </w:r>
        <w:r>
          <w:rPr>
            <w:noProof/>
            <w:webHidden/>
          </w:rPr>
          <w:fldChar w:fldCharType="begin"/>
        </w:r>
        <w:r>
          <w:rPr>
            <w:noProof/>
            <w:webHidden/>
          </w:rPr>
          <w:instrText xml:space="preserve"> PAGEREF _Toc184021033 \h </w:instrText>
        </w:r>
        <w:r>
          <w:rPr>
            <w:noProof/>
            <w:webHidden/>
          </w:rPr>
        </w:r>
        <w:r>
          <w:rPr>
            <w:noProof/>
            <w:webHidden/>
          </w:rPr>
          <w:fldChar w:fldCharType="separate"/>
        </w:r>
        <w:r>
          <w:rPr>
            <w:noProof/>
            <w:webHidden/>
          </w:rPr>
          <w:t>7</w:t>
        </w:r>
        <w:r>
          <w:rPr>
            <w:noProof/>
            <w:webHidden/>
          </w:rPr>
          <w:fldChar w:fldCharType="end"/>
        </w:r>
      </w:hyperlink>
    </w:p>
    <w:p w14:paraId="119CFA80" w14:textId="2CBB2EC7"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4" w:history="1">
        <w:r w:rsidRPr="008353FD">
          <w:rPr>
            <w:rStyle w:val="Hipercze"/>
            <w:noProof/>
          </w:rPr>
          <w:t>Tabela 5. Wykaz skrótów i akronimów</w:t>
        </w:r>
        <w:r>
          <w:rPr>
            <w:noProof/>
            <w:webHidden/>
          </w:rPr>
          <w:tab/>
        </w:r>
        <w:r>
          <w:rPr>
            <w:noProof/>
            <w:webHidden/>
          </w:rPr>
          <w:fldChar w:fldCharType="begin"/>
        </w:r>
        <w:r>
          <w:rPr>
            <w:noProof/>
            <w:webHidden/>
          </w:rPr>
          <w:instrText xml:space="preserve"> PAGEREF _Toc184021034 \h </w:instrText>
        </w:r>
        <w:r>
          <w:rPr>
            <w:noProof/>
            <w:webHidden/>
          </w:rPr>
        </w:r>
        <w:r>
          <w:rPr>
            <w:noProof/>
            <w:webHidden/>
          </w:rPr>
          <w:fldChar w:fldCharType="separate"/>
        </w:r>
        <w:r>
          <w:rPr>
            <w:noProof/>
            <w:webHidden/>
          </w:rPr>
          <w:t>8</w:t>
        </w:r>
        <w:r>
          <w:rPr>
            <w:noProof/>
            <w:webHidden/>
          </w:rPr>
          <w:fldChar w:fldCharType="end"/>
        </w:r>
      </w:hyperlink>
    </w:p>
    <w:p w14:paraId="4E42BA92" w14:textId="1A76F1DB"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5" w:history="1">
        <w:r w:rsidRPr="008353FD">
          <w:rPr>
            <w:rStyle w:val="Hipercze"/>
            <w:noProof/>
          </w:rPr>
          <w:t>Tabela 6. Wykaz definicji</w:t>
        </w:r>
        <w:r>
          <w:rPr>
            <w:noProof/>
            <w:webHidden/>
          </w:rPr>
          <w:tab/>
        </w:r>
        <w:r>
          <w:rPr>
            <w:noProof/>
            <w:webHidden/>
          </w:rPr>
          <w:fldChar w:fldCharType="begin"/>
        </w:r>
        <w:r>
          <w:rPr>
            <w:noProof/>
            <w:webHidden/>
          </w:rPr>
          <w:instrText xml:space="preserve"> PAGEREF _Toc184021035 \h </w:instrText>
        </w:r>
        <w:r>
          <w:rPr>
            <w:noProof/>
            <w:webHidden/>
          </w:rPr>
        </w:r>
        <w:r>
          <w:rPr>
            <w:noProof/>
            <w:webHidden/>
          </w:rPr>
          <w:fldChar w:fldCharType="separate"/>
        </w:r>
        <w:r>
          <w:rPr>
            <w:noProof/>
            <w:webHidden/>
          </w:rPr>
          <w:t>11</w:t>
        </w:r>
        <w:r>
          <w:rPr>
            <w:noProof/>
            <w:webHidden/>
          </w:rPr>
          <w:fldChar w:fldCharType="end"/>
        </w:r>
      </w:hyperlink>
    </w:p>
    <w:p w14:paraId="70FC441C" w14:textId="5614E598"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6" w:history="1">
        <w:r w:rsidRPr="008353FD">
          <w:rPr>
            <w:rStyle w:val="Hipercze"/>
            <w:noProof/>
          </w:rPr>
          <w:t>Tabela 7. Powiązanie plików XSD</w:t>
        </w:r>
        <w:r>
          <w:rPr>
            <w:noProof/>
            <w:webHidden/>
          </w:rPr>
          <w:tab/>
        </w:r>
        <w:r>
          <w:rPr>
            <w:noProof/>
            <w:webHidden/>
          </w:rPr>
          <w:fldChar w:fldCharType="begin"/>
        </w:r>
        <w:r>
          <w:rPr>
            <w:noProof/>
            <w:webHidden/>
          </w:rPr>
          <w:instrText xml:space="preserve"> PAGEREF _Toc184021036 \h </w:instrText>
        </w:r>
        <w:r>
          <w:rPr>
            <w:noProof/>
            <w:webHidden/>
          </w:rPr>
        </w:r>
        <w:r>
          <w:rPr>
            <w:noProof/>
            <w:webHidden/>
          </w:rPr>
          <w:fldChar w:fldCharType="separate"/>
        </w:r>
        <w:r>
          <w:rPr>
            <w:noProof/>
            <w:webHidden/>
          </w:rPr>
          <w:t>12</w:t>
        </w:r>
        <w:r>
          <w:rPr>
            <w:noProof/>
            <w:webHidden/>
          </w:rPr>
          <w:fldChar w:fldCharType="end"/>
        </w:r>
      </w:hyperlink>
    </w:p>
    <w:p w14:paraId="18CDD48B" w14:textId="6798C6EE"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7" w:history="1">
        <w:r w:rsidRPr="008353FD">
          <w:rPr>
            <w:rStyle w:val="Hipercze"/>
            <w:noProof/>
          </w:rPr>
          <w:t>Tabela 8. Dane ogólne w ramach struktury deklaracji OPAL</w:t>
        </w:r>
        <w:r>
          <w:rPr>
            <w:noProof/>
            <w:webHidden/>
          </w:rPr>
          <w:tab/>
        </w:r>
        <w:r>
          <w:rPr>
            <w:noProof/>
            <w:webHidden/>
          </w:rPr>
          <w:fldChar w:fldCharType="begin"/>
        </w:r>
        <w:r>
          <w:rPr>
            <w:noProof/>
            <w:webHidden/>
          </w:rPr>
          <w:instrText xml:space="preserve"> PAGEREF _Toc184021037 \h </w:instrText>
        </w:r>
        <w:r>
          <w:rPr>
            <w:noProof/>
            <w:webHidden/>
          </w:rPr>
        </w:r>
        <w:r>
          <w:rPr>
            <w:noProof/>
            <w:webHidden/>
          </w:rPr>
          <w:fldChar w:fldCharType="separate"/>
        </w:r>
        <w:r>
          <w:rPr>
            <w:noProof/>
            <w:webHidden/>
          </w:rPr>
          <w:t>13</w:t>
        </w:r>
        <w:r>
          <w:rPr>
            <w:noProof/>
            <w:webHidden/>
          </w:rPr>
          <w:fldChar w:fldCharType="end"/>
        </w:r>
      </w:hyperlink>
    </w:p>
    <w:p w14:paraId="2B5FA167" w14:textId="29E318E4"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8" w:history="1">
        <w:r w:rsidRPr="008353FD">
          <w:rPr>
            <w:rStyle w:val="Hipercze"/>
            <w:noProof/>
            <w:lang w:val="en-GB"/>
          </w:rPr>
          <w:t>Tabela 9. Struktura elementu OPALType</w:t>
        </w:r>
        <w:r>
          <w:rPr>
            <w:noProof/>
            <w:webHidden/>
          </w:rPr>
          <w:tab/>
        </w:r>
        <w:r>
          <w:rPr>
            <w:noProof/>
            <w:webHidden/>
          </w:rPr>
          <w:fldChar w:fldCharType="begin"/>
        </w:r>
        <w:r>
          <w:rPr>
            <w:noProof/>
            <w:webHidden/>
          </w:rPr>
          <w:instrText xml:space="preserve"> PAGEREF _Toc184021038 \h </w:instrText>
        </w:r>
        <w:r>
          <w:rPr>
            <w:noProof/>
            <w:webHidden/>
          </w:rPr>
        </w:r>
        <w:r>
          <w:rPr>
            <w:noProof/>
            <w:webHidden/>
          </w:rPr>
          <w:fldChar w:fldCharType="separate"/>
        </w:r>
        <w:r>
          <w:rPr>
            <w:noProof/>
            <w:webHidden/>
          </w:rPr>
          <w:t>14</w:t>
        </w:r>
        <w:r>
          <w:rPr>
            <w:noProof/>
            <w:webHidden/>
          </w:rPr>
          <w:fldChar w:fldCharType="end"/>
        </w:r>
      </w:hyperlink>
    </w:p>
    <w:p w14:paraId="0EBFBC25" w14:textId="05B44BF0"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39" w:history="1">
        <w:r w:rsidRPr="008353FD">
          <w:rPr>
            <w:rStyle w:val="Hipercze"/>
            <w:noProof/>
          </w:rPr>
          <w:t>Tabela 10. Struktura elementu HeaderType</w:t>
        </w:r>
        <w:r>
          <w:rPr>
            <w:noProof/>
            <w:webHidden/>
          </w:rPr>
          <w:tab/>
        </w:r>
        <w:r>
          <w:rPr>
            <w:noProof/>
            <w:webHidden/>
          </w:rPr>
          <w:fldChar w:fldCharType="begin"/>
        </w:r>
        <w:r>
          <w:rPr>
            <w:noProof/>
            <w:webHidden/>
          </w:rPr>
          <w:instrText xml:space="preserve"> PAGEREF _Toc184021039 \h </w:instrText>
        </w:r>
        <w:r>
          <w:rPr>
            <w:noProof/>
            <w:webHidden/>
          </w:rPr>
        </w:r>
        <w:r>
          <w:rPr>
            <w:noProof/>
            <w:webHidden/>
          </w:rPr>
          <w:fldChar w:fldCharType="separate"/>
        </w:r>
        <w:r>
          <w:rPr>
            <w:noProof/>
            <w:webHidden/>
          </w:rPr>
          <w:t>14</w:t>
        </w:r>
        <w:r>
          <w:rPr>
            <w:noProof/>
            <w:webHidden/>
          </w:rPr>
          <w:fldChar w:fldCharType="end"/>
        </w:r>
      </w:hyperlink>
    </w:p>
    <w:p w14:paraId="6CA1951B" w14:textId="7F832FB1"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0" w:history="1">
        <w:r w:rsidRPr="008353FD">
          <w:rPr>
            <w:rStyle w:val="Hipercze"/>
            <w:noProof/>
          </w:rPr>
          <w:t>Tabela 11. Struktura elementu ApplicationType</w:t>
        </w:r>
        <w:r>
          <w:rPr>
            <w:noProof/>
            <w:webHidden/>
          </w:rPr>
          <w:tab/>
        </w:r>
        <w:r>
          <w:rPr>
            <w:noProof/>
            <w:webHidden/>
          </w:rPr>
          <w:fldChar w:fldCharType="begin"/>
        </w:r>
        <w:r>
          <w:rPr>
            <w:noProof/>
            <w:webHidden/>
          </w:rPr>
          <w:instrText xml:space="preserve"> PAGEREF _Toc184021040 \h </w:instrText>
        </w:r>
        <w:r>
          <w:rPr>
            <w:noProof/>
            <w:webHidden/>
          </w:rPr>
        </w:r>
        <w:r>
          <w:rPr>
            <w:noProof/>
            <w:webHidden/>
          </w:rPr>
          <w:fldChar w:fldCharType="separate"/>
        </w:r>
        <w:r>
          <w:rPr>
            <w:noProof/>
            <w:webHidden/>
          </w:rPr>
          <w:t>16</w:t>
        </w:r>
        <w:r>
          <w:rPr>
            <w:noProof/>
            <w:webHidden/>
          </w:rPr>
          <w:fldChar w:fldCharType="end"/>
        </w:r>
      </w:hyperlink>
    </w:p>
    <w:p w14:paraId="0DE21975" w14:textId="266E3F79"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1" w:history="1">
        <w:r w:rsidRPr="008353FD">
          <w:rPr>
            <w:rStyle w:val="Hipercze"/>
            <w:noProof/>
          </w:rPr>
          <w:t>Tabela 12. Struktura elementu PositionsType</w:t>
        </w:r>
        <w:r>
          <w:rPr>
            <w:noProof/>
            <w:webHidden/>
          </w:rPr>
          <w:tab/>
        </w:r>
        <w:r>
          <w:rPr>
            <w:noProof/>
            <w:webHidden/>
          </w:rPr>
          <w:fldChar w:fldCharType="begin"/>
        </w:r>
        <w:r>
          <w:rPr>
            <w:noProof/>
            <w:webHidden/>
          </w:rPr>
          <w:instrText xml:space="preserve"> PAGEREF _Toc184021041 \h </w:instrText>
        </w:r>
        <w:r>
          <w:rPr>
            <w:noProof/>
            <w:webHidden/>
          </w:rPr>
        </w:r>
        <w:r>
          <w:rPr>
            <w:noProof/>
            <w:webHidden/>
          </w:rPr>
          <w:fldChar w:fldCharType="separate"/>
        </w:r>
        <w:r>
          <w:rPr>
            <w:noProof/>
            <w:webHidden/>
          </w:rPr>
          <w:t>16</w:t>
        </w:r>
        <w:r>
          <w:rPr>
            <w:noProof/>
            <w:webHidden/>
          </w:rPr>
          <w:fldChar w:fldCharType="end"/>
        </w:r>
      </w:hyperlink>
    </w:p>
    <w:p w14:paraId="35F75FAB" w14:textId="4EE7E92F"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2" w:history="1">
        <w:r w:rsidRPr="008353FD">
          <w:rPr>
            <w:rStyle w:val="Hipercze"/>
            <w:noProof/>
          </w:rPr>
          <w:t>Tabela 13. Struktura elementu CollateralsType</w:t>
        </w:r>
        <w:r>
          <w:rPr>
            <w:noProof/>
            <w:webHidden/>
          </w:rPr>
          <w:tab/>
        </w:r>
        <w:r>
          <w:rPr>
            <w:noProof/>
            <w:webHidden/>
          </w:rPr>
          <w:fldChar w:fldCharType="begin"/>
        </w:r>
        <w:r>
          <w:rPr>
            <w:noProof/>
            <w:webHidden/>
          </w:rPr>
          <w:instrText xml:space="preserve"> PAGEREF _Toc184021042 \h </w:instrText>
        </w:r>
        <w:r>
          <w:rPr>
            <w:noProof/>
            <w:webHidden/>
          </w:rPr>
        </w:r>
        <w:r>
          <w:rPr>
            <w:noProof/>
            <w:webHidden/>
          </w:rPr>
          <w:fldChar w:fldCharType="separate"/>
        </w:r>
        <w:r>
          <w:rPr>
            <w:noProof/>
            <w:webHidden/>
          </w:rPr>
          <w:t>16</w:t>
        </w:r>
        <w:r>
          <w:rPr>
            <w:noProof/>
            <w:webHidden/>
          </w:rPr>
          <w:fldChar w:fldCharType="end"/>
        </w:r>
      </w:hyperlink>
    </w:p>
    <w:p w14:paraId="6E1DE581" w14:textId="26B024FF"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3" w:history="1">
        <w:r w:rsidRPr="008353FD">
          <w:rPr>
            <w:rStyle w:val="Hipercze"/>
            <w:noProof/>
          </w:rPr>
          <w:t>Tabela 14. Struktura elementu CollateralType</w:t>
        </w:r>
        <w:r>
          <w:rPr>
            <w:noProof/>
            <w:webHidden/>
          </w:rPr>
          <w:tab/>
        </w:r>
        <w:r>
          <w:rPr>
            <w:noProof/>
            <w:webHidden/>
          </w:rPr>
          <w:fldChar w:fldCharType="begin"/>
        </w:r>
        <w:r>
          <w:rPr>
            <w:noProof/>
            <w:webHidden/>
          </w:rPr>
          <w:instrText xml:space="preserve"> PAGEREF _Toc184021043 \h </w:instrText>
        </w:r>
        <w:r>
          <w:rPr>
            <w:noProof/>
            <w:webHidden/>
          </w:rPr>
        </w:r>
        <w:r>
          <w:rPr>
            <w:noProof/>
            <w:webHidden/>
          </w:rPr>
          <w:fldChar w:fldCharType="separate"/>
        </w:r>
        <w:r>
          <w:rPr>
            <w:noProof/>
            <w:webHidden/>
          </w:rPr>
          <w:t>17</w:t>
        </w:r>
        <w:r>
          <w:rPr>
            <w:noProof/>
            <w:webHidden/>
          </w:rPr>
          <w:fldChar w:fldCharType="end"/>
        </w:r>
      </w:hyperlink>
    </w:p>
    <w:p w14:paraId="0BFA8386" w14:textId="51342299"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4" w:history="1">
        <w:r w:rsidRPr="008353FD">
          <w:rPr>
            <w:rStyle w:val="Hipercze"/>
            <w:noProof/>
          </w:rPr>
          <w:t>Tabela 15. Struktura elementu CalcFeulFeeType</w:t>
        </w:r>
        <w:r>
          <w:rPr>
            <w:noProof/>
            <w:webHidden/>
          </w:rPr>
          <w:tab/>
        </w:r>
        <w:r>
          <w:rPr>
            <w:noProof/>
            <w:webHidden/>
          </w:rPr>
          <w:fldChar w:fldCharType="begin"/>
        </w:r>
        <w:r>
          <w:rPr>
            <w:noProof/>
            <w:webHidden/>
          </w:rPr>
          <w:instrText xml:space="preserve"> PAGEREF _Toc184021044 \h </w:instrText>
        </w:r>
        <w:r>
          <w:rPr>
            <w:noProof/>
            <w:webHidden/>
          </w:rPr>
        </w:r>
        <w:r>
          <w:rPr>
            <w:noProof/>
            <w:webHidden/>
          </w:rPr>
          <w:fldChar w:fldCharType="separate"/>
        </w:r>
        <w:r>
          <w:rPr>
            <w:noProof/>
            <w:webHidden/>
          </w:rPr>
          <w:t>17</w:t>
        </w:r>
        <w:r>
          <w:rPr>
            <w:noProof/>
            <w:webHidden/>
          </w:rPr>
          <w:fldChar w:fldCharType="end"/>
        </w:r>
      </w:hyperlink>
    </w:p>
    <w:p w14:paraId="24945052" w14:textId="72DDF6EF"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5" w:history="1">
        <w:r w:rsidRPr="008353FD">
          <w:rPr>
            <w:rStyle w:val="Hipercze"/>
            <w:noProof/>
          </w:rPr>
          <w:t>Tabela 16. Struktura elementu ItemType</w:t>
        </w:r>
        <w:r>
          <w:rPr>
            <w:noProof/>
            <w:webHidden/>
          </w:rPr>
          <w:tab/>
        </w:r>
        <w:r>
          <w:rPr>
            <w:noProof/>
            <w:webHidden/>
          </w:rPr>
          <w:fldChar w:fldCharType="begin"/>
        </w:r>
        <w:r>
          <w:rPr>
            <w:noProof/>
            <w:webHidden/>
          </w:rPr>
          <w:instrText xml:space="preserve"> PAGEREF _Toc184021045 \h </w:instrText>
        </w:r>
        <w:r>
          <w:rPr>
            <w:noProof/>
            <w:webHidden/>
          </w:rPr>
        </w:r>
        <w:r>
          <w:rPr>
            <w:noProof/>
            <w:webHidden/>
          </w:rPr>
          <w:fldChar w:fldCharType="separate"/>
        </w:r>
        <w:r>
          <w:rPr>
            <w:noProof/>
            <w:webHidden/>
          </w:rPr>
          <w:t>17</w:t>
        </w:r>
        <w:r>
          <w:rPr>
            <w:noProof/>
            <w:webHidden/>
          </w:rPr>
          <w:fldChar w:fldCharType="end"/>
        </w:r>
      </w:hyperlink>
    </w:p>
    <w:p w14:paraId="68DA2CCF" w14:textId="5BCAB00C" w:rsidR="00344803" w:rsidRDefault="00344803">
      <w:pPr>
        <w:pStyle w:val="Spisilustracji"/>
        <w:tabs>
          <w:tab w:val="right" w:leader="dot" w:pos="9054"/>
        </w:tabs>
        <w:rPr>
          <w:rFonts w:asciiTheme="minorHAnsi" w:eastAsiaTheme="minorEastAsia" w:hAnsiTheme="minorHAnsi" w:cstheme="minorBidi"/>
          <w:noProof/>
          <w:sz w:val="22"/>
          <w:szCs w:val="22"/>
          <w:lang w:eastAsia="pl-PL"/>
        </w:rPr>
      </w:pPr>
      <w:hyperlink w:anchor="_Toc184021046" w:history="1">
        <w:r w:rsidRPr="008353FD">
          <w:rPr>
            <w:rStyle w:val="Hipercze"/>
            <w:noProof/>
          </w:rPr>
          <w:t>Tabela 17. Reguły dotyczące deklaracji OPAL</w:t>
        </w:r>
        <w:r>
          <w:rPr>
            <w:noProof/>
            <w:webHidden/>
          </w:rPr>
          <w:tab/>
        </w:r>
        <w:r>
          <w:rPr>
            <w:noProof/>
            <w:webHidden/>
          </w:rPr>
          <w:fldChar w:fldCharType="begin"/>
        </w:r>
        <w:r>
          <w:rPr>
            <w:noProof/>
            <w:webHidden/>
          </w:rPr>
          <w:instrText xml:space="preserve"> PAGEREF _Toc184021046 \h </w:instrText>
        </w:r>
        <w:r>
          <w:rPr>
            <w:noProof/>
            <w:webHidden/>
          </w:rPr>
        </w:r>
        <w:r>
          <w:rPr>
            <w:noProof/>
            <w:webHidden/>
          </w:rPr>
          <w:fldChar w:fldCharType="separate"/>
        </w:r>
        <w:r>
          <w:rPr>
            <w:noProof/>
            <w:webHidden/>
          </w:rPr>
          <w:t>18</w:t>
        </w:r>
        <w:r>
          <w:rPr>
            <w:noProof/>
            <w:webHidden/>
          </w:rPr>
          <w:fldChar w:fldCharType="end"/>
        </w:r>
      </w:hyperlink>
    </w:p>
    <w:p w14:paraId="4587681B" w14:textId="14F5E4EF" w:rsidR="00B31470" w:rsidRDefault="0006207D" w:rsidP="00B31470">
      <w:r w:rsidRPr="003F43BF">
        <w:fldChar w:fldCharType="end"/>
      </w:r>
      <w:r w:rsidR="00B31470">
        <w:br w:type="page"/>
      </w:r>
    </w:p>
    <w:p w14:paraId="3646ACA9" w14:textId="77777777" w:rsidR="003F3585" w:rsidRPr="00B31470" w:rsidRDefault="00004C2C" w:rsidP="00F90727">
      <w:pPr>
        <w:pStyle w:val="Nagwek1"/>
        <w:rPr>
          <w:lang w:val="pl-PL"/>
        </w:rPr>
      </w:pPr>
      <w:bookmarkStart w:id="3" w:name="_Toc341696555"/>
      <w:bookmarkStart w:id="4" w:name="_Toc349568551"/>
      <w:bookmarkStart w:id="5" w:name="_Toc184021047"/>
      <w:r w:rsidRPr="00B31470">
        <w:rPr>
          <w:lang w:val="pl-PL"/>
        </w:rPr>
        <w:lastRenderedPageBreak/>
        <w:t xml:space="preserve">Opis </w:t>
      </w:r>
      <w:r w:rsidR="00CE1C03" w:rsidRPr="00B31470">
        <w:rPr>
          <w:lang w:val="pl-PL"/>
        </w:rPr>
        <w:t>dokumentu</w:t>
      </w:r>
      <w:bookmarkEnd w:id="3"/>
      <w:bookmarkEnd w:id="4"/>
      <w:bookmarkEnd w:id="5"/>
    </w:p>
    <w:p w14:paraId="505A953A" w14:textId="77777777" w:rsidR="00004C2C" w:rsidRPr="00B31470" w:rsidRDefault="00004C2C" w:rsidP="00F90727">
      <w:pPr>
        <w:pStyle w:val="Nagwek2"/>
        <w:rPr>
          <w:lang w:val="pl-PL"/>
        </w:rPr>
      </w:pPr>
      <w:bookmarkStart w:id="6" w:name="_Toc349568552"/>
      <w:bookmarkStart w:id="7" w:name="_Toc341696556"/>
      <w:bookmarkStart w:id="8" w:name="_Toc184021048"/>
      <w:r w:rsidRPr="00B31470">
        <w:rPr>
          <w:lang w:val="pl-PL"/>
        </w:rPr>
        <w:t>Cel dokumentu</w:t>
      </w:r>
      <w:bookmarkEnd w:id="6"/>
      <w:bookmarkEnd w:id="8"/>
    </w:p>
    <w:p w14:paraId="3E1BB700" w14:textId="77777777" w:rsidR="005B7F2A" w:rsidRPr="00B31470" w:rsidRDefault="005B7F2A" w:rsidP="0015040A">
      <w:pPr>
        <w:jc w:val="both"/>
      </w:pPr>
      <w:bookmarkStart w:id="9" w:name="_Toc349568553"/>
      <w:r w:rsidRPr="00B31470">
        <w:t xml:space="preserve">Celem specyfikacji jest zdefiniowanie struktury i zawartości informacyjnej dokumentu XML (zwanej tutaj także komunikatem) </w:t>
      </w:r>
      <w:r w:rsidR="00A300F7" w:rsidRPr="00B31470">
        <w:t xml:space="preserve">informacji w sprawie opłaty paliwowej </w:t>
      </w:r>
      <w:r w:rsidR="004D56EA" w:rsidRPr="00B31470">
        <w:t>OPAL</w:t>
      </w:r>
      <w:r w:rsidR="00A300F7" w:rsidRPr="00B31470">
        <w:t>.</w:t>
      </w:r>
    </w:p>
    <w:p w14:paraId="4848482D" w14:textId="77777777" w:rsidR="00E628C4" w:rsidRPr="00B31470" w:rsidRDefault="00E628C4" w:rsidP="00F90727">
      <w:pPr>
        <w:pStyle w:val="Nagwek2"/>
        <w:rPr>
          <w:lang w:val="pl-PL"/>
        </w:rPr>
      </w:pPr>
      <w:bookmarkStart w:id="10" w:name="_Toc184021049"/>
      <w:r w:rsidRPr="00B31470">
        <w:rPr>
          <w:lang w:val="pl-PL"/>
        </w:rPr>
        <w:t xml:space="preserve">Komunikat </w:t>
      </w:r>
      <w:r w:rsidR="0041173A" w:rsidRPr="00B31470">
        <w:rPr>
          <w:lang w:val="pl-PL"/>
        </w:rPr>
        <w:t>OP</w:t>
      </w:r>
      <w:r w:rsidR="004D56EA" w:rsidRPr="00B31470">
        <w:rPr>
          <w:lang w:val="pl-PL"/>
        </w:rPr>
        <w:t>AL</w:t>
      </w:r>
      <w:bookmarkEnd w:id="10"/>
    </w:p>
    <w:p w14:paraId="1805C3A3" w14:textId="77777777" w:rsidR="00B040BF" w:rsidRPr="00B31470" w:rsidRDefault="0015040A" w:rsidP="00B31470">
      <w:r w:rsidRPr="00B31470">
        <w:t>INFORMACJA W SPRAWIE OPŁATY PALIWOWEJ</w:t>
      </w:r>
    </w:p>
    <w:p w14:paraId="302EFD29" w14:textId="77777777" w:rsidR="008E60F3" w:rsidRPr="00B31470" w:rsidRDefault="0015040A" w:rsidP="00B31470">
      <w:r w:rsidRPr="00B31470">
        <w:rPr>
          <w:b/>
        </w:rPr>
        <w:t>Podstawa prawna w sprawie opłaty paliwowej:</w:t>
      </w:r>
      <w:r w:rsidRPr="00B31470">
        <w:t xml:space="preserve"> </w:t>
      </w:r>
    </w:p>
    <w:p w14:paraId="15B2E989" w14:textId="77777777" w:rsidR="0015040A" w:rsidRPr="00B31470" w:rsidRDefault="008E60F3" w:rsidP="00B31470">
      <w:r w:rsidRPr="00B31470">
        <w:t>Art. 37o ust. 1 ustawy z dnia 27 października 1994 r. o autostradach płatnych oraz o Krajowym Funduszu Drogowym (Dz. U. z 2017 r. poz. 1057).</w:t>
      </w:r>
    </w:p>
    <w:p w14:paraId="0BB5E5DE" w14:textId="77777777" w:rsidR="008E60F3" w:rsidRPr="00B31470" w:rsidRDefault="0015040A" w:rsidP="00B31470">
      <w:r w:rsidRPr="00B31470">
        <w:rPr>
          <w:b/>
        </w:rPr>
        <w:t>Termin składania:</w:t>
      </w:r>
      <w:r w:rsidRPr="00B31470">
        <w:t xml:space="preserve"> </w:t>
      </w:r>
    </w:p>
    <w:p w14:paraId="36E529FA" w14:textId="5412AAF7" w:rsidR="00E5539A" w:rsidRDefault="008E60F3" w:rsidP="00E5539A">
      <w:pPr>
        <w:pStyle w:val="Akapitzlist"/>
        <w:numPr>
          <w:ilvl w:val="0"/>
          <w:numId w:val="13"/>
        </w:numPr>
      </w:pPr>
      <w:r w:rsidRPr="00B31470">
        <w:t>do 25. dnia miesiąca następującego po miesiącu, w którym powstał obowiązek zapłaty – w przypadku producenta paliw silnikowych lub gazu, podmiotu dokonującego nabycia wewnątrzwspólnotowego w rozumieniu przepisów o podatku akcyzowym paliw silnikowych lub gazu oraz innego podmiotu podlegającego na podstawie przepisów o podatku akcyzowym obowiązkowi podatkowemu w zakresie podatku akcyzowego od paliw silnikowych lub gazu,</w:t>
      </w:r>
    </w:p>
    <w:p w14:paraId="5C4038DC" w14:textId="493EF93E" w:rsidR="0015040A" w:rsidRPr="00B31470" w:rsidRDefault="008E60F3" w:rsidP="00E5539A">
      <w:pPr>
        <w:pStyle w:val="Akapitzlist"/>
        <w:numPr>
          <w:ilvl w:val="0"/>
          <w:numId w:val="13"/>
        </w:numPr>
      </w:pPr>
      <w:r w:rsidRPr="00B31470">
        <w:t>określony dla należności celnych – w przypadku importera paliw silnikowych lub gazu.</w:t>
      </w:r>
    </w:p>
    <w:p w14:paraId="26D22724" w14:textId="77777777" w:rsidR="008E60F3" w:rsidRPr="00B31470" w:rsidRDefault="0015040A" w:rsidP="00B31470">
      <w:r w:rsidRPr="00B31470">
        <w:rPr>
          <w:b/>
        </w:rPr>
        <w:t>Miejsce składania:</w:t>
      </w:r>
      <w:r w:rsidRPr="00B31470">
        <w:t xml:space="preserve"> </w:t>
      </w:r>
    </w:p>
    <w:p w14:paraId="67345409" w14:textId="77777777" w:rsidR="0015040A" w:rsidRPr="00B31470" w:rsidRDefault="008E60F3" w:rsidP="00B31470">
      <w:r w:rsidRPr="00B31470">
        <w:t xml:space="preserve">Urząd skarbowy, przy pomocy którego wykonuje swoje zadania naczelnik urzędu skarbowego właściwy miejscowo w sprawach podatku akcyzowego – w przypadku producenta paliw silnikowych lub gazu, podmiotu dokonującego nabycia wewnątrzwspólnotowego w rozumieniu przepisów o podatku akcyzowym paliw silnikowych lub gazu oraz innego podmiotu podlegającego na podstawie przepisów o podatku akcyzowym obowiązkowi podatkowemu w zakresie podatku akcyzowego od paliw silnikowych lub gazu, urząd celno-skarbowy, przy pomocy którego wykonuje </w:t>
      </w:r>
      <w:r w:rsidRPr="00B31470">
        <w:lastRenderedPageBreak/>
        <w:t>swoje zadania naczelnik urzędu celno-skarbowego właściwy ze względu na miejsce powstania długu celnego – w przypadku importera paliw silnikowych lub gazu.</w:t>
      </w:r>
    </w:p>
    <w:p w14:paraId="65326D4F" w14:textId="77777777" w:rsidR="00E628C4" w:rsidRPr="00B31470" w:rsidRDefault="008E60F3" w:rsidP="00B31470">
      <w:r w:rsidRPr="00B31470">
        <w:t>W przypadku niewpłacenia w obowiązującym terminie kwoty z poz. 21 lub wpłacenia jej w niepełnej wysokości niniejsza informacja stanowi podstawę do wystawienia tytułu wykonawczego, zgodnie z przepisami ustawy z dnia 17 czerwca 1966 r. o postępowaniu egzekucyjnym w administracji (Dz. U. z 2017 r. poz. 1201, z późn. zm.).</w:t>
      </w:r>
    </w:p>
    <w:p w14:paraId="5A9869FB" w14:textId="77777777" w:rsidR="003F3585" w:rsidRPr="00B31470" w:rsidRDefault="003F3585" w:rsidP="00F90727">
      <w:pPr>
        <w:pStyle w:val="Nagwek2"/>
        <w:rPr>
          <w:lang w:val="pl-PL"/>
        </w:rPr>
      </w:pPr>
      <w:bookmarkStart w:id="11" w:name="_Toc184021050"/>
      <w:r w:rsidRPr="00B31470">
        <w:rPr>
          <w:lang w:val="pl-PL"/>
        </w:rPr>
        <w:t>Zastosowanie</w:t>
      </w:r>
      <w:bookmarkEnd w:id="7"/>
      <w:bookmarkEnd w:id="9"/>
      <w:bookmarkEnd w:id="11"/>
    </w:p>
    <w:p w14:paraId="2426ACCF" w14:textId="77777777" w:rsidR="00DD5E7B" w:rsidRPr="00B31470" w:rsidRDefault="00DD5E7B" w:rsidP="00B31470">
      <w:bookmarkStart w:id="12" w:name="_Toc341696557"/>
      <w:bookmarkStart w:id="13" w:name="_Ref343010193"/>
      <w:bookmarkStart w:id="14" w:name="_Toc349568554"/>
      <w:r w:rsidRPr="00B31470">
        <w:t>Dokument jest stosowany, jako źródłowy przy projektowaniu, implementacji oraz tworzeniu dokumentacji testowej i użytkowej systemu.</w:t>
      </w:r>
    </w:p>
    <w:p w14:paraId="7AC046E1" w14:textId="77777777" w:rsidR="00DD5E7B" w:rsidRPr="00B31470" w:rsidRDefault="00DD5E7B" w:rsidP="00B31470">
      <w:r w:rsidRPr="00B31470">
        <w:t xml:space="preserve">Adresatem dokumentu jest zespół projektowy po stronie </w:t>
      </w:r>
      <w:r w:rsidR="00DD76C4" w:rsidRPr="00B31470">
        <w:t xml:space="preserve">Administracji Skarbowej </w:t>
      </w:r>
      <w:r w:rsidRPr="00B31470">
        <w:t>oraz zespoły: programistyczno-projektowy, testerów, dokumentalistów, po stronie Wykonawcy oraz Podmioty zewnętrzne składające deklaracje.</w:t>
      </w:r>
    </w:p>
    <w:p w14:paraId="3D6C2318" w14:textId="77777777" w:rsidR="00F90727" w:rsidRPr="00B31470" w:rsidRDefault="00F90727" w:rsidP="00F90727">
      <w:pPr>
        <w:pStyle w:val="Nagwek2"/>
        <w:rPr>
          <w:lang w:val="pl-PL"/>
        </w:rPr>
      </w:pPr>
      <w:bookmarkStart w:id="15" w:name="_Toc341696558"/>
      <w:bookmarkStart w:id="16" w:name="_Toc349568555"/>
      <w:bookmarkStart w:id="17" w:name="_Toc184021051"/>
      <w:bookmarkEnd w:id="12"/>
      <w:bookmarkEnd w:id="13"/>
      <w:bookmarkEnd w:id="14"/>
      <w:r w:rsidRPr="00B31470">
        <w:rPr>
          <w:lang w:val="pl-PL"/>
        </w:rPr>
        <w:t>Obowiązywanie</w:t>
      </w:r>
      <w:bookmarkEnd w:id="17"/>
    </w:p>
    <w:p w14:paraId="788B2535" w14:textId="77777777" w:rsidR="00436EFA" w:rsidRPr="00B31470" w:rsidRDefault="00436EFA" w:rsidP="00B31470">
      <w:r w:rsidRPr="00B31470">
        <w:t>Specyfikacja obowiązuje dla deklaracji składanych:</w:t>
      </w:r>
    </w:p>
    <w:p w14:paraId="0D1F6C20" w14:textId="4A61DAC4" w:rsidR="00436EFA" w:rsidRPr="00B31470" w:rsidRDefault="00436EFA" w:rsidP="00241173">
      <w:pPr>
        <w:pStyle w:val="Akapitzlist"/>
        <w:numPr>
          <w:ilvl w:val="0"/>
          <w:numId w:val="11"/>
        </w:numPr>
      </w:pPr>
      <w:r w:rsidRPr="00B31470">
        <w:t xml:space="preserve">za okres miesięczny, gdy okres nie jest wcześniejszy niż </w:t>
      </w:r>
      <w:r w:rsidR="00524C30" w:rsidRPr="00B31470">
        <w:t xml:space="preserve">grudzień </w:t>
      </w:r>
      <w:r w:rsidRPr="00B31470">
        <w:t>2017  roku</w:t>
      </w:r>
      <w:r w:rsidR="00E94954" w:rsidRPr="00B31470">
        <w:t xml:space="preserve"> oraz późniejszy niż wrzesień 2021</w:t>
      </w:r>
      <w:r w:rsidRPr="00B31470">
        <w:t>, dotyczy deklaracji niepowiązanych ze zgłoszeniami celnymi.</w:t>
      </w:r>
    </w:p>
    <w:p w14:paraId="0983C37F" w14:textId="3516E527" w:rsidR="00F90727" w:rsidRPr="00B31470" w:rsidRDefault="00436EFA" w:rsidP="00241173">
      <w:pPr>
        <w:pStyle w:val="Akapitzlist"/>
        <w:numPr>
          <w:ilvl w:val="0"/>
          <w:numId w:val="11"/>
        </w:numPr>
      </w:pPr>
      <w:r w:rsidRPr="00B31470">
        <w:t>nieokresowych, "</w:t>
      </w:r>
      <w:r w:rsidR="008E60F3" w:rsidRPr="00B31470">
        <w:t>data złożenia</w:t>
      </w:r>
      <w:r w:rsidRPr="00B31470">
        <w:t>" nie jest wcześniejsza niż 01.0</w:t>
      </w:r>
      <w:r w:rsidR="008E60F3" w:rsidRPr="00B31470">
        <w:t>1</w:t>
      </w:r>
      <w:r w:rsidRPr="00B31470">
        <w:t>.201</w:t>
      </w:r>
      <w:r w:rsidR="008E60F3" w:rsidRPr="00B31470">
        <w:t>8</w:t>
      </w:r>
      <w:r w:rsidRPr="00B31470">
        <w:t xml:space="preserve"> roku</w:t>
      </w:r>
      <w:r w:rsidR="00E94954" w:rsidRPr="00B31470">
        <w:t xml:space="preserve"> oraz późniejsza niż 30.09.2021</w:t>
      </w:r>
      <w:r w:rsidRPr="00B31470">
        <w:t>, dotyczy deklaracji powiązanych ze zgłoszeniami celnymi</w:t>
      </w:r>
    </w:p>
    <w:p w14:paraId="1EEF97A3" w14:textId="77777777" w:rsidR="003F3585" w:rsidRPr="00B31470" w:rsidRDefault="003F3585" w:rsidP="00004C2C">
      <w:pPr>
        <w:pStyle w:val="Nagwek2"/>
        <w:rPr>
          <w:lang w:val="pl-PL"/>
        </w:rPr>
      </w:pPr>
      <w:bookmarkStart w:id="18" w:name="_Toc184021052"/>
      <w:r w:rsidRPr="00B31470">
        <w:rPr>
          <w:lang w:val="pl-PL"/>
        </w:rPr>
        <w:t>Dokumenty o</w:t>
      </w:r>
      <w:r w:rsidR="00E92D9D" w:rsidRPr="00B31470">
        <w:rPr>
          <w:lang w:val="pl-PL"/>
        </w:rPr>
        <w:t>bo</w:t>
      </w:r>
      <w:r w:rsidRPr="00B31470">
        <w:rPr>
          <w:lang w:val="pl-PL"/>
        </w:rPr>
        <w:t>wiązujące</w:t>
      </w:r>
      <w:r w:rsidR="00C43119" w:rsidRPr="00B31470">
        <w:rPr>
          <w:lang w:val="pl-PL"/>
        </w:rPr>
        <w:t xml:space="preserve"> i </w:t>
      </w:r>
      <w:r w:rsidR="00E92D9D" w:rsidRPr="00B31470">
        <w:rPr>
          <w:lang w:val="pl-PL"/>
        </w:rPr>
        <w:t>p</w:t>
      </w:r>
      <w:r w:rsidRPr="00B31470">
        <w:rPr>
          <w:lang w:val="pl-PL"/>
        </w:rPr>
        <w:t>o</w:t>
      </w:r>
      <w:r w:rsidR="00E92D9D" w:rsidRPr="00B31470">
        <w:rPr>
          <w:lang w:val="pl-PL"/>
        </w:rPr>
        <w:t>mo</w:t>
      </w:r>
      <w:r w:rsidRPr="00B31470">
        <w:rPr>
          <w:lang w:val="pl-PL"/>
        </w:rPr>
        <w:t>cnicze</w:t>
      </w:r>
      <w:bookmarkEnd w:id="15"/>
      <w:bookmarkEnd w:id="16"/>
      <w:bookmarkEnd w:id="18"/>
    </w:p>
    <w:p w14:paraId="6898FA0A" w14:textId="77777777" w:rsidR="003F3585" w:rsidRPr="00B31470" w:rsidRDefault="003F3585" w:rsidP="00F90727">
      <w:pPr>
        <w:pStyle w:val="Nagwek3"/>
        <w:rPr>
          <w:lang w:val="pl-PL"/>
        </w:rPr>
      </w:pPr>
      <w:bookmarkStart w:id="19" w:name="_Toc341696559"/>
      <w:bookmarkStart w:id="20" w:name="_Toc349568556"/>
      <w:bookmarkStart w:id="21" w:name="_Toc184021053"/>
      <w:r w:rsidRPr="00B31470">
        <w:rPr>
          <w:lang w:val="pl-PL"/>
        </w:rPr>
        <w:t xml:space="preserve">Dokumenty </w:t>
      </w:r>
      <w:r w:rsidR="00437081" w:rsidRPr="00B31470">
        <w:rPr>
          <w:lang w:val="pl-PL"/>
        </w:rPr>
        <w:t>o</w:t>
      </w:r>
      <w:r w:rsidR="00E92D9D" w:rsidRPr="00B31470">
        <w:rPr>
          <w:lang w:val="pl-PL"/>
        </w:rPr>
        <w:t>bo</w:t>
      </w:r>
      <w:r w:rsidR="00437081" w:rsidRPr="00B31470">
        <w:rPr>
          <w:lang w:val="pl-PL"/>
        </w:rPr>
        <w:t>wiązując</w:t>
      </w:r>
      <w:r w:rsidRPr="00B31470">
        <w:rPr>
          <w:lang w:val="pl-PL"/>
        </w:rPr>
        <w:t>e</w:t>
      </w:r>
      <w:bookmarkEnd w:id="19"/>
      <w:bookmarkEnd w:id="20"/>
      <w:bookmarkEnd w:id="21"/>
    </w:p>
    <w:p w14:paraId="4FBD49D1" w14:textId="59DA244C" w:rsidR="007353A8" w:rsidRPr="00EA11AC" w:rsidRDefault="007353A8" w:rsidP="0044565F">
      <w:pPr>
        <w:pStyle w:val="Legenda"/>
        <w:jc w:val="both"/>
      </w:pPr>
      <w:bookmarkStart w:id="22" w:name="_Ref341107414"/>
      <w:bookmarkStart w:id="23" w:name="_Toc184021032"/>
      <w:r w:rsidRPr="00EA11AC">
        <w:t xml:space="preserve">Tabela </w:t>
      </w:r>
      <w:r w:rsidR="009A710E">
        <w:fldChar w:fldCharType="begin"/>
      </w:r>
      <w:r w:rsidR="009A710E">
        <w:instrText xml:space="preserve"> SEQ Tabela \* ARABIC </w:instrText>
      </w:r>
      <w:r w:rsidR="009A710E">
        <w:fldChar w:fldCharType="separate"/>
      </w:r>
      <w:r w:rsidR="00F62FC8">
        <w:rPr>
          <w:noProof/>
        </w:rPr>
        <w:t>3</w:t>
      </w:r>
      <w:r w:rsidR="009A710E">
        <w:rPr>
          <w:noProof/>
        </w:rPr>
        <w:fldChar w:fldCharType="end"/>
      </w:r>
      <w:bookmarkEnd w:id="22"/>
      <w:r w:rsidRPr="00EA11AC">
        <w:t xml:space="preserve">. Wykaz dokumentów </w:t>
      </w:r>
      <w:r w:rsidR="00437081" w:rsidRPr="00EA11AC">
        <w:t>obowiązując</w:t>
      </w:r>
      <w:r w:rsidRPr="00EA11AC">
        <w:t>ych</w:t>
      </w:r>
      <w:bookmarkEnd w:id="23"/>
    </w:p>
    <w:tbl>
      <w:tblPr>
        <w:tblStyle w:val="Tabela-Siatka"/>
        <w:tblW w:w="9283" w:type="dxa"/>
        <w:tblLook w:val="01E0" w:firstRow="1" w:lastRow="1" w:firstColumn="1" w:lastColumn="1" w:noHBand="0" w:noVBand="0"/>
      </w:tblPr>
      <w:tblGrid>
        <w:gridCol w:w="622"/>
        <w:gridCol w:w="3840"/>
        <w:gridCol w:w="2411"/>
        <w:gridCol w:w="1214"/>
        <w:gridCol w:w="1196"/>
      </w:tblGrid>
      <w:tr w:rsidR="00C80F2B" w:rsidRPr="00EA11AC" w14:paraId="624F959E" w14:textId="77777777" w:rsidTr="00B31470">
        <w:trPr>
          <w:cnfStyle w:val="100000000000" w:firstRow="1" w:lastRow="0" w:firstColumn="0" w:lastColumn="0" w:oddVBand="0" w:evenVBand="0" w:oddHBand="0" w:evenHBand="0" w:firstRowFirstColumn="0" w:firstRowLastColumn="0" w:lastRowFirstColumn="0" w:lastRowLastColumn="0"/>
          <w:tblHeader/>
        </w:trPr>
        <w:tc>
          <w:tcPr>
            <w:tcW w:w="622" w:type="dxa"/>
          </w:tcPr>
          <w:p w14:paraId="2BC5BE41" w14:textId="77777777" w:rsidR="00C80F2B" w:rsidRPr="00B31470" w:rsidRDefault="00C80F2B" w:rsidP="0044565F">
            <w:pPr>
              <w:pStyle w:val="Z2Nagwektabeli"/>
              <w:jc w:val="both"/>
              <w:rPr>
                <w:rFonts w:ascii="Lato" w:hAnsi="Lato"/>
                <w:b/>
                <w:bCs/>
                <w:szCs w:val="18"/>
                <w:lang w:val="pl-PL"/>
              </w:rPr>
            </w:pPr>
            <w:r w:rsidRPr="00B31470">
              <w:rPr>
                <w:rFonts w:ascii="Lato" w:hAnsi="Lato"/>
                <w:b/>
                <w:bCs/>
                <w:szCs w:val="18"/>
                <w:lang w:val="pl-PL"/>
              </w:rPr>
              <w:t>Nr</w:t>
            </w:r>
          </w:p>
        </w:tc>
        <w:tc>
          <w:tcPr>
            <w:tcW w:w="3840" w:type="dxa"/>
          </w:tcPr>
          <w:p w14:paraId="5C208998" w14:textId="77777777" w:rsidR="00C80F2B" w:rsidRPr="00B31470" w:rsidRDefault="00C80F2B" w:rsidP="0044565F">
            <w:pPr>
              <w:pStyle w:val="Z2Nagwektabeli"/>
              <w:jc w:val="both"/>
              <w:rPr>
                <w:rFonts w:ascii="Lato" w:hAnsi="Lato"/>
                <w:b/>
                <w:bCs/>
                <w:szCs w:val="18"/>
                <w:lang w:val="pl-PL"/>
              </w:rPr>
            </w:pPr>
            <w:r w:rsidRPr="00B31470">
              <w:rPr>
                <w:rFonts w:ascii="Lato" w:hAnsi="Lato"/>
                <w:b/>
                <w:bCs/>
                <w:szCs w:val="18"/>
                <w:lang w:val="pl-PL"/>
              </w:rPr>
              <w:t>Nazwa</w:t>
            </w:r>
          </w:p>
        </w:tc>
        <w:tc>
          <w:tcPr>
            <w:tcW w:w="2411" w:type="dxa"/>
          </w:tcPr>
          <w:p w14:paraId="674B7F15" w14:textId="77777777" w:rsidR="00C80F2B" w:rsidRPr="00B31470" w:rsidRDefault="00C80F2B" w:rsidP="0044565F">
            <w:pPr>
              <w:pStyle w:val="Z2Nagwektabeli"/>
              <w:jc w:val="both"/>
              <w:rPr>
                <w:rFonts w:ascii="Lato" w:hAnsi="Lato"/>
                <w:b/>
                <w:bCs/>
                <w:szCs w:val="18"/>
                <w:lang w:val="pl-PL"/>
              </w:rPr>
            </w:pPr>
            <w:r w:rsidRPr="00B31470">
              <w:rPr>
                <w:rFonts w:ascii="Lato" w:hAnsi="Lato"/>
                <w:b/>
                <w:bCs/>
                <w:szCs w:val="18"/>
                <w:lang w:val="pl-PL"/>
              </w:rPr>
              <w:t>Identyfikator</w:t>
            </w:r>
          </w:p>
        </w:tc>
        <w:tc>
          <w:tcPr>
            <w:tcW w:w="1214" w:type="dxa"/>
          </w:tcPr>
          <w:p w14:paraId="565733ED" w14:textId="77777777" w:rsidR="00C80F2B" w:rsidRPr="00B31470" w:rsidRDefault="00C80F2B" w:rsidP="0044565F">
            <w:pPr>
              <w:pStyle w:val="Z2Nagwektabeli"/>
              <w:jc w:val="both"/>
              <w:rPr>
                <w:rFonts w:ascii="Lato" w:hAnsi="Lato"/>
                <w:b/>
                <w:bCs/>
                <w:szCs w:val="18"/>
                <w:lang w:val="pl-PL"/>
              </w:rPr>
            </w:pPr>
            <w:r w:rsidRPr="00B31470">
              <w:rPr>
                <w:rFonts w:ascii="Lato" w:hAnsi="Lato"/>
                <w:b/>
                <w:bCs/>
                <w:szCs w:val="18"/>
                <w:lang w:val="pl-PL"/>
              </w:rPr>
              <w:t>Wersja</w:t>
            </w:r>
          </w:p>
        </w:tc>
        <w:tc>
          <w:tcPr>
            <w:tcW w:w="1196" w:type="dxa"/>
          </w:tcPr>
          <w:p w14:paraId="6A6FE921" w14:textId="77777777" w:rsidR="00C80F2B" w:rsidRPr="00B31470" w:rsidRDefault="00C80F2B" w:rsidP="0044565F">
            <w:pPr>
              <w:pStyle w:val="Z2Nagwektabeli"/>
              <w:jc w:val="both"/>
              <w:rPr>
                <w:rFonts w:ascii="Lato" w:hAnsi="Lato"/>
                <w:b/>
                <w:bCs/>
                <w:szCs w:val="18"/>
                <w:lang w:val="pl-PL"/>
              </w:rPr>
            </w:pPr>
            <w:r w:rsidRPr="00B31470">
              <w:rPr>
                <w:rFonts w:ascii="Lato" w:hAnsi="Lato"/>
                <w:b/>
                <w:bCs/>
                <w:szCs w:val="18"/>
                <w:lang w:val="pl-PL"/>
              </w:rPr>
              <w:t>Data wydania</w:t>
            </w:r>
          </w:p>
        </w:tc>
      </w:tr>
      <w:tr w:rsidR="00B52524" w:rsidRPr="00EA11AC" w14:paraId="5E7842D3" w14:textId="77777777" w:rsidTr="00B31470">
        <w:tc>
          <w:tcPr>
            <w:tcW w:w="622" w:type="dxa"/>
          </w:tcPr>
          <w:p w14:paraId="222BA731" w14:textId="77777777" w:rsidR="00B52524" w:rsidRPr="00176964" w:rsidRDefault="00B52524" w:rsidP="00241173">
            <w:pPr>
              <w:pStyle w:val="Z2tabelatekst"/>
              <w:numPr>
                <w:ilvl w:val="0"/>
                <w:numId w:val="1"/>
              </w:numPr>
              <w:jc w:val="both"/>
              <w:rPr>
                <w:rFonts w:ascii="Lato" w:hAnsi="Lato"/>
                <w:sz w:val="20"/>
                <w:szCs w:val="20"/>
                <w:lang w:val="pl-PL" w:eastAsia="pl-PL"/>
              </w:rPr>
            </w:pPr>
            <w:bookmarkStart w:id="24" w:name="_Ref361653747"/>
          </w:p>
        </w:tc>
        <w:bookmarkEnd w:id="24"/>
        <w:tc>
          <w:tcPr>
            <w:tcW w:w="3840" w:type="dxa"/>
          </w:tcPr>
          <w:p w14:paraId="7FB9BFA4" w14:textId="77777777" w:rsidR="00B52524" w:rsidRPr="00176964" w:rsidRDefault="00B52524" w:rsidP="00B8647B">
            <w:pPr>
              <w:pStyle w:val="Z2tabelatekst"/>
              <w:tabs>
                <w:tab w:val="clear" w:pos="4536"/>
                <w:tab w:val="clear" w:pos="9072"/>
                <w:tab w:val="left" w:pos="2918"/>
              </w:tabs>
              <w:rPr>
                <w:rFonts w:ascii="Lato" w:hAnsi="Lato"/>
                <w:sz w:val="20"/>
                <w:szCs w:val="20"/>
                <w:lang w:val="pl-PL" w:eastAsia="pl-PL"/>
              </w:rPr>
            </w:pPr>
            <w:r w:rsidRPr="00176964">
              <w:rPr>
                <w:rFonts w:ascii="Lato" w:hAnsi="Lato"/>
                <w:sz w:val="20"/>
                <w:szCs w:val="20"/>
                <w:lang w:val="pl-PL" w:eastAsia="pl-PL"/>
              </w:rPr>
              <w:t>Dokumentacja techniczna powykonawcza: Specyfikacja komunikatów XML - część zewnętrzna</w:t>
            </w:r>
          </w:p>
        </w:tc>
        <w:tc>
          <w:tcPr>
            <w:tcW w:w="2411" w:type="dxa"/>
          </w:tcPr>
          <w:p w14:paraId="13F9E34D" w14:textId="77777777" w:rsidR="00B52524" w:rsidRPr="00176964" w:rsidRDefault="00B52524" w:rsidP="00B8647B">
            <w:pPr>
              <w:pStyle w:val="Z2tabelatekst"/>
              <w:rPr>
                <w:rFonts w:ascii="Lato" w:hAnsi="Lato"/>
                <w:sz w:val="20"/>
                <w:szCs w:val="20"/>
                <w:lang w:val="pl-PL" w:eastAsia="pl-PL"/>
              </w:rPr>
            </w:pPr>
            <w:r w:rsidRPr="00176964">
              <w:rPr>
                <w:rFonts w:ascii="Lato" w:hAnsi="Lato"/>
                <w:sz w:val="20"/>
                <w:szCs w:val="20"/>
                <w:lang w:val="pl-PL" w:eastAsia="pl-PL"/>
              </w:rPr>
              <w:t>ZF2-PWT-DtKXML-ZEWN</w:t>
            </w:r>
          </w:p>
        </w:tc>
        <w:tc>
          <w:tcPr>
            <w:tcW w:w="1214" w:type="dxa"/>
          </w:tcPr>
          <w:p w14:paraId="7491CA06" w14:textId="77777777" w:rsidR="00B52524" w:rsidRPr="00176964" w:rsidRDefault="00B52524" w:rsidP="0044565F">
            <w:pPr>
              <w:pStyle w:val="Z2tabelatekst"/>
              <w:jc w:val="both"/>
              <w:rPr>
                <w:rFonts w:ascii="Lato" w:hAnsi="Lato"/>
                <w:sz w:val="20"/>
                <w:szCs w:val="20"/>
                <w:lang w:val="pl-PL" w:eastAsia="pl-PL"/>
              </w:rPr>
            </w:pPr>
            <w:r w:rsidRPr="00176964">
              <w:rPr>
                <w:rFonts w:ascii="Lato" w:hAnsi="Lato"/>
                <w:sz w:val="20"/>
                <w:szCs w:val="20"/>
                <w:lang w:val="pl-PL" w:eastAsia="pl-PL"/>
              </w:rPr>
              <w:t>n/d</w:t>
            </w:r>
          </w:p>
        </w:tc>
        <w:tc>
          <w:tcPr>
            <w:tcW w:w="1196" w:type="dxa"/>
          </w:tcPr>
          <w:p w14:paraId="18004C35" w14:textId="77777777" w:rsidR="00B52524" w:rsidRPr="00176964" w:rsidRDefault="00B52524" w:rsidP="0044565F">
            <w:pPr>
              <w:pStyle w:val="Z2tabelatekst"/>
              <w:jc w:val="both"/>
              <w:rPr>
                <w:rFonts w:ascii="Lato" w:hAnsi="Lato"/>
                <w:sz w:val="20"/>
                <w:szCs w:val="20"/>
                <w:lang w:val="pl-PL" w:eastAsia="pl-PL"/>
              </w:rPr>
            </w:pPr>
            <w:r w:rsidRPr="00176964">
              <w:rPr>
                <w:rFonts w:ascii="Lato" w:hAnsi="Lato"/>
                <w:sz w:val="20"/>
                <w:szCs w:val="20"/>
                <w:lang w:val="pl-PL" w:eastAsia="pl-PL"/>
              </w:rPr>
              <w:t>n/d</w:t>
            </w:r>
          </w:p>
        </w:tc>
      </w:tr>
    </w:tbl>
    <w:p w14:paraId="46A893FC" w14:textId="77777777" w:rsidR="00C80F2B" w:rsidRPr="00B31470" w:rsidRDefault="00C80F2B" w:rsidP="00F90727">
      <w:pPr>
        <w:pStyle w:val="Nagwek3"/>
        <w:rPr>
          <w:lang w:val="pl-PL"/>
        </w:rPr>
      </w:pPr>
      <w:bookmarkStart w:id="25" w:name="_Toc341696560"/>
      <w:bookmarkStart w:id="26" w:name="_Toc349568557"/>
      <w:bookmarkStart w:id="27" w:name="_Toc361655060"/>
      <w:bookmarkStart w:id="28" w:name="_Toc361657246"/>
      <w:bookmarkStart w:id="29" w:name="_Toc361666184"/>
      <w:bookmarkStart w:id="30" w:name="_Toc361825485"/>
      <w:bookmarkStart w:id="31" w:name="_Toc184021054"/>
      <w:r w:rsidRPr="00B31470">
        <w:rPr>
          <w:lang w:val="pl-PL"/>
        </w:rPr>
        <w:lastRenderedPageBreak/>
        <w:t>Dokumenty pomocnicze</w:t>
      </w:r>
      <w:bookmarkEnd w:id="25"/>
      <w:bookmarkEnd w:id="26"/>
      <w:bookmarkEnd w:id="27"/>
      <w:bookmarkEnd w:id="28"/>
      <w:bookmarkEnd w:id="29"/>
      <w:bookmarkEnd w:id="30"/>
      <w:bookmarkEnd w:id="31"/>
    </w:p>
    <w:p w14:paraId="4C4203A3" w14:textId="6D1FBA3D" w:rsidR="00C80F2B" w:rsidRPr="00EA11AC" w:rsidRDefault="00C80F2B" w:rsidP="0044565F">
      <w:pPr>
        <w:pStyle w:val="Legenda"/>
        <w:jc w:val="both"/>
      </w:pPr>
      <w:bookmarkStart w:id="32" w:name="_Toc361655088"/>
      <w:bookmarkStart w:id="33" w:name="_Toc361657257"/>
      <w:bookmarkStart w:id="34" w:name="_Toc361666195"/>
      <w:bookmarkStart w:id="35" w:name="_Toc361825496"/>
      <w:bookmarkStart w:id="36" w:name="_Toc184021033"/>
      <w:r w:rsidRPr="00EA11AC">
        <w:t xml:space="preserve">Tabela </w:t>
      </w:r>
      <w:r w:rsidR="009A710E">
        <w:fldChar w:fldCharType="begin"/>
      </w:r>
      <w:r w:rsidR="009A710E">
        <w:instrText xml:space="preserve"> SEQ Tabela \* ARABIC </w:instrText>
      </w:r>
      <w:r w:rsidR="009A710E">
        <w:fldChar w:fldCharType="separate"/>
      </w:r>
      <w:r w:rsidR="00F62FC8">
        <w:rPr>
          <w:noProof/>
        </w:rPr>
        <w:t>4</w:t>
      </w:r>
      <w:r w:rsidR="009A710E">
        <w:rPr>
          <w:noProof/>
        </w:rPr>
        <w:fldChar w:fldCharType="end"/>
      </w:r>
      <w:r w:rsidRPr="00EA11AC">
        <w:t>. Wykaz dokumentów pomocniczych</w:t>
      </w:r>
      <w:bookmarkEnd w:id="32"/>
      <w:bookmarkEnd w:id="33"/>
      <w:bookmarkEnd w:id="34"/>
      <w:bookmarkEnd w:id="35"/>
      <w:bookmarkEnd w:id="36"/>
    </w:p>
    <w:tbl>
      <w:tblPr>
        <w:tblStyle w:val="Tabela-Siatka"/>
        <w:tblW w:w="9262" w:type="dxa"/>
        <w:tblLook w:val="01E0" w:firstRow="1" w:lastRow="1" w:firstColumn="1" w:lastColumn="1" w:noHBand="0" w:noVBand="0"/>
      </w:tblPr>
      <w:tblGrid>
        <w:gridCol w:w="622"/>
        <w:gridCol w:w="3840"/>
        <w:gridCol w:w="2400"/>
        <w:gridCol w:w="1200"/>
        <w:gridCol w:w="1200"/>
      </w:tblGrid>
      <w:tr w:rsidR="00C80F2B" w:rsidRPr="00EA11AC" w14:paraId="1E75645F" w14:textId="77777777" w:rsidTr="009A274D">
        <w:trPr>
          <w:cnfStyle w:val="100000000000" w:firstRow="1" w:lastRow="0" w:firstColumn="0" w:lastColumn="0" w:oddVBand="0" w:evenVBand="0" w:oddHBand="0" w:evenHBand="0" w:firstRowFirstColumn="0" w:firstRowLastColumn="0" w:lastRowFirstColumn="0" w:lastRowLastColumn="0"/>
          <w:tblHeader/>
        </w:trPr>
        <w:tc>
          <w:tcPr>
            <w:tcW w:w="622" w:type="dxa"/>
          </w:tcPr>
          <w:p w14:paraId="1B925CEF" w14:textId="77777777" w:rsidR="00C80F2B" w:rsidRPr="00EA11AC" w:rsidRDefault="00C80F2B" w:rsidP="0044565F">
            <w:pPr>
              <w:pStyle w:val="Z2Nagwektabeli"/>
              <w:jc w:val="both"/>
              <w:rPr>
                <w:rFonts w:ascii="Lato" w:hAnsi="Lato"/>
                <w:szCs w:val="18"/>
                <w:lang w:val="pl-PL"/>
              </w:rPr>
            </w:pPr>
            <w:r w:rsidRPr="00EA11AC">
              <w:rPr>
                <w:rFonts w:ascii="Lato" w:hAnsi="Lato"/>
                <w:szCs w:val="18"/>
                <w:lang w:val="pl-PL"/>
              </w:rPr>
              <w:t>Nr</w:t>
            </w:r>
          </w:p>
        </w:tc>
        <w:tc>
          <w:tcPr>
            <w:tcW w:w="3840" w:type="dxa"/>
          </w:tcPr>
          <w:p w14:paraId="5903F2B2" w14:textId="77777777" w:rsidR="00C80F2B" w:rsidRPr="00EA11AC" w:rsidRDefault="00C80F2B" w:rsidP="0044565F">
            <w:pPr>
              <w:pStyle w:val="Z2Nagwektabeli"/>
              <w:jc w:val="both"/>
              <w:rPr>
                <w:rFonts w:ascii="Lato" w:hAnsi="Lato"/>
                <w:szCs w:val="18"/>
                <w:lang w:val="pl-PL"/>
              </w:rPr>
            </w:pPr>
            <w:r w:rsidRPr="00EA11AC">
              <w:rPr>
                <w:rFonts w:ascii="Lato" w:hAnsi="Lato"/>
                <w:szCs w:val="18"/>
                <w:lang w:val="pl-PL"/>
              </w:rPr>
              <w:t>Nazwa</w:t>
            </w:r>
          </w:p>
        </w:tc>
        <w:tc>
          <w:tcPr>
            <w:tcW w:w="2400" w:type="dxa"/>
          </w:tcPr>
          <w:p w14:paraId="07828783" w14:textId="77777777" w:rsidR="00C80F2B" w:rsidRPr="00EA11AC" w:rsidRDefault="00C80F2B" w:rsidP="0044565F">
            <w:pPr>
              <w:pStyle w:val="Z2Nagwektabeli"/>
              <w:jc w:val="both"/>
              <w:rPr>
                <w:rFonts w:ascii="Lato" w:hAnsi="Lato"/>
                <w:szCs w:val="18"/>
                <w:lang w:val="pl-PL"/>
              </w:rPr>
            </w:pPr>
            <w:r w:rsidRPr="00EA11AC">
              <w:rPr>
                <w:rFonts w:ascii="Lato" w:hAnsi="Lato"/>
                <w:szCs w:val="18"/>
                <w:lang w:val="pl-PL"/>
              </w:rPr>
              <w:t>Identyfikator</w:t>
            </w:r>
          </w:p>
        </w:tc>
        <w:tc>
          <w:tcPr>
            <w:tcW w:w="1200" w:type="dxa"/>
          </w:tcPr>
          <w:p w14:paraId="35954ED5" w14:textId="77777777" w:rsidR="00C80F2B" w:rsidRPr="00EA11AC" w:rsidRDefault="00C80F2B" w:rsidP="0044565F">
            <w:pPr>
              <w:pStyle w:val="Z2Nagwektabeli"/>
              <w:jc w:val="both"/>
              <w:rPr>
                <w:rFonts w:ascii="Lato" w:hAnsi="Lato"/>
                <w:szCs w:val="18"/>
                <w:lang w:val="pl-PL"/>
              </w:rPr>
            </w:pPr>
            <w:r w:rsidRPr="00EA11AC">
              <w:rPr>
                <w:rFonts w:ascii="Lato" w:hAnsi="Lato"/>
                <w:szCs w:val="18"/>
                <w:lang w:val="pl-PL"/>
              </w:rPr>
              <w:t>Wersja</w:t>
            </w:r>
          </w:p>
        </w:tc>
        <w:tc>
          <w:tcPr>
            <w:tcW w:w="1200" w:type="dxa"/>
          </w:tcPr>
          <w:p w14:paraId="3BFE1B98" w14:textId="77777777" w:rsidR="00C80F2B" w:rsidRPr="00EA11AC" w:rsidRDefault="00C80F2B" w:rsidP="0044565F">
            <w:pPr>
              <w:pStyle w:val="Z2Nagwektabeli"/>
              <w:jc w:val="both"/>
              <w:rPr>
                <w:rFonts w:ascii="Lato" w:hAnsi="Lato"/>
                <w:szCs w:val="18"/>
                <w:lang w:val="pl-PL"/>
              </w:rPr>
            </w:pPr>
            <w:r w:rsidRPr="00EA11AC">
              <w:rPr>
                <w:rFonts w:ascii="Lato" w:hAnsi="Lato"/>
                <w:szCs w:val="18"/>
                <w:lang w:val="pl-PL"/>
              </w:rPr>
              <w:t>Data wydania</w:t>
            </w:r>
          </w:p>
        </w:tc>
      </w:tr>
      <w:tr w:rsidR="00C80F2B" w:rsidRPr="00EA11AC" w14:paraId="3B7D119E" w14:textId="77777777" w:rsidTr="009A274D">
        <w:tc>
          <w:tcPr>
            <w:tcW w:w="622" w:type="dxa"/>
          </w:tcPr>
          <w:p w14:paraId="1898554C" w14:textId="77777777" w:rsidR="00C80F2B" w:rsidRPr="00176964" w:rsidRDefault="00C80F2B" w:rsidP="00241173">
            <w:pPr>
              <w:pStyle w:val="Z2tabelatekst"/>
              <w:numPr>
                <w:ilvl w:val="0"/>
                <w:numId w:val="2"/>
              </w:numPr>
              <w:jc w:val="both"/>
              <w:rPr>
                <w:rFonts w:ascii="Lato" w:hAnsi="Lato"/>
                <w:sz w:val="20"/>
                <w:szCs w:val="20"/>
                <w:lang w:val="pl-PL" w:eastAsia="pl-PL"/>
              </w:rPr>
            </w:pPr>
          </w:p>
        </w:tc>
        <w:tc>
          <w:tcPr>
            <w:tcW w:w="3840" w:type="dxa"/>
          </w:tcPr>
          <w:p w14:paraId="270D14B6" w14:textId="77777777" w:rsidR="00C80F2B" w:rsidRPr="00176964" w:rsidRDefault="00A92417" w:rsidP="0044565F">
            <w:pPr>
              <w:pStyle w:val="Z2tabelatekst"/>
              <w:jc w:val="both"/>
              <w:rPr>
                <w:rFonts w:ascii="Lato" w:hAnsi="Lato"/>
                <w:sz w:val="20"/>
                <w:szCs w:val="20"/>
                <w:lang w:val="pl-PL" w:eastAsia="pl-PL"/>
              </w:rPr>
            </w:pPr>
            <w:r w:rsidRPr="00176964">
              <w:rPr>
                <w:rFonts w:ascii="Lato" w:hAnsi="Lato"/>
                <w:sz w:val="20"/>
                <w:szCs w:val="20"/>
                <w:lang w:val="pl-PL" w:eastAsia="pl-PL"/>
              </w:rPr>
              <w:t>Brak</w:t>
            </w:r>
          </w:p>
        </w:tc>
        <w:tc>
          <w:tcPr>
            <w:tcW w:w="2400" w:type="dxa"/>
          </w:tcPr>
          <w:p w14:paraId="3BE04443" w14:textId="77777777" w:rsidR="00C80F2B" w:rsidRPr="00176964" w:rsidRDefault="00A92417" w:rsidP="0044565F">
            <w:pPr>
              <w:pStyle w:val="Z2tabelatekst"/>
              <w:jc w:val="both"/>
              <w:rPr>
                <w:rFonts w:ascii="Lato" w:hAnsi="Lato"/>
                <w:sz w:val="20"/>
                <w:szCs w:val="20"/>
                <w:lang w:val="pl-PL" w:eastAsia="pl-PL"/>
              </w:rPr>
            </w:pPr>
            <w:r w:rsidRPr="00176964">
              <w:rPr>
                <w:rFonts w:ascii="Lato" w:hAnsi="Lato"/>
                <w:sz w:val="20"/>
                <w:szCs w:val="20"/>
                <w:lang w:val="pl-PL" w:eastAsia="pl-PL"/>
              </w:rPr>
              <w:t>n/d</w:t>
            </w:r>
          </w:p>
        </w:tc>
        <w:tc>
          <w:tcPr>
            <w:tcW w:w="1200" w:type="dxa"/>
          </w:tcPr>
          <w:p w14:paraId="25A79662" w14:textId="77777777" w:rsidR="00C80F2B" w:rsidRPr="00176964" w:rsidRDefault="00A92417" w:rsidP="0044565F">
            <w:pPr>
              <w:pStyle w:val="Z2tabelatekst"/>
              <w:jc w:val="both"/>
              <w:rPr>
                <w:rFonts w:ascii="Lato" w:hAnsi="Lato"/>
                <w:sz w:val="20"/>
                <w:szCs w:val="20"/>
                <w:lang w:val="pl-PL" w:eastAsia="pl-PL"/>
              </w:rPr>
            </w:pPr>
            <w:r w:rsidRPr="00176964">
              <w:rPr>
                <w:rFonts w:ascii="Lato" w:hAnsi="Lato"/>
                <w:sz w:val="20"/>
                <w:szCs w:val="20"/>
                <w:lang w:val="pl-PL" w:eastAsia="pl-PL"/>
              </w:rPr>
              <w:t>n/d</w:t>
            </w:r>
          </w:p>
        </w:tc>
        <w:tc>
          <w:tcPr>
            <w:tcW w:w="1200" w:type="dxa"/>
          </w:tcPr>
          <w:p w14:paraId="2940F17D" w14:textId="77777777" w:rsidR="00C80F2B" w:rsidRPr="00176964" w:rsidRDefault="00A92417" w:rsidP="0044565F">
            <w:pPr>
              <w:pStyle w:val="Z2tabelatekst"/>
              <w:jc w:val="both"/>
              <w:rPr>
                <w:rFonts w:ascii="Lato" w:hAnsi="Lato"/>
                <w:sz w:val="20"/>
                <w:szCs w:val="20"/>
                <w:lang w:val="pl-PL" w:eastAsia="pl-PL"/>
              </w:rPr>
            </w:pPr>
            <w:r w:rsidRPr="00176964">
              <w:rPr>
                <w:rFonts w:ascii="Lato" w:hAnsi="Lato"/>
                <w:sz w:val="20"/>
                <w:szCs w:val="20"/>
                <w:lang w:val="pl-PL" w:eastAsia="pl-PL"/>
              </w:rPr>
              <w:t>n/d</w:t>
            </w:r>
          </w:p>
        </w:tc>
      </w:tr>
    </w:tbl>
    <w:p w14:paraId="1A0DDD66" w14:textId="77777777" w:rsidR="003F3585" w:rsidRPr="00B31470" w:rsidRDefault="00C43119" w:rsidP="00F90727">
      <w:pPr>
        <w:pStyle w:val="Nagwek2"/>
        <w:rPr>
          <w:lang w:val="pl-PL"/>
        </w:rPr>
      </w:pPr>
      <w:bookmarkStart w:id="37" w:name="_Toc341696561"/>
      <w:bookmarkStart w:id="38" w:name="_Toc349568558"/>
      <w:bookmarkStart w:id="39" w:name="_Toc184021055"/>
      <w:r w:rsidRPr="00B31470">
        <w:rPr>
          <w:lang w:val="pl-PL"/>
        </w:rPr>
        <w:t>Słownik przyjętych skrótów i terminów</w:t>
      </w:r>
      <w:bookmarkEnd w:id="37"/>
      <w:bookmarkEnd w:id="38"/>
      <w:bookmarkEnd w:id="39"/>
    </w:p>
    <w:p w14:paraId="20F359D7" w14:textId="77777777" w:rsidR="003F3585" w:rsidRPr="00B31470" w:rsidRDefault="00C43119" w:rsidP="00F90727">
      <w:pPr>
        <w:pStyle w:val="Nagwek3"/>
        <w:rPr>
          <w:lang w:val="pl-PL"/>
        </w:rPr>
      </w:pPr>
      <w:bookmarkStart w:id="40" w:name="_Toc341696562"/>
      <w:bookmarkStart w:id="41" w:name="_Toc349568559"/>
      <w:bookmarkStart w:id="42" w:name="_Toc184021056"/>
      <w:r w:rsidRPr="00B31470">
        <w:rPr>
          <w:lang w:val="pl-PL"/>
        </w:rPr>
        <w:t xml:space="preserve">Skróty i </w:t>
      </w:r>
      <w:r w:rsidR="00E92D9D" w:rsidRPr="00B31470">
        <w:rPr>
          <w:lang w:val="pl-PL"/>
        </w:rPr>
        <w:t>ak</w:t>
      </w:r>
      <w:r w:rsidR="003F3585" w:rsidRPr="00B31470">
        <w:rPr>
          <w:lang w:val="pl-PL"/>
        </w:rPr>
        <w:t>ronimy</w:t>
      </w:r>
      <w:bookmarkEnd w:id="40"/>
      <w:bookmarkEnd w:id="41"/>
      <w:bookmarkEnd w:id="42"/>
    </w:p>
    <w:p w14:paraId="32CA4108" w14:textId="572D7E02" w:rsidR="00034C39" w:rsidRPr="00EA11AC" w:rsidRDefault="00034C39" w:rsidP="007D0A84">
      <w:pPr>
        <w:pStyle w:val="Legenda"/>
      </w:pPr>
      <w:bookmarkStart w:id="43" w:name="_Toc184021034"/>
      <w:r w:rsidRPr="00EA11AC">
        <w:t xml:space="preserve">Tabela </w:t>
      </w:r>
      <w:r w:rsidR="009A710E">
        <w:fldChar w:fldCharType="begin"/>
      </w:r>
      <w:r w:rsidR="009A710E">
        <w:instrText xml:space="preserve"> SEQ Tabela \* ARABIC </w:instrText>
      </w:r>
      <w:r w:rsidR="009A710E">
        <w:fldChar w:fldCharType="separate"/>
      </w:r>
      <w:r w:rsidR="00F62FC8">
        <w:rPr>
          <w:noProof/>
        </w:rPr>
        <w:t>5</w:t>
      </w:r>
      <w:r w:rsidR="009A710E">
        <w:rPr>
          <w:noProof/>
        </w:rPr>
        <w:fldChar w:fldCharType="end"/>
      </w:r>
      <w:r w:rsidRPr="00EA11AC">
        <w:t>. Wykaz skrótów i akronimów</w:t>
      </w:r>
      <w:bookmarkEnd w:id="43"/>
    </w:p>
    <w:tbl>
      <w:tblPr>
        <w:tblStyle w:val="Tabela-Siatka"/>
        <w:tblW w:w="9464" w:type="dxa"/>
        <w:tblLook w:val="01E0" w:firstRow="1" w:lastRow="1" w:firstColumn="1" w:lastColumn="1" w:noHBand="0" w:noVBand="0"/>
      </w:tblPr>
      <w:tblGrid>
        <w:gridCol w:w="2988"/>
        <w:gridCol w:w="6476"/>
      </w:tblGrid>
      <w:tr w:rsidR="00A92417" w:rsidRPr="00EA11AC" w14:paraId="212DC7BB" w14:textId="77777777" w:rsidTr="00B31470">
        <w:trPr>
          <w:cnfStyle w:val="100000000000" w:firstRow="1" w:lastRow="0" w:firstColumn="0" w:lastColumn="0" w:oddVBand="0" w:evenVBand="0" w:oddHBand="0" w:evenHBand="0" w:firstRowFirstColumn="0" w:firstRowLastColumn="0" w:lastRowFirstColumn="0" w:lastRowLastColumn="0"/>
          <w:tblHeader/>
        </w:trPr>
        <w:tc>
          <w:tcPr>
            <w:tcW w:w="2988" w:type="dxa"/>
          </w:tcPr>
          <w:p w14:paraId="142DA507" w14:textId="77777777" w:rsidR="00A92417" w:rsidRPr="00B31470" w:rsidRDefault="00A92417" w:rsidP="00405035">
            <w:pPr>
              <w:pStyle w:val="Z2Nagwektabeli"/>
              <w:jc w:val="both"/>
              <w:rPr>
                <w:rFonts w:ascii="Lato" w:hAnsi="Lato" w:cs="Arial Black"/>
                <w:b/>
                <w:bCs/>
                <w:szCs w:val="18"/>
                <w:lang w:val="pl-PL"/>
              </w:rPr>
            </w:pPr>
            <w:r w:rsidRPr="00B31470">
              <w:rPr>
                <w:rFonts w:ascii="Lato" w:hAnsi="Lato" w:cs="Arial Black"/>
                <w:b/>
                <w:bCs/>
                <w:szCs w:val="18"/>
                <w:lang w:val="pl-PL"/>
              </w:rPr>
              <w:t>Skrót/Akronim</w:t>
            </w:r>
          </w:p>
        </w:tc>
        <w:tc>
          <w:tcPr>
            <w:tcW w:w="6476" w:type="dxa"/>
          </w:tcPr>
          <w:p w14:paraId="3620BE35" w14:textId="77777777" w:rsidR="00A92417" w:rsidRPr="00B31470" w:rsidRDefault="00A92417" w:rsidP="00405035">
            <w:pPr>
              <w:pStyle w:val="Z2Nagwektabeli"/>
              <w:jc w:val="both"/>
              <w:rPr>
                <w:rFonts w:ascii="Lato" w:hAnsi="Lato" w:cs="Arial Black"/>
                <w:b/>
                <w:bCs/>
                <w:szCs w:val="18"/>
                <w:lang w:val="pl-PL"/>
              </w:rPr>
            </w:pPr>
            <w:r w:rsidRPr="00B31470">
              <w:rPr>
                <w:rFonts w:ascii="Lato" w:hAnsi="Lato" w:cs="Arial Black"/>
                <w:b/>
                <w:bCs/>
                <w:szCs w:val="18"/>
                <w:lang w:val="pl-PL"/>
              </w:rPr>
              <w:t>Objaśnienie</w:t>
            </w:r>
          </w:p>
        </w:tc>
      </w:tr>
      <w:tr w:rsidR="00A92417" w:rsidRPr="00EA11AC" w14:paraId="21F1E7BA" w14:textId="77777777" w:rsidTr="00B31470">
        <w:tc>
          <w:tcPr>
            <w:tcW w:w="2988" w:type="dxa"/>
          </w:tcPr>
          <w:p w14:paraId="7454078E" w14:textId="77777777" w:rsidR="00A92417" w:rsidRPr="00241173" w:rsidRDefault="00A92417" w:rsidP="00405035">
            <w:pPr>
              <w:pStyle w:val="Tabelazwyky"/>
              <w:jc w:val="both"/>
              <w:rPr>
                <w:lang w:val="en-GB"/>
              </w:rPr>
            </w:pPr>
            <w:r w:rsidRPr="00241173">
              <w:rPr>
                <w:lang w:val="en-GB"/>
              </w:rPr>
              <w:t>AIS</w:t>
            </w:r>
          </w:p>
        </w:tc>
        <w:tc>
          <w:tcPr>
            <w:tcW w:w="6476" w:type="dxa"/>
          </w:tcPr>
          <w:p w14:paraId="56B2BC62" w14:textId="77777777" w:rsidR="00A92417" w:rsidRPr="00176964" w:rsidRDefault="00A92417" w:rsidP="00405035">
            <w:pPr>
              <w:pStyle w:val="Tabelazwyky"/>
              <w:jc w:val="both"/>
            </w:pPr>
            <w:r w:rsidRPr="00176964">
              <w:rPr>
                <w:i/>
              </w:rPr>
              <w:t>Automated Import System</w:t>
            </w:r>
            <w:r w:rsidRPr="00176964">
              <w:t xml:space="preserve"> – Automatyczny System Importu. Także projekt „Programu e-Cło”.</w:t>
            </w:r>
          </w:p>
        </w:tc>
      </w:tr>
      <w:tr w:rsidR="00A92417" w:rsidRPr="00EA11AC" w14:paraId="4B862048" w14:textId="77777777" w:rsidTr="00B31470">
        <w:tc>
          <w:tcPr>
            <w:tcW w:w="2988" w:type="dxa"/>
          </w:tcPr>
          <w:p w14:paraId="5853822A"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ARI@DNA2</w:t>
            </w:r>
          </w:p>
        </w:tc>
        <w:tc>
          <w:tcPr>
            <w:tcW w:w="6476" w:type="dxa"/>
          </w:tcPr>
          <w:p w14:paraId="16B57CEC" w14:textId="77777777" w:rsidR="00A92417" w:rsidRPr="00176964" w:rsidRDefault="00A92417" w:rsidP="00405035">
            <w:pPr>
              <w:pStyle w:val="Tabelazwyky"/>
              <w:jc w:val="both"/>
            </w:pPr>
            <w:r w:rsidRPr="00176964">
              <w:t>Hurtownia danych Administracji Celnej.</w:t>
            </w:r>
          </w:p>
        </w:tc>
      </w:tr>
      <w:tr w:rsidR="00A92417" w:rsidRPr="00EA11AC" w14:paraId="3958D61E" w14:textId="77777777" w:rsidTr="00B31470">
        <w:tc>
          <w:tcPr>
            <w:tcW w:w="2988" w:type="dxa"/>
          </w:tcPr>
          <w:p w14:paraId="73914CFC" w14:textId="77777777" w:rsidR="00A92417" w:rsidRPr="00241173" w:rsidRDefault="00A92417" w:rsidP="00405035">
            <w:pPr>
              <w:pStyle w:val="Tabelazwyky"/>
              <w:jc w:val="both"/>
              <w:rPr>
                <w:lang w:val="en-GB"/>
              </w:rPr>
            </w:pPr>
            <w:r w:rsidRPr="00241173">
              <w:rPr>
                <w:lang w:val="en-GB"/>
              </w:rPr>
              <w:t>CELINA</w:t>
            </w:r>
          </w:p>
        </w:tc>
        <w:tc>
          <w:tcPr>
            <w:tcW w:w="6476" w:type="dxa"/>
          </w:tcPr>
          <w:p w14:paraId="28434FCB" w14:textId="77777777" w:rsidR="00A92417" w:rsidRPr="00176964" w:rsidRDefault="00A92417" w:rsidP="00405035">
            <w:pPr>
              <w:pStyle w:val="Default"/>
              <w:spacing w:before="60" w:after="60"/>
              <w:jc w:val="both"/>
              <w:rPr>
                <w:rFonts w:ascii="Lato" w:hAnsi="Lato" w:cs="Arial Black"/>
                <w:sz w:val="20"/>
                <w:szCs w:val="20"/>
              </w:rPr>
            </w:pPr>
            <w:r w:rsidRPr="00176964">
              <w:rPr>
                <w:rFonts w:ascii="Lato" w:hAnsi="Lato" w:cs="Arial Black"/>
                <w:sz w:val="20"/>
                <w:szCs w:val="20"/>
              </w:rPr>
              <w:t>System obsługi zgłoszeń celnych.</w:t>
            </w:r>
          </w:p>
        </w:tc>
      </w:tr>
      <w:tr w:rsidR="00A92417" w:rsidRPr="00EA11AC" w14:paraId="75A12941" w14:textId="77777777" w:rsidTr="00B31470">
        <w:tc>
          <w:tcPr>
            <w:tcW w:w="2988" w:type="dxa"/>
          </w:tcPr>
          <w:p w14:paraId="201B1FA8" w14:textId="77777777" w:rsidR="00A92417" w:rsidRPr="00241173" w:rsidRDefault="00A92417" w:rsidP="00405035">
            <w:pPr>
              <w:pStyle w:val="Tabelazwyky"/>
              <w:jc w:val="both"/>
              <w:rPr>
                <w:lang w:val="en-GB"/>
              </w:rPr>
            </w:pPr>
            <w:r w:rsidRPr="00241173">
              <w:rPr>
                <w:lang w:val="en-GB"/>
              </w:rPr>
              <w:t>ECIP</w:t>
            </w:r>
          </w:p>
        </w:tc>
        <w:tc>
          <w:tcPr>
            <w:tcW w:w="6476" w:type="dxa"/>
          </w:tcPr>
          <w:p w14:paraId="4B9A32F1" w14:textId="77777777" w:rsidR="00A92417" w:rsidRPr="00176964" w:rsidRDefault="00A92417" w:rsidP="00405035">
            <w:pPr>
              <w:pStyle w:val="Tabelazwyky"/>
              <w:jc w:val="both"/>
              <w:rPr>
                <w:lang w:val="fr-FR"/>
              </w:rPr>
            </w:pPr>
            <w:r w:rsidRPr="00176964">
              <w:rPr>
                <w:i/>
                <w:lang w:val="fr-FR"/>
              </w:rPr>
              <w:t xml:space="preserve">EU Customs Information Portal </w:t>
            </w:r>
            <w:r w:rsidRPr="00176964">
              <w:rPr>
                <w:lang w:val="fr-FR"/>
              </w:rPr>
              <w:t>– Europejski</w:t>
            </w:r>
            <w:r w:rsidRPr="00176964">
              <w:rPr>
                <w:i/>
                <w:lang w:val="fr-FR"/>
              </w:rPr>
              <w:t xml:space="preserve"> </w:t>
            </w:r>
            <w:r w:rsidRPr="00176964">
              <w:rPr>
                <w:lang w:val="fr-FR"/>
              </w:rPr>
              <w:t xml:space="preserve">Portal Informacji Celnej. </w:t>
            </w:r>
          </w:p>
        </w:tc>
      </w:tr>
      <w:tr w:rsidR="00A92417" w:rsidRPr="00EA11AC" w14:paraId="63430FF6" w14:textId="77777777" w:rsidTr="00B31470">
        <w:tc>
          <w:tcPr>
            <w:tcW w:w="2988" w:type="dxa"/>
          </w:tcPr>
          <w:p w14:paraId="42B89D6C" w14:textId="77777777" w:rsidR="00A92417" w:rsidRPr="00241173" w:rsidRDefault="00A92417" w:rsidP="00405035">
            <w:pPr>
              <w:pStyle w:val="Tabelazwyky"/>
              <w:jc w:val="both"/>
              <w:rPr>
                <w:lang w:val="en-GB"/>
              </w:rPr>
            </w:pPr>
            <w:r w:rsidRPr="00241173">
              <w:rPr>
                <w:lang w:val="en-GB"/>
              </w:rPr>
              <w:t xml:space="preserve">ECIP/SEAP PL </w:t>
            </w:r>
          </w:p>
        </w:tc>
        <w:tc>
          <w:tcPr>
            <w:tcW w:w="6476" w:type="dxa"/>
          </w:tcPr>
          <w:p w14:paraId="3F7C06FC" w14:textId="77777777" w:rsidR="00A92417" w:rsidRPr="00176964" w:rsidRDefault="00A92417" w:rsidP="00405035">
            <w:pPr>
              <w:pStyle w:val="Tabelazwyky"/>
              <w:jc w:val="both"/>
            </w:pPr>
            <w:r w:rsidRPr="00176964">
              <w:rPr>
                <w:i/>
              </w:rPr>
              <w:t>European Customs Information Portal</w:t>
            </w:r>
            <w:r w:rsidRPr="00176964">
              <w:t xml:space="preserve"> - Europejski Informacyjny Portal Celny</w:t>
            </w:r>
          </w:p>
          <w:p w14:paraId="1424C7B8" w14:textId="77777777" w:rsidR="00A92417" w:rsidRPr="00176964" w:rsidRDefault="00A92417" w:rsidP="00405035">
            <w:pPr>
              <w:pStyle w:val="Tabelazwyky"/>
              <w:jc w:val="both"/>
            </w:pPr>
            <w:r w:rsidRPr="00176964">
              <w:rPr>
                <w:i/>
              </w:rPr>
              <w:t>Single Electronic Access Point</w:t>
            </w:r>
            <w:r w:rsidRPr="00176964">
              <w:t xml:space="preserve"> - Pojedynczy Elektroniczny Punkt Dostępu</w:t>
            </w:r>
          </w:p>
          <w:p w14:paraId="620E8CF9" w14:textId="77777777" w:rsidR="00A92417" w:rsidRPr="00176964" w:rsidRDefault="00A92417" w:rsidP="00405035">
            <w:pPr>
              <w:pStyle w:val="Tabelazwyky"/>
              <w:jc w:val="both"/>
            </w:pPr>
            <w:r w:rsidRPr="00176964">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A92417" w:rsidRPr="00EA11AC" w14:paraId="0D80253F" w14:textId="77777777" w:rsidTr="00B31470">
        <w:tc>
          <w:tcPr>
            <w:tcW w:w="2988" w:type="dxa"/>
          </w:tcPr>
          <w:p w14:paraId="1EC8329A"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ESB</w:t>
            </w:r>
          </w:p>
        </w:tc>
        <w:tc>
          <w:tcPr>
            <w:tcW w:w="6476" w:type="dxa"/>
          </w:tcPr>
          <w:p w14:paraId="0149F672" w14:textId="77777777" w:rsidR="00A92417" w:rsidRPr="00176964" w:rsidRDefault="00A92417" w:rsidP="00405035">
            <w:pPr>
              <w:pStyle w:val="Tabelazwyky"/>
              <w:jc w:val="both"/>
            </w:pPr>
            <w:r w:rsidRPr="00176964">
              <w:rPr>
                <w:i/>
              </w:rPr>
              <w:t>Enterprise Service Bus</w:t>
            </w:r>
            <w:r w:rsidRPr="00176964">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A92417" w:rsidRPr="00EA11AC" w14:paraId="2F2675BE" w14:textId="77777777" w:rsidTr="00B31470">
        <w:tc>
          <w:tcPr>
            <w:tcW w:w="2988" w:type="dxa"/>
          </w:tcPr>
          <w:p w14:paraId="08218D5A"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ESKS</w:t>
            </w:r>
          </w:p>
        </w:tc>
        <w:tc>
          <w:tcPr>
            <w:tcW w:w="6476" w:type="dxa"/>
          </w:tcPr>
          <w:p w14:paraId="0A385BCD" w14:textId="77777777" w:rsidR="00A92417" w:rsidRPr="00176964" w:rsidRDefault="00A92417" w:rsidP="00405035">
            <w:pPr>
              <w:pStyle w:val="Tabelazwyky"/>
              <w:jc w:val="both"/>
            </w:pPr>
            <w:r w:rsidRPr="00176964">
              <w:t xml:space="preserve">Ewidencja Spraw Karnych Skarbowych - system informatyczny usprawniający pracę </w:t>
            </w:r>
            <w:r w:rsidR="00DD76C4" w:rsidRPr="00176964">
              <w:t xml:space="preserve">Administracji Skarbowej </w:t>
            </w:r>
            <w:r w:rsidRPr="00176964">
              <w:t xml:space="preserve">w zakresie rejestracji spraw o przestępstwa </w:t>
            </w:r>
            <w:r w:rsidRPr="00176964">
              <w:br/>
              <w:t xml:space="preserve">i wykroczenia skarbowe oraz ewidencjonowania grzywien nakładanych </w:t>
            </w:r>
            <w:r w:rsidRPr="00176964">
              <w:br/>
              <w:t>w drodze mandatu karnego.</w:t>
            </w:r>
          </w:p>
        </w:tc>
      </w:tr>
      <w:tr w:rsidR="00A92417" w:rsidRPr="00EA11AC" w14:paraId="670CB44A" w14:textId="77777777" w:rsidTr="00B31470">
        <w:tc>
          <w:tcPr>
            <w:tcW w:w="2988" w:type="dxa"/>
          </w:tcPr>
          <w:p w14:paraId="717FC6EF"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lastRenderedPageBreak/>
              <w:t>HERMES2</w:t>
            </w:r>
          </w:p>
        </w:tc>
        <w:tc>
          <w:tcPr>
            <w:tcW w:w="6476" w:type="dxa"/>
          </w:tcPr>
          <w:p w14:paraId="4DFFBD44" w14:textId="77777777" w:rsidR="00A92417" w:rsidRPr="00176964" w:rsidRDefault="00A92417" w:rsidP="00405035">
            <w:pPr>
              <w:pStyle w:val="Tabelazwyky"/>
              <w:jc w:val="both"/>
            </w:pPr>
            <w:r w:rsidRPr="00176964">
              <w:t>Projekt „Programu e-Cło” obejmujący wdrożenie Systemu Zarządzania Zasobami Ludzkimi.</w:t>
            </w:r>
          </w:p>
        </w:tc>
      </w:tr>
      <w:tr w:rsidR="00A92417" w:rsidRPr="00EA11AC" w14:paraId="663D776A" w14:textId="77777777" w:rsidTr="00B31470">
        <w:tc>
          <w:tcPr>
            <w:tcW w:w="2988" w:type="dxa"/>
          </w:tcPr>
          <w:p w14:paraId="6D6D6BDF"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HTTP</w:t>
            </w:r>
          </w:p>
        </w:tc>
        <w:tc>
          <w:tcPr>
            <w:tcW w:w="6476" w:type="dxa"/>
          </w:tcPr>
          <w:p w14:paraId="19D046EB" w14:textId="77777777" w:rsidR="00A92417" w:rsidRPr="00176964" w:rsidRDefault="00A92417" w:rsidP="00405035">
            <w:pPr>
              <w:spacing w:before="60" w:after="60"/>
              <w:jc w:val="both"/>
              <w:rPr>
                <w:rFonts w:cs="Arial Black"/>
                <w:sz w:val="20"/>
                <w:szCs w:val="20"/>
              </w:rPr>
            </w:pPr>
            <w:r w:rsidRPr="00176964">
              <w:rPr>
                <w:rFonts w:cs="Arial Black"/>
                <w:sz w:val="20"/>
                <w:szCs w:val="20"/>
              </w:rPr>
              <w:t>Hypertext Transfer Protocol – protokół przesyłania dokumentów hipertekstowych.</w:t>
            </w:r>
          </w:p>
        </w:tc>
      </w:tr>
      <w:tr w:rsidR="00A92417" w:rsidRPr="00EA11AC" w14:paraId="6B445291" w14:textId="77777777" w:rsidTr="00B31470">
        <w:tc>
          <w:tcPr>
            <w:tcW w:w="2988" w:type="dxa"/>
          </w:tcPr>
          <w:p w14:paraId="5F1B19BD" w14:textId="77777777" w:rsidR="00A92417" w:rsidRPr="00241173" w:rsidRDefault="00A92417" w:rsidP="00405035">
            <w:pPr>
              <w:pStyle w:val="Tabelazwyky"/>
              <w:jc w:val="both"/>
              <w:rPr>
                <w:lang w:val="en-GB"/>
              </w:rPr>
            </w:pPr>
            <w:r w:rsidRPr="00241173">
              <w:rPr>
                <w:lang w:val="en-GB"/>
              </w:rPr>
              <w:t>ISZTAR</w:t>
            </w:r>
          </w:p>
        </w:tc>
        <w:tc>
          <w:tcPr>
            <w:tcW w:w="6476" w:type="dxa"/>
          </w:tcPr>
          <w:p w14:paraId="2DB747A5" w14:textId="77777777" w:rsidR="00A92417" w:rsidRPr="00176964" w:rsidRDefault="00A92417" w:rsidP="00405035">
            <w:pPr>
              <w:pStyle w:val="Tabelazwyky"/>
              <w:jc w:val="both"/>
            </w:pPr>
            <w:r w:rsidRPr="00176964">
              <w:t xml:space="preserve">System Zintegrowanej Taryfy Celnej. </w:t>
            </w:r>
          </w:p>
        </w:tc>
      </w:tr>
      <w:tr w:rsidR="00A92417" w:rsidRPr="00EA11AC" w14:paraId="3DD32454" w14:textId="77777777" w:rsidTr="00B31470">
        <w:tc>
          <w:tcPr>
            <w:tcW w:w="2988" w:type="dxa"/>
          </w:tcPr>
          <w:p w14:paraId="37206569"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ISZTAR4</w:t>
            </w:r>
          </w:p>
        </w:tc>
        <w:tc>
          <w:tcPr>
            <w:tcW w:w="6476" w:type="dxa"/>
          </w:tcPr>
          <w:p w14:paraId="70DF33CD" w14:textId="77777777" w:rsidR="00A92417" w:rsidRPr="00176964" w:rsidRDefault="00A92417" w:rsidP="00405035">
            <w:pPr>
              <w:pStyle w:val="Tabelazwyky"/>
              <w:jc w:val="both"/>
            </w:pPr>
            <w:r w:rsidRPr="00176964">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A92417" w:rsidRPr="00EA11AC" w14:paraId="55621BC0" w14:textId="77777777" w:rsidTr="00B31470">
        <w:tc>
          <w:tcPr>
            <w:tcW w:w="2988" w:type="dxa"/>
          </w:tcPr>
          <w:p w14:paraId="682570DF"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OSOZ2</w:t>
            </w:r>
          </w:p>
        </w:tc>
        <w:tc>
          <w:tcPr>
            <w:tcW w:w="6476" w:type="dxa"/>
          </w:tcPr>
          <w:p w14:paraId="7F680A5A" w14:textId="77777777" w:rsidR="00A92417" w:rsidRPr="00176964" w:rsidRDefault="00A92417" w:rsidP="00405035">
            <w:pPr>
              <w:pStyle w:val="Tabelazwyky"/>
              <w:jc w:val="both"/>
            </w:pPr>
            <w:r w:rsidRPr="00176964">
              <w:rPr>
                <w:color w:val="000000"/>
              </w:rPr>
              <w:t>P</w:t>
            </w:r>
            <w:r w:rsidRPr="00176964">
              <w:t>rojekt „Programu e-Cło” Zintegrowany System Obsługi Zabezpieczeń.</w:t>
            </w:r>
          </w:p>
        </w:tc>
      </w:tr>
      <w:tr w:rsidR="00A92417" w:rsidRPr="00EA11AC" w14:paraId="4C8EC777" w14:textId="77777777" w:rsidTr="00B31470">
        <w:tc>
          <w:tcPr>
            <w:tcW w:w="2988" w:type="dxa"/>
          </w:tcPr>
          <w:p w14:paraId="2FCF74BC" w14:textId="77777777" w:rsidR="00A92417" w:rsidRPr="00241173" w:rsidRDefault="00A92417" w:rsidP="00405035">
            <w:pPr>
              <w:pStyle w:val="Tabelazwyky"/>
              <w:jc w:val="both"/>
              <w:rPr>
                <w:lang w:val="en-GB"/>
              </w:rPr>
            </w:pPr>
            <w:r w:rsidRPr="00241173">
              <w:rPr>
                <w:lang w:val="en-GB"/>
              </w:rPr>
              <w:t>OWNRES</w:t>
            </w:r>
          </w:p>
        </w:tc>
        <w:tc>
          <w:tcPr>
            <w:tcW w:w="6476" w:type="dxa"/>
          </w:tcPr>
          <w:p w14:paraId="44BE1DEC" w14:textId="77777777" w:rsidR="00A92417" w:rsidRPr="00176964" w:rsidRDefault="00A92417" w:rsidP="00405035">
            <w:pPr>
              <w:pStyle w:val="Tabelazwyky"/>
              <w:jc w:val="both"/>
            </w:pPr>
            <w:r w:rsidRPr="00176964">
              <w:rPr>
                <w:i/>
              </w:rPr>
              <w:t>OWNRESources</w:t>
            </w:r>
            <w:r w:rsidRPr="00176964">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A92417" w:rsidRPr="00EA11AC" w14:paraId="27FFA921" w14:textId="77777777" w:rsidTr="00B31470">
        <w:tc>
          <w:tcPr>
            <w:tcW w:w="2988" w:type="dxa"/>
          </w:tcPr>
          <w:p w14:paraId="1C870D2E"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PDR</w:t>
            </w:r>
          </w:p>
        </w:tc>
        <w:tc>
          <w:tcPr>
            <w:tcW w:w="6476" w:type="dxa"/>
          </w:tcPr>
          <w:p w14:paraId="0411553D" w14:textId="77777777" w:rsidR="00A92417" w:rsidRPr="00176964" w:rsidRDefault="00A92417" w:rsidP="00405035">
            <w:pPr>
              <w:pStyle w:val="Tabelazwyky"/>
              <w:jc w:val="both"/>
            </w:pPr>
            <w:r w:rsidRPr="00176964">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76964">
              <w:br/>
              <w:t>w ramach Programu e-Cło.</w:t>
            </w:r>
          </w:p>
        </w:tc>
      </w:tr>
      <w:tr w:rsidR="00A92417" w:rsidRPr="00EA11AC" w14:paraId="0E0F54D1" w14:textId="77777777" w:rsidTr="00B31470">
        <w:tc>
          <w:tcPr>
            <w:tcW w:w="2988" w:type="dxa"/>
          </w:tcPr>
          <w:p w14:paraId="160811A9" w14:textId="77777777" w:rsidR="00A92417" w:rsidRPr="00241173" w:rsidRDefault="00A92417" w:rsidP="00405035">
            <w:pPr>
              <w:pStyle w:val="Tabelazwyky"/>
              <w:jc w:val="both"/>
              <w:rPr>
                <w:lang w:val="en-GB"/>
              </w:rPr>
            </w:pPr>
            <w:r w:rsidRPr="00241173">
              <w:rPr>
                <w:lang w:val="en-GB"/>
              </w:rPr>
              <w:t>PKI</w:t>
            </w:r>
          </w:p>
        </w:tc>
        <w:tc>
          <w:tcPr>
            <w:tcW w:w="6476" w:type="dxa"/>
          </w:tcPr>
          <w:p w14:paraId="4E9A3C7D" w14:textId="77777777" w:rsidR="00A92417" w:rsidRPr="00176964" w:rsidRDefault="00A92417" w:rsidP="00405035">
            <w:pPr>
              <w:pStyle w:val="Tabelazwyky"/>
              <w:jc w:val="both"/>
            </w:pPr>
            <w:r w:rsidRPr="00176964">
              <w:t xml:space="preserve">Projekt Programu e-Cło przewidujący stworzenie jednolitego podsystemu uwierzytelniania dla wszystkich systemów i użytkowników wewnętrznych  wraz  z </w:t>
            </w:r>
            <w:r w:rsidRPr="00176964">
              <w:rPr>
                <w:i/>
              </w:rPr>
              <w:t>Public Key Infrastructure</w:t>
            </w:r>
            <w:r w:rsidRPr="00176964">
              <w:t xml:space="preserve">  i funkcjonalnością/technologią jednokrotnego uwierzytelniania </w:t>
            </w:r>
            <w:r w:rsidRPr="00176964">
              <w:rPr>
                <w:i/>
              </w:rPr>
              <w:t>Single Sign On</w:t>
            </w:r>
            <w:r w:rsidRPr="00176964">
              <w:t xml:space="preserve"> (SSO).</w:t>
            </w:r>
          </w:p>
        </w:tc>
      </w:tr>
      <w:tr w:rsidR="00A92417" w:rsidRPr="00EA11AC" w14:paraId="24B82045" w14:textId="77777777" w:rsidTr="00B31470">
        <w:tc>
          <w:tcPr>
            <w:tcW w:w="2988" w:type="dxa"/>
          </w:tcPr>
          <w:p w14:paraId="7D357B63"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POLTAX</w:t>
            </w:r>
          </w:p>
        </w:tc>
        <w:tc>
          <w:tcPr>
            <w:tcW w:w="6476" w:type="dxa"/>
          </w:tcPr>
          <w:p w14:paraId="07CB7E47" w14:textId="77777777" w:rsidR="00A92417" w:rsidRPr="00176964" w:rsidRDefault="00A92417" w:rsidP="00405035">
            <w:pPr>
              <w:pStyle w:val="Tabelazwyky"/>
              <w:jc w:val="both"/>
            </w:pPr>
            <w:r w:rsidRPr="00176964">
              <w:t>System ewidencjonowania i przetwarzania danych o podatnikach wykorzystywany w urzędach skarbowych wspomagający działalność administracji podatkowej.</w:t>
            </w:r>
          </w:p>
        </w:tc>
      </w:tr>
      <w:tr w:rsidR="00A92417" w:rsidRPr="00EA11AC" w14:paraId="446F3E0F" w14:textId="77777777" w:rsidTr="00B31470">
        <w:tc>
          <w:tcPr>
            <w:tcW w:w="2988" w:type="dxa"/>
          </w:tcPr>
          <w:p w14:paraId="46BAAC91"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SK</w:t>
            </w:r>
          </w:p>
        </w:tc>
        <w:tc>
          <w:tcPr>
            <w:tcW w:w="6476" w:type="dxa"/>
          </w:tcPr>
          <w:p w14:paraId="027B04AE" w14:textId="77777777" w:rsidR="00A92417" w:rsidRPr="00176964" w:rsidRDefault="00A92417" w:rsidP="00405035">
            <w:pPr>
              <w:spacing w:before="60" w:after="60"/>
              <w:jc w:val="both"/>
              <w:rPr>
                <w:rFonts w:cs="Arial Black"/>
                <w:sz w:val="20"/>
                <w:szCs w:val="20"/>
              </w:rPr>
            </w:pPr>
            <w:r w:rsidRPr="00176964">
              <w:rPr>
                <w:rFonts w:cs="Arial Black"/>
                <w:sz w:val="20"/>
                <w:szCs w:val="20"/>
              </w:rPr>
              <w:t>System informatyczny przeznaczony do prowadzenia ksiąg rachunkowych w formie elektronicznej.</w:t>
            </w:r>
          </w:p>
        </w:tc>
      </w:tr>
      <w:tr w:rsidR="00A92417" w:rsidRPr="00EA11AC" w14:paraId="491F7289" w14:textId="77777777" w:rsidTr="00B31470">
        <w:tc>
          <w:tcPr>
            <w:tcW w:w="2988" w:type="dxa"/>
          </w:tcPr>
          <w:p w14:paraId="7AAC9DCA" w14:textId="77777777" w:rsidR="00A92417" w:rsidRPr="00241173" w:rsidRDefault="00A92417" w:rsidP="00405035">
            <w:pPr>
              <w:pStyle w:val="Tabelazwyky"/>
              <w:jc w:val="both"/>
              <w:rPr>
                <w:lang w:val="en-GB"/>
              </w:rPr>
            </w:pPr>
            <w:r w:rsidRPr="00241173">
              <w:rPr>
                <w:lang w:val="en-GB"/>
              </w:rPr>
              <w:lastRenderedPageBreak/>
              <w:t>SOA</w:t>
            </w:r>
          </w:p>
        </w:tc>
        <w:tc>
          <w:tcPr>
            <w:tcW w:w="6476" w:type="dxa"/>
          </w:tcPr>
          <w:p w14:paraId="4B2E4525" w14:textId="77777777" w:rsidR="00A92417" w:rsidRPr="00176964" w:rsidRDefault="00A92417" w:rsidP="00405035">
            <w:pPr>
              <w:pStyle w:val="Tabelazwyky"/>
              <w:jc w:val="both"/>
            </w:pPr>
            <w:r w:rsidRPr="00176964">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A92417" w:rsidRPr="00EA11AC" w14:paraId="10A320DF" w14:textId="77777777" w:rsidTr="00B31470">
        <w:tc>
          <w:tcPr>
            <w:tcW w:w="2988" w:type="dxa"/>
          </w:tcPr>
          <w:p w14:paraId="5679C04B"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SOAP</w:t>
            </w:r>
          </w:p>
        </w:tc>
        <w:tc>
          <w:tcPr>
            <w:tcW w:w="6476" w:type="dxa"/>
          </w:tcPr>
          <w:p w14:paraId="17D2E4E0" w14:textId="77777777" w:rsidR="00A92417" w:rsidRPr="00176964" w:rsidRDefault="00A92417" w:rsidP="00405035">
            <w:pPr>
              <w:pStyle w:val="Tabelazwyky"/>
              <w:jc w:val="both"/>
            </w:pPr>
            <w:r w:rsidRPr="00176964">
              <w:rPr>
                <w:i/>
              </w:rPr>
              <w:t>Simple Object Access Protocol</w:t>
            </w:r>
            <w:r w:rsidRPr="00176964">
              <w:t xml:space="preserve"> – protokół wywoływania zdalnego dostępu do obiektów, wykorzystujący XML do kodowania wywołań.</w:t>
            </w:r>
          </w:p>
        </w:tc>
      </w:tr>
      <w:tr w:rsidR="00A92417" w:rsidRPr="00EA11AC" w14:paraId="295A8D8E" w14:textId="77777777" w:rsidTr="00B31470">
        <w:tc>
          <w:tcPr>
            <w:tcW w:w="2988" w:type="dxa"/>
          </w:tcPr>
          <w:p w14:paraId="5D30C707"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SSO</w:t>
            </w:r>
          </w:p>
        </w:tc>
        <w:tc>
          <w:tcPr>
            <w:tcW w:w="6476" w:type="dxa"/>
          </w:tcPr>
          <w:p w14:paraId="33504457" w14:textId="77777777" w:rsidR="00A92417" w:rsidRPr="00176964" w:rsidRDefault="00A92417" w:rsidP="00405035">
            <w:pPr>
              <w:pStyle w:val="Tabelazwyky"/>
              <w:jc w:val="both"/>
            </w:pPr>
            <w:r w:rsidRPr="00176964">
              <w:rPr>
                <w:i/>
              </w:rPr>
              <w:t>Single Sign On</w:t>
            </w:r>
            <w:r w:rsidRPr="00176964">
              <w:t xml:space="preserve"> – Pojedyncze logowanie. Możliwość jednorazowego zalogowania się do usługi sieciowej i uzyskania dostępu do wszystkich autoryzowanych zasobów zgodnych z tą usługą.</w:t>
            </w:r>
          </w:p>
        </w:tc>
      </w:tr>
      <w:tr w:rsidR="00A92417" w:rsidRPr="00EA11AC" w14:paraId="62DFE60F" w14:textId="77777777" w:rsidTr="00B31470">
        <w:tc>
          <w:tcPr>
            <w:tcW w:w="2988" w:type="dxa"/>
          </w:tcPr>
          <w:p w14:paraId="11F55329"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SZPROT</w:t>
            </w:r>
          </w:p>
        </w:tc>
        <w:tc>
          <w:tcPr>
            <w:tcW w:w="6476" w:type="dxa"/>
          </w:tcPr>
          <w:p w14:paraId="0B8405D1" w14:textId="77777777" w:rsidR="00A92417" w:rsidRPr="00176964" w:rsidRDefault="00A92417" w:rsidP="00405035">
            <w:pPr>
              <w:pStyle w:val="Tabelazwyky"/>
              <w:jc w:val="both"/>
            </w:pPr>
            <w:r w:rsidRPr="00176964">
              <w:t>System Zintegrowanej Rejestracji Przedsiębiorców. Projekt „Programu e-Cło”.</w:t>
            </w:r>
          </w:p>
        </w:tc>
      </w:tr>
      <w:tr w:rsidR="00A92417" w:rsidRPr="00EA11AC" w14:paraId="603F5DFD" w14:textId="77777777" w:rsidTr="00B31470">
        <w:tc>
          <w:tcPr>
            <w:tcW w:w="2988" w:type="dxa"/>
          </w:tcPr>
          <w:p w14:paraId="4289C410"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TREZOR</w:t>
            </w:r>
          </w:p>
        </w:tc>
        <w:tc>
          <w:tcPr>
            <w:tcW w:w="6476" w:type="dxa"/>
          </w:tcPr>
          <w:p w14:paraId="3A3361E5" w14:textId="77777777" w:rsidR="00A92417" w:rsidRPr="00176964" w:rsidRDefault="00A92417" w:rsidP="00405035">
            <w:pPr>
              <w:pStyle w:val="Tabelazwyky"/>
              <w:jc w:val="both"/>
            </w:pPr>
            <w:r w:rsidRPr="00176964">
              <w:t>Informatyczny System Obsługi Budżetu Państwa.</w:t>
            </w:r>
          </w:p>
        </w:tc>
      </w:tr>
      <w:tr w:rsidR="00A92417" w:rsidRPr="00EA11AC" w14:paraId="255688AA" w14:textId="77777777" w:rsidTr="00B31470">
        <w:tc>
          <w:tcPr>
            <w:tcW w:w="2988" w:type="dxa"/>
          </w:tcPr>
          <w:p w14:paraId="7A059DE8"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WFW</w:t>
            </w:r>
          </w:p>
        </w:tc>
        <w:tc>
          <w:tcPr>
            <w:tcW w:w="6476" w:type="dxa"/>
          </w:tcPr>
          <w:p w14:paraId="4487B5CE" w14:textId="77777777" w:rsidR="00A92417" w:rsidRPr="00176964" w:rsidRDefault="00A92417" w:rsidP="00405035">
            <w:pPr>
              <w:spacing w:before="60" w:after="60"/>
              <w:jc w:val="both"/>
              <w:rPr>
                <w:rFonts w:cs="Arial Black"/>
                <w:sz w:val="20"/>
                <w:szCs w:val="20"/>
              </w:rPr>
            </w:pPr>
            <w:r w:rsidRPr="00176964">
              <w:rPr>
                <w:rFonts w:cs="Arial Black"/>
                <w:sz w:val="20"/>
                <w:szCs w:val="20"/>
              </w:rPr>
              <w:t>Komponent architektury Systemu ZEFIR 2 realizujący obsługę procesów operacyjnych w zakresie obiegu spraw. Zapewnia zarówno funkcje obiegu spraw (tradycyjnie określane terminem workflow), jak i automatyzacji procesów biznesowych (tradycyjnie określane terminem Business Process Management, BPM).</w:t>
            </w:r>
          </w:p>
        </w:tc>
      </w:tr>
      <w:tr w:rsidR="00A92417" w:rsidRPr="00EA11AC" w14:paraId="19226C89" w14:textId="77777777" w:rsidTr="00B31470">
        <w:tc>
          <w:tcPr>
            <w:tcW w:w="2988" w:type="dxa"/>
          </w:tcPr>
          <w:p w14:paraId="03C599A9"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WOMIS</w:t>
            </w:r>
          </w:p>
        </w:tc>
        <w:tc>
          <w:tcPr>
            <w:tcW w:w="6476" w:type="dxa"/>
          </w:tcPr>
          <w:p w14:paraId="4EA488D7" w14:textId="77777777" w:rsidR="00A92417" w:rsidRPr="00176964" w:rsidRDefault="00A92417" w:rsidP="00405035">
            <w:pPr>
              <w:pStyle w:val="Tabelazwyky"/>
              <w:jc w:val="both"/>
            </w:pPr>
            <w:r w:rsidRPr="00176964">
              <w:rPr>
                <w:i/>
              </w:rPr>
              <w:t>Write-Off Management and Information System</w:t>
            </w:r>
            <w:r w:rsidRPr="00176964">
              <w:t xml:space="preserve"> - system zarządzania i wymiany informacji umożliwiający przesyłanie wniosków przez Państwa Członkowskie do Komisji Europejskiej o zwolnienie z udostępniania nieściągalnych i odpisanych należności powyżej 50 000 EUR.</w:t>
            </w:r>
          </w:p>
        </w:tc>
      </w:tr>
      <w:tr w:rsidR="00A92417" w:rsidRPr="00EA11AC" w14:paraId="4953A438" w14:textId="77777777" w:rsidTr="00B31470">
        <w:tc>
          <w:tcPr>
            <w:tcW w:w="2988" w:type="dxa"/>
          </w:tcPr>
          <w:p w14:paraId="58AA81BC" w14:textId="77777777" w:rsidR="00A92417" w:rsidRPr="00241173" w:rsidRDefault="00A92417" w:rsidP="00405035">
            <w:pPr>
              <w:pStyle w:val="Z2tabelatekst"/>
              <w:jc w:val="both"/>
              <w:rPr>
                <w:rFonts w:ascii="Lato" w:hAnsi="Lato" w:cs="Arial Black"/>
                <w:sz w:val="20"/>
                <w:szCs w:val="20"/>
                <w:lang w:val="en-GB" w:eastAsia="pl-PL"/>
              </w:rPr>
            </w:pPr>
            <w:r w:rsidRPr="00241173">
              <w:rPr>
                <w:rFonts w:ascii="Lato" w:hAnsi="Lato" w:cs="Arial Black"/>
                <w:sz w:val="20"/>
                <w:szCs w:val="20"/>
                <w:lang w:val="en-GB" w:eastAsia="pl-PL"/>
              </w:rPr>
              <w:t>WSDL</w:t>
            </w:r>
          </w:p>
        </w:tc>
        <w:tc>
          <w:tcPr>
            <w:tcW w:w="6476" w:type="dxa"/>
          </w:tcPr>
          <w:p w14:paraId="203FEB75" w14:textId="77777777" w:rsidR="00A92417" w:rsidRPr="00176964" w:rsidRDefault="00A92417" w:rsidP="00405035">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 xml:space="preserve">Web Services Description Language – oparty na XML język do definiowania usług sieciowych. Opisuje protokoły i formaty używane przez usługi sieciowe. </w:t>
            </w:r>
          </w:p>
          <w:p w14:paraId="4F389908" w14:textId="77777777" w:rsidR="00A92417" w:rsidRPr="00176964" w:rsidRDefault="00A92417" w:rsidP="00405035">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A92417" w:rsidRPr="00EA11AC" w14:paraId="4C6FF305" w14:textId="77777777" w:rsidTr="00B31470">
        <w:tc>
          <w:tcPr>
            <w:tcW w:w="2988" w:type="dxa"/>
          </w:tcPr>
          <w:p w14:paraId="28CFC9CB" w14:textId="77777777" w:rsidR="00A92417" w:rsidRPr="00241173" w:rsidRDefault="00A92417" w:rsidP="00405035">
            <w:pPr>
              <w:pStyle w:val="Z2tabelatekst"/>
              <w:jc w:val="both"/>
              <w:rPr>
                <w:rFonts w:ascii="Lato" w:hAnsi="Lato" w:cs="Arial Black"/>
                <w:sz w:val="20"/>
                <w:szCs w:val="20"/>
                <w:lang w:val="en-GB" w:eastAsia="pl-PL"/>
              </w:rPr>
            </w:pPr>
            <w:r w:rsidRPr="00241173">
              <w:rPr>
                <w:rFonts w:ascii="Lato" w:hAnsi="Lato" w:cs="Arial Black"/>
                <w:sz w:val="20"/>
                <w:szCs w:val="20"/>
                <w:lang w:val="en-GB" w:eastAsia="pl-PL"/>
              </w:rPr>
              <w:t>XML</w:t>
            </w:r>
          </w:p>
        </w:tc>
        <w:tc>
          <w:tcPr>
            <w:tcW w:w="6476" w:type="dxa"/>
          </w:tcPr>
          <w:p w14:paraId="467D353B" w14:textId="77777777" w:rsidR="00A92417" w:rsidRPr="00176964" w:rsidRDefault="00A92417" w:rsidP="00405035">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 xml:space="preserve">Extensible Markup Language - Rozszerzalny Język Znaczników. Uniwersalny język formalny przeznaczony do reprezentowania różnych </w:t>
            </w:r>
            <w:r w:rsidRPr="00176964">
              <w:rPr>
                <w:rFonts w:ascii="Lato" w:hAnsi="Lato" w:cs="Arial Black"/>
                <w:sz w:val="20"/>
                <w:szCs w:val="20"/>
                <w:lang w:val="pl-PL" w:eastAsia="pl-PL"/>
              </w:rPr>
              <w:lastRenderedPageBreak/>
              <w:t xml:space="preserve">danych w strukturalizowany sposób. Niezależny od platformy, umożliwia łatwą wymianę dokumentów pomiędzy heterogenicznymi systemami. </w:t>
            </w:r>
          </w:p>
        </w:tc>
      </w:tr>
      <w:tr w:rsidR="00A92417" w:rsidRPr="00EA11AC" w14:paraId="6250C911" w14:textId="77777777" w:rsidTr="00B31470">
        <w:tc>
          <w:tcPr>
            <w:tcW w:w="2988" w:type="dxa"/>
          </w:tcPr>
          <w:p w14:paraId="7DCAF7CE" w14:textId="77777777" w:rsidR="00A92417" w:rsidRPr="00241173" w:rsidRDefault="00A92417" w:rsidP="00405035">
            <w:pPr>
              <w:pStyle w:val="Z2tabelatekst"/>
              <w:jc w:val="both"/>
              <w:rPr>
                <w:rFonts w:ascii="Lato" w:hAnsi="Lato" w:cs="Arial Black"/>
                <w:sz w:val="20"/>
                <w:szCs w:val="20"/>
                <w:lang w:val="en-GB" w:eastAsia="pl-PL"/>
              </w:rPr>
            </w:pPr>
            <w:r w:rsidRPr="00241173">
              <w:rPr>
                <w:rFonts w:ascii="Lato" w:hAnsi="Lato" w:cs="Arial Black"/>
                <w:sz w:val="20"/>
                <w:szCs w:val="20"/>
                <w:lang w:val="en-GB" w:eastAsia="pl-PL"/>
              </w:rPr>
              <w:lastRenderedPageBreak/>
              <w:t>XML Schema</w:t>
            </w:r>
          </w:p>
        </w:tc>
        <w:tc>
          <w:tcPr>
            <w:tcW w:w="6476" w:type="dxa"/>
          </w:tcPr>
          <w:p w14:paraId="6E9196BD" w14:textId="77777777" w:rsidR="00A92417" w:rsidRPr="00176964" w:rsidRDefault="00A92417" w:rsidP="00405035">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 xml:space="preserve">Schemat XML - standard służący do definiowania struktury dokumentu XML. </w:t>
            </w:r>
          </w:p>
        </w:tc>
      </w:tr>
      <w:tr w:rsidR="00A92417" w:rsidRPr="00EA11AC" w14:paraId="7E5ACCB7" w14:textId="77777777" w:rsidTr="00B31470">
        <w:tc>
          <w:tcPr>
            <w:tcW w:w="2988" w:type="dxa"/>
          </w:tcPr>
          <w:p w14:paraId="503E8D7B" w14:textId="77777777" w:rsidR="00A92417" w:rsidRPr="00241173" w:rsidRDefault="00A92417" w:rsidP="00405035">
            <w:pPr>
              <w:pStyle w:val="Z2tabelatekst"/>
              <w:jc w:val="both"/>
              <w:rPr>
                <w:rFonts w:ascii="Lato" w:hAnsi="Lato" w:cs="Arial Black"/>
                <w:sz w:val="20"/>
                <w:szCs w:val="20"/>
                <w:lang w:val="en-GB" w:eastAsia="pl-PL"/>
              </w:rPr>
            </w:pPr>
            <w:r w:rsidRPr="00241173">
              <w:rPr>
                <w:rFonts w:ascii="Lato" w:hAnsi="Lato" w:cs="Arial Black"/>
                <w:sz w:val="20"/>
                <w:szCs w:val="20"/>
                <w:lang w:val="en-GB" w:eastAsia="pl-PL"/>
              </w:rPr>
              <w:t xml:space="preserve">XSD </w:t>
            </w:r>
          </w:p>
        </w:tc>
        <w:tc>
          <w:tcPr>
            <w:tcW w:w="6476" w:type="dxa"/>
          </w:tcPr>
          <w:p w14:paraId="0AC68EA3" w14:textId="77777777" w:rsidR="00A92417" w:rsidRPr="00176964" w:rsidRDefault="00A92417" w:rsidP="00405035">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XML Schema Definition  - plik zawierający definicje XML Schema.</w:t>
            </w:r>
          </w:p>
        </w:tc>
      </w:tr>
      <w:tr w:rsidR="00A92417" w:rsidRPr="00EA11AC" w14:paraId="563430BF" w14:textId="77777777" w:rsidTr="00B31470">
        <w:tc>
          <w:tcPr>
            <w:tcW w:w="2988" w:type="dxa"/>
          </w:tcPr>
          <w:p w14:paraId="7C6C8FF3" w14:textId="77777777" w:rsidR="00A92417" w:rsidRPr="00241173" w:rsidRDefault="00A92417" w:rsidP="00405035">
            <w:pPr>
              <w:spacing w:before="60" w:after="60"/>
              <w:jc w:val="both"/>
              <w:rPr>
                <w:rFonts w:cs="Arial Black"/>
                <w:sz w:val="20"/>
                <w:szCs w:val="20"/>
                <w:lang w:val="en-GB"/>
              </w:rPr>
            </w:pPr>
            <w:r w:rsidRPr="00241173">
              <w:rPr>
                <w:rFonts w:cs="Arial Black"/>
                <w:sz w:val="20"/>
                <w:szCs w:val="20"/>
                <w:lang w:val="en-GB"/>
              </w:rPr>
              <w:t>ZEFIR 2</w:t>
            </w:r>
          </w:p>
        </w:tc>
        <w:tc>
          <w:tcPr>
            <w:tcW w:w="6476" w:type="dxa"/>
          </w:tcPr>
          <w:p w14:paraId="6BDB46B3" w14:textId="77777777" w:rsidR="00A92417" w:rsidRPr="00176964" w:rsidRDefault="00A92417" w:rsidP="00405035">
            <w:pPr>
              <w:spacing w:before="60" w:after="60"/>
              <w:jc w:val="both"/>
              <w:rPr>
                <w:rFonts w:cs="Arial Black"/>
                <w:sz w:val="20"/>
                <w:szCs w:val="20"/>
              </w:rPr>
            </w:pPr>
            <w:r w:rsidRPr="00176964">
              <w:rPr>
                <w:rFonts w:cs="Arial Black"/>
                <w:sz w:val="20"/>
                <w:szCs w:val="20"/>
              </w:rPr>
              <w:t>Zintegrowany system poboru należności i rozrachunków z UE i budżetem ZEFIR 2. Projekt „Programu e-Cło”.</w:t>
            </w:r>
          </w:p>
        </w:tc>
      </w:tr>
    </w:tbl>
    <w:p w14:paraId="26893320" w14:textId="77777777" w:rsidR="003F3585" w:rsidRPr="00241173" w:rsidRDefault="00C43119" w:rsidP="00004C2C">
      <w:pPr>
        <w:pStyle w:val="Nagwek3"/>
        <w:rPr>
          <w:lang w:val="pl-PL"/>
        </w:rPr>
      </w:pPr>
      <w:bookmarkStart w:id="44" w:name="_Toc349568560"/>
      <w:bookmarkStart w:id="45" w:name="_Toc184021057"/>
      <w:r w:rsidRPr="00241173">
        <w:rPr>
          <w:lang w:val="pl-PL"/>
        </w:rPr>
        <w:t>Terminy</w:t>
      </w:r>
      <w:bookmarkEnd w:id="44"/>
      <w:bookmarkEnd w:id="45"/>
    </w:p>
    <w:p w14:paraId="787B1708" w14:textId="7292B12D" w:rsidR="00034C39" w:rsidRPr="00EA11AC" w:rsidRDefault="00034C39" w:rsidP="00F9660A">
      <w:pPr>
        <w:pStyle w:val="Z2PodpisRysunkuTabeli"/>
      </w:pPr>
      <w:bookmarkStart w:id="46" w:name="_Toc184021035"/>
      <w:r w:rsidRPr="00EA11AC">
        <w:t xml:space="preserve">Tabela </w:t>
      </w:r>
      <w:r w:rsidR="009A710E">
        <w:fldChar w:fldCharType="begin"/>
      </w:r>
      <w:r w:rsidR="009A710E">
        <w:instrText xml:space="preserve"> SEQ Tabela \* ARABIC </w:instrText>
      </w:r>
      <w:r w:rsidR="009A710E">
        <w:fldChar w:fldCharType="separate"/>
      </w:r>
      <w:r w:rsidR="00F62FC8">
        <w:rPr>
          <w:noProof/>
        </w:rPr>
        <w:t>6</w:t>
      </w:r>
      <w:r w:rsidR="009A710E">
        <w:rPr>
          <w:noProof/>
        </w:rPr>
        <w:fldChar w:fldCharType="end"/>
      </w:r>
      <w:r w:rsidRPr="00EA11AC">
        <w:t>. Wykaz definicji</w:t>
      </w:r>
      <w:bookmarkEnd w:id="46"/>
    </w:p>
    <w:tbl>
      <w:tblPr>
        <w:tblStyle w:val="Tabela-Siatka"/>
        <w:tblW w:w="9464" w:type="dxa"/>
        <w:tblLook w:val="01E0" w:firstRow="1" w:lastRow="1" w:firstColumn="1" w:lastColumn="1" w:noHBand="0" w:noVBand="0"/>
      </w:tblPr>
      <w:tblGrid>
        <w:gridCol w:w="2988"/>
        <w:gridCol w:w="6476"/>
      </w:tblGrid>
      <w:tr w:rsidR="00034C39" w:rsidRPr="00EA11AC" w14:paraId="762577EE" w14:textId="77777777" w:rsidTr="009A274D">
        <w:trPr>
          <w:cnfStyle w:val="100000000000" w:firstRow="1" w:lastRow="0" w:firstColumn="0" w:lastColumn="0" w:oddVBand="0" w:evenVBand="0" w:oddHBand="0" w:evenHBand="0" w:firstRowFirstColumn="0" w:firstRowLastColumn="0" w:lastRowFirstColumn="0" w:lastRowLastColumn="0"/>
          <w:tblHeader/>
        </w:trPr>
        <w:tc>
          <w:tcPr>
            <w:tcW w:w="2988" w:type="dxa"/>
          </w:tcPr>
          <w:p w14:paraId="252F87E4" w14:textId="77777777" w:rsidR="00034C39" w:rsidRPr="009A274D" w:rsidRDefault="00034C39" w:rsidP="0044565F">
            <w:pPr>
              <w:pStyle w:val="Z2Nagwektabeli"/>
              <w:jc w:val="both"/>
              <w:rPr>
                <w:rFonts w:ascii="Lato" w:hAnsi="Lato" w:cs="Arial Black"/>
                <w:b/>
                <w:bCs/>
                <w:szCs w:val="18"/>
                <w:lang w:val="pl-PL"/>
              </w:rPr>
            </w:pPr>
            <w:r w:rsidRPr="009A274D">
              <w:rPr>
                <w:rFonts w:ascii="Lato" w:hAnsi="Lato" w:cs="Arial Black"/>
                <w:b/>
                <w:bCs/>
                <w:szCs w:val="18"/>
                <w:lang w:val="pl-PL"/>
              </w:rPr>
              <w:t>Termin</w:t>
            </w:r>
          </w:p>
        </w:tc>
        <w:tc>
          <w:tcPr>
            <w:tcW w:w="6476" w:type="dxa"/>
          </w:tcPr>
          <w:p w14:paraId="2B7D0494" w14:textId="77777777" w:rsidR="00034C39" w:rsidRPr="009A274D" w:rsidRDefault="00034C39" w:rsidP="0044565F">
            <w:pPr>
              <w:pStyle w:val="Z2Nagwektabeli"/>
              <w:jc w:val="both"/>
              <w:rPr>
                <w:rFonts w:ascii="Lato" w:hAnsi="Lato" w:cs="Arial Black"/>
                <w:b/>
                <w:bCs/>
                <w:szCs w:val="18"/>
                <w:lang w:val="pl-PL"/>
              </w:rPr>
            </w:pPr>
            <w:r w:rsidRPr="009A274D">
              <w:rPr>
                <w:rFonts w:ascii="Lato" w:hAnsi="Lato" w:cs="Arial Black"/>
                <w:b/>
                <w:bCs/>
                <w:szCs w:val="18"/>
                <w:lang w:val="pl-PL"/>
              </w:rPr>
              <w:t>Definicja</w:t>
            </w:r>
          </w:p>
        </w:tc>
      </w:tr>
      <w:tr w:rsidR="00D64ACB" w:rsidRPr="00EA11AC" w14:paraId="70A2438F" w14:textId="77777777" w:rsidTr="009A274D">
        <w:tc>
          <w:tcPr>
            <w:tcW w:w="2988" w:type="dxa"/>
          </w:tcPr>
          <w:p w14:paraId="1676E152" w14:textId="77777777" w:rsidR="00D64ACB" w:rsidRPr="00176964" w:rsidRDefault="00716456" w:rsidP="0044565F">
            <w:pPr>
              <w:jc w:val="both"/>
              <w:rPr>
                <w:rFonts w:cs="Arial Black"/>
                <w:sz w:val="20"/>
                <w:szCs w:val="20"/>
              </w:rPr>
            </w:pPr>
            <w:r w:rsidRPr="00176964">
              <w:rPr>
                <w:rFonts w:cs="Arial Black"/>
                <w:sz w:val="20"/>
                <w:szCs w:val="20"/>
              </w:rPr>
              <w:t>Komunikat</w:t>
            </w:r>
          </w:p>
        </w:tc>
        <w:tc>
          <w:tcPr>
            <w:tcW w:w="6476" w:type="dxa"/>
          </w:tcPr>
          <w:p w14:paraId="69AEC401" w14:textId="77777777" w:rsidR="00D64ACB" w:rsidRPr="00176964" w:rsidRDefault="00716456" w:rsidP="0044565F">
            <w:pPr>
              <w:jc w:val="both"/>
              <w:rPr>
                <w:rFonts w:cs="Arial Black"/>
                <w:sz w:val="20"/>
                <w:szCs w:val="20"/>
              </w:rPr>
            </w:pPr>
            <w:r w:rsidRPr="00176964">
              <w:rPr>
                <w:rFonts w:cs="Arial Black"/>
                <w:sz w:val="20"/>
                <w:szCs w:val="20"/>
              </w:rPr>
              <w:t>Dokument XML, który jest wysyłany lub odbierany przez System.</w:t>
            </w:r>
          </w:p>
        </w:tc>
      </w:tr>
      <w:tr w:rsidR="00D64ACB" w:rsidRPr="00EA11AC" w14:paraId="5D1BFA0D" w14:textId="77777777" w:rsidTr="009A274D">
        <w:tc>
          <w:tcPr>
            <w:tcW w:w="2988" w:type="dxa"/>
          </w:tcPr>
          <w:p w14:paraId="1C06C60E" w14:textId="77777777" w:rsidR="00D64ACB" w:rsidRPr="00176964" w:rsidRDefault="002336F0" w:rsidP="0044565F">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System</w:t>
            </w:r>
          </w:p>
        </w:tc>
        <w:tc>
          <w:tcPr>
            <w:tcW w:w="6476" w:type="dxa"/>
          </w:tcPr>
          <w:p w14:paraId="4AE8B95D" w14:textId="77777777" w:rsidR="00D64ACB" w:rsidRPr="00176964" w:rsidRDefault="002336F0" w:rsidP="0044565F">
            <w:pPr>
              <w:pStyle w:val="Z2tabelatekst"/>
              <w:jc w:val="both"/>
              <w:rPr>
                <w:rFonts w:ascii="Lato" w:hAnsi="Lato" w:cs="Arial Black"/>
                <w:sz w:val="20"/>
                <w:szCs w:val="20"/>
                <w:lang w:val="pl-PL" w:eastAsia="pl-PL"/>
              </w:rPr>
            </w:pPr>
            <w:r w:rsidRPr="00176964">
              <w:rPr>
                <w:rFonts w:ascii="Lato" w:hAnsi="Lato" w:cs="Arial Black"/>
                <w:sz w:val="20"/>
                <w:szCs w:val="20"/>
                <w:lang w:val="pl-PL" w:eastAsia="pl-PL"/>
              </w:rPr>
              <w:t>Jeśli w tekście nie określono inaczej termin ten oznacza system informatyczny stosowany przez PAC do obsługi komunikatów ujętych w tym dokumencie.</w:t>
            </w:r>
          </w:p>
        </w:tc>
      </w:tr>
      <w:tr w:rsidR="00D64ACB" w:rsidRPr="00EA11AC" w14:paraId="1B57185C" w14:textId="77777777" w:rsidTr="009A274D">
        <w:tc>
          <w:tcPr>
            <w:tcW w:w="2988" w:type="dxa"/>
          </w:tcPr>
          <w:p w14:paraId="1554B9B0" w14:textId="77777777" w:rsidR="00D64ACB" w:rsidRPr="00176964" w:rsidRDefault="00983089" w:rsidP="007D0A84">
            <w:pPr>
              <w:pStyle w:val="Z2tabelatekst"/>
              <w:rPr>
                <w:rFonts w:ascii="Lato" w:hAnsi="Lato" w:cs="Arial Black"/>
                <w:sz w:val="20"/>
                <w:szCs w:val="20"/>
                <w:lang w:val="pl-PL" w:eastAsia="pl-PL"/>
              </w:rPr>
            </w:pPr>
            <w:r w:rsidRPr="00176964">
              <w:rPr>
                <w:rFonts w:ascii="Lato" w:hAnsi="Lato" w:cs="Arial Black"/>
                <w:sz w:val="20"/>
                <w:szCs w:val="20"/>
                <w:lang w:val="pl-PL" w:eastAsia="pl-PL"/>
              </w:rPr>
              <w:t>XML schema</w:t>
            </w:r>
          </w:p>
        </w:tc>
        <w:tc>
          <w:tcPr>
            <w:tcW w:w="6476" w:type="dxa"/>
          </w:tcPr>
          <w:p w14:paraId="6E645D2A" w14:textId="77777777" w:rsidR="00D64ACB" w:rsidRPr="00176964" w:rsidRDefault="00983089" w:rsidP="007D0A84">
            <w:pPr>
              <w:pStyle w:val="Z2tabelatekst"/>
              <w:rPr>
                <w:rFonts w:ascii="Lato" w:hAnsi="Lato" w:cs="Arial Black"/>
                <w:sz w:val="20"/>
                <w:szCs w:val="20"/>
                <w:lang w:val="pl-PL" w:eastAsia="pl-PL"/>
              </w:rPr>
            </w:pPr>
            <w:r w:rsidRPr="00176964">
              <w:rPr>
                <w:rFonts w:ascii="Lato" w:hAnsi="Lato" w:cs="Arial Black"/>
                <w:sz w:val="20"/>
                <w:szCs w:val="20"/>
                <w:lang w:val="pl-PL" w:eastAsia="pl-PL"/>
              </w:rPr>
              <w:t>Opracowany przez W3C (maj 2001) standard służący do definiowania struktury dokumentu XML.</w:t>
            </w:r>
          </w:p>
        </w:tc>
      </w:tr>
    </w:tbl>
    <w:p w14:paraId="774E3DE3" w14:textId="77777777" w:rsidR="008304F5" w:rsidRPr="00241173" w:rsidRDefault="008304F5" w:rsidP="00F90727">
      <w:pPr>
        <w:pStyle w:val="Nagwek1"/>
        <w:rPr>
          <w:lang w:val="pl-PL"/>
        </w:rPr>
      </w:pPr>
      <w:bookmarkStart w:id="47" w:name="_Toc349568561"/>
      <w:bookmarkStart w:id="48" w:name="_Toc184021058"/>
      <w:r w:rsidRPr="00241173">
        <w:rPr>
          <w:lang w:val="pl-PL"/>
        </w:rPr>
        <w:lastRenderedPageBreak/>
        <w:t>Zawartość merytoryczna dokumentu</w:t>
      </w:r>
      <w:bookmarkEnd w:id="47"/>
      <w:bookmarkEnd w:id="48"/>
    </w:p>
    <w:p w14:paraId="0FA91DB6" w14:textId="77777777" w:rsidR="00654129" w:rsidRPr="00241173" w:rsidRDefault="00D64ACB" w:rsidP="00241173">
      <w:r w:rsidRPr="00241173">
        <w:t>Dokument zawiera specyfikacj</w:t>
      </w:r>
      <w:r w:rsidR="00BA356E" w:rsidRPr="00241173">
        <w:t>ę</w:t>
      </w:r>
      <w:r w:rsidR="000A71C7" w:rsidRPr="00241173">
        <w:t xml:space="preserve"> </w:t>
      </w:r>
      <w:r w:rsidR="008814DE" w:rsidRPr="00241173">
        <w:t xml:space="preserve">podmiotów w zakresie elektronicznej obsługi deklaracji </w:t>
      </w:r>
      <w:r w:rsidR="00BE3415" w:rsidRPr="00241173">
        <w:t xml:space="preserve">podatkowej od nabycia wewnątrzwspólnotowego energii elektrycznej </w:t>
      </w:r>
      <w:r w:rsidR="00B4296E" w:rsidRPr="00241173">
        <w:t xml:space="preserve">w postaci pliku </w:t>
      </w:r>
      <w:r w:rsidR="00662C86" w:rsidRPr="00241173">
        <w:t>op</w:t>
      </w:r>
      <w:r w:rsidR="005A3367" w:rsidRPr="00241173">
        <w:t>al</w:t>
      </w:r>
      <w:r w:rsidR="00B4296E" w:rsidRPr="00241173">
        <w:t>.xsd</w:t>
      </w:r>
      <w:r w:rsidR="00237AB5" w:rsidRPr="00241173">
        <w:t>.</w:t>
      </w:r>
    </w:p>
    <w:p w14:paraId="65E5867D" w14:textId="77777777" w:rsidR="00662C86" w:rsidRPr="00241173" w:rsidRDefault="00662C86" w:rsidP="00241173">
      <w:bookmarkStart w:id="49" w:name="_Toc348954995"/>
      <w:r w:rsidRPr="00241173">
        <w:t>Struktury danych wspólne dla wszystkich zestawów usług zostały umieszczone w plikach Types_Z</w:t>
      </w:r>
      <w:r w:rsidR="005A3367" w:rsidRPr="00241173">
        <w:t>2</w:t>
      </w:r>
      <w:r w:rsidRPr="00241173">
        <w:t>.xsd, Trad</w:t>
      </w:r>
      <w:r w:rsidR="00B13149" w:rsidRPr="00241173">
        <w:t>er_Z2.xsd</w:t>
      </w:r>
      <w:r w:rsidRPr="00241173">
        <w:t>.</w:t>
      </w:r>
    </w:p>
    <w:p w14:paraId="31654C2B" w14:textId="70BA4D55" w:rsidR="00D64ACB" w:rsidRPr="00EA11AC" w:rsidRDefault="00D64ACB" w:rsidP="00D64ACB">
      <w:pPr>
        <w:pStyle w:val="Z2PodpisRysunkuTabeli"/>
      </w:pPr>
      <w:bookmarkStart w:id="50" w:name="_Toc184021036"/>
      <w:r w:rsidRPr="00EA11AC">
        <w:t xml:space="preserve">Tabela </w:t>
      </w:r>
      <w:r w:rsidR="009A710E">
        <w:fldChar w:fldCharType="begin"/>
      </w:r>
      <w:r w:rsidR="009A710E">
        <w:instrText xml:space="preserve"> SEQ Tabela \* ARABIC </w:instrText>
      </w:r>
      <w:r w:rsidR="009A710E">
        <w:fldChar w:fldCharType="separate"/>
      </w:r>
      <w:r w:rsidR="00F62FC8">
        <w:rPr>
          <w:noProof/>
        </w:rPr>
        <w:t>7</w:t>
      </w:r>
      <w:r w:rsidR="009A710E">
        <w:rPr>
          <w:noProof/>
        </w:rPr>
        <w:fldChar w:fldCharType="end"/>
      </w:r>
      <w:r w:rsidRPr="00EA11AC">
        <w:t xml:space="preserve">. </w:t>
      </w:r>
      <w:r w:rsidR="00847416" w:rsidRPr="00EA11AC">
        <w:t>Powiązanie plików</w:t>
      </w:r>
      <w:r w:rsidRPr="00EA11AC">
        <w:t xml:space="preserve"> XSD</w:t>
      </w:r>
      <w:bookmarkEnd w:id="49"/>
      <w:bookmarkEnd w:id="50"/>
    </w:p>
    <w:tbl>
      <w:tblPr>
        <w:tblStyle w:val="Tabela-Siatka"/>
        <w:tblW w:w="9228" w:type="dxa"/>
        <w:tblLook w:val="01E0" w:firstRow="1" w:lastRow="1" w:firstColumn="1" w:lastColumn="1" w:noHBand="0" w:noVBand="0"/>
      </w:tblPr>
      <w:tblGrid>
        <w:gridCol w:w="2007"/>
        <w:gridCol w:w="7221"/>
      </w:tblGrid>
      <w:tr w:rsidR="00847416" w:rsidRPr="00EA11AC" w14:paraId="5FEAD3FA" w14:textId="77777777" w:rsidTr="00241173">
        <w:trPr>
          <w:cnfStyle w:val="100000000000" w:firstRow="1" w:lastRow="0" w:firstColumn="0" w:lastColumn="0" w:oddVBand="0" w:evenVBand="0" w:oddHBand="0" w:evenHBand="0" w:firstRowFirstColumn="0" w:firstRowLastColumn="0" w:lastRowFirstColumn="0" w:lastRowLastColumn="0"/>
          <w:tblHeader/>
        </w:trPr>
        <w:tc>
          <w:tcPr>
            <w:tcW w:w="2007" w:type="dxa"/>
          </w:tcPr>
          <w:p w14:paraId="1627D089" w14:textId="77777777" w:rsidR="00847416" w:rsidRPr="00241173" w:rsidRDefault="00847416" w:rsidP="004E2C82">
            <w:pPr>
              <w:pStyle w:val="Z2Nagwektabeli"/>
              <w:rPr>
                <w:rFonts w:ascii="Lato" w:hAnsi="Lato"/>
                <w:b/>
                <w:bCs/>
                <w:lang w:val="pl-PL"/>
              </w:rPr>
            </w:pPr>
            <w:r w:rsidRPr="00241173">
              <w:rPr>
                <w:rFonts w:ascii="Lato" w:hAnsi="Lato"/>
                <w:b/>
                <w:bCs/>
                <w:lang w:val="pl-PL"/>
              </w:rPr>
              <w:t>Plik XSD</w:t>
            </w:r>
          </w:p>
        </w:tc>
        <w:tc>
          <w:tcPr>
            <w:tcW w:w="7221" w:type="dxa"/>
          </w:tcPr>
          <w:p w14:paraId="1077D31E" w14:textId="77777777" w:rsidR="00847416" w:rsidRPr="00241173" w:rsidRDefault="00847416" w:rsidP="004E2C82">
            <w:pPr>
              <w:pStyle w:val="Z2Nagwektabeli"/>
              <w:rPr>
                <w:rFonts w:ascii="Lato" w:hAnsi="Lato"/>
                <w:b/>
                <w:bCs/>
                <w:lang w:val="pl-PL"/>
              </w:rPr>
            </w:pPr>
            <w:r w:rsidRPr="00241173">
              <w:rPr>
                <w:rFonts w:ascii="Lato" w:hAnsi="Lato"/>
                <w:b/>
                <w:bCs/>
                <w:lang w:val="pl-PL"/>
              </w:rPr>
              <w:t>Opis</w:t>
            </w:r>
          </w:p>
        </w:tc>
      </w:tr>
      <w:tr w:rsidR="005A3367" w:rsidRPr="00EA11AC" w14:paraId="6C3FEBE0" w14:textId="77777777" w:rsidTr="00241173">
        <w:tc>
          <w:tcPr>
            <w:tcW w:w="2007" w:type="dxa"/>
          </w:tcPr>
          <w:p w14:paraId="4ED312DC" w14:textId="77777777" w:rsidR="005A3367" w:rsidRPr="00176964" w:rsidRDefault="005A3367" w:rsidP="00CF0C52">
            <w:pPr>
              <w:rPr>
                <w:rFonts w:cs="Arial"/>
                <w:sz w:val="20"/>
                <w:szCs w:val="20"/>
              </w:rPr>
            </w:pPr>
            <w:r w:rsidRPr="00176964">
              <w:rPr>
                <w:rFonts w:cs="Arial"/>
                <w:sz w:val="20"/>
                <w:szCs w:val="20"/>
              </w:rPr>
              <w:t>Types_Z2.xsd</w:t>
            </w:r>
          </w:p>
        </w:tc>
        <w:tc>
          <w:tcPr>
            <w:tcW w:w="7221" w:type="dxa"/>
          </w:tcPr>
          <w:p w14:paraId="12875120" w14:textId="77777777" w:rsidR="005A3367" w:rsidRPr="00176964" w:rsidRDefault="005A3367" w:rsidP="00CF0C52">
            <w:pPr>
              <w:rPr>
                <w:rFonts w:cs="Arial"/>
                <w:sz w:val="20"/>
                <w:szCs w:val="20"/>
              </w:rPr>
            </w:pPr>
            <w:r w:rsidRPr="00176964">
              <w:rPr>
                <w:rFonts w:cs="Arial"/>
                <w:sz w:val="20"/>
                <w:szCs w:val="20"/>
              </w:rPr>
              <w:t>Definicje podstawowych wspólnych typów i struktur danych, wykorzystywanych we wszystkich zdefiniowanych deklaracjach</w:t>
            </w:r>
          </w:p>
        </w:tc>
      </w:tr>
      <w:tr w:rsidR="005A3367" w:rsidRPr="00EA11AC" w14:paraId="2B6D1772" w14:textId="77777777" w:rsidTr="00241173">
        <w:tc>
          <w:tcPr>
            <w:tcW w:w="2007" w:type="dxa"/>
          </w:tcPr>
          <w:p w14:paraId="6B48D381" w14:textId="77777777" w:rsidR="005A3367" w:rsidRPr="00176964" w:rsidRDefault="005A3367" w:rsidP="00CF0C52">
            <w:pPr>
              <w:rPr>
                <w:rFonts w:cs="Arial"/>
                <w:sz w:val="20"/>
                <w:szCs w:val="20"/>
              </w:rPr>
            </w:pPr>
            <w:r w:rsidRPr="00176964">
              <w:rPr>
                <w:rFonts w:cs="Arial"/>
                <w:sz w:val="20"/>
                <w:szCs w:val="20"/>
              </w:rPr>
              <w:t>Trader_Z2</w:t>
            </w:r>
          </w:p>
        </w:tc>
        <w:tc>
          <w:tcPr>
            <w:tcW w:w="7221" w:type="dxa"/>
          </w:tcPr>
          <w:p w14:paraId="63E6E1B0" w14:textId="77777777" w:rsidR="005A3367" w:rsidRPr="00176964" w:rsidRDefault="005A3367" w:rsidP="00CF0C52">
            <w:pPr>
              <w:rPr>
                <w:rFonts w:cs="Arial"/>
                <w:sz w:val="20"/>
                <w:szCs w:val="20"/>
              </w:rPr>
            </w:pPr>
            <w:r w:rsidRPr="00176964">
              <w:rPr>
                <w:rFonts w:cs="Arial"/>
                <w:sz w:val="20"/>
                <w:szCs w:val="20"/>
              </w:rPr>
              <w:t>Definicje wspólnych struktur danych dotyczących podmiotów, wykorzystywanych we wszystkich zdefiniowanych deklaracjach</w:t>
            </w:r>
          </w:p>
        </w:tc>
      </w:tr>
      <w:tr w:rsidR="005A3367" w:rsidRPr="00EA11AC" w14:paraId="28171DE5" w14:textId="77777777" w:rsidTr="00241173">
        <w:tc>
          <w:tcPr>
            <w:tcW w:w="2007" w:type="dxa"/>
          </w:tcPr>
          <w:p w14:paraId="13294995" w14:textId="77777777" w:rsidR="005A3367" w:rsidRPr="00176964" w:rsidRDefault="005A3367" w:rsidP="00CF0C52">
            <w:pPr>
              <w:rPr>
                <w:rFonts w:cs="Arial"/>
                <w:sz w:val="20"/>
                <w:szCs w:val="20"/>
              </w:rPr>
            </w:pPr>
            <w:r w:rsidRPr="00176964">
              <w:rPr>
                <w:rFonts w:cs="Arial"/>
                <w:sz w:val="20"/>
                <w:szCs w:val="20"/>
              </w:rPr>
              <w:t>Auth.xsd</w:t>
            </w:r>
          </w:p>
        </w:tc>
        <w:tc>
          <w:tcPr>
            <w:tcW w:w="7221" w:type="dxa"/>
          </w:tcPr>
          <w:p w14:paraId="31F89273" w14:textId="77777777" w:rsidR="005A3367" w:rsidRPr="00176964" w:rsidRDefault="005A3367" w:rsidP="00CF0C52">
            <w:pPr>
              <w:rPr>
                <w:rFonts w:cs="Arial"/>
                <w:sz w:val="20"/>
                <w:szCs w:val="20"/>
              </w:rPr>
            </w:pPr>
            <w:r w:rsidRPr="00176964">
              <w:rPr>
                <w:rFonts w:cs="Arial"/>
                <w:sz w:val="20"/>
                <w:szCs w:val="20"/>
              </w:rPr>
              <w:t>Definicje wspólnych struktur danych dotyczących autentykacji</w:t>
            </w:r>
          </w:p>
        </w:tc>
      </w:tr>
      <w:tr w:rsidR="005A3367" w:rsidRPr="00EA11AC" w14:paraId="233A5735" w14:textId="77777777" w:rsidTr="00241173">
        <w:tc>
          <w:tcPr>
            <w:tcW w:w="2007" w:type="dxa"/>
          </w:tcPr>
          <w:p w14:paraId="19E2A50C" w14:textId="77777777" w:rsidR="005A3367" w:rsidRPr="00176964" w:rsidRDefault="005A3367" w:rsidP="00CF0C52">
            <w:pPr>
              <w:rPr>
                <w:rFonts w:cs="Arial"/>
                <w:sz w:val="20"/>
                <w:szCs w:val="20"/>
              </w:rPr>
            </w:pPr>
            <w:r w:rsidRPr="00176964">
              <w:rPr>
                <w:rFonts w:cs="Arial"/>
                <w:sz w:val="20"/>
                <w:szCs w:val="20"/>
              </w:rPr>
              <w:t>xmldsig-core-schema.xsd</w:t>
            </w:r>
          </w:p>
        </w:tc>
        <w:tc>
          <w:tcPr>
            <w:tcW w:w="7221" w:type="dxa"/>
          </w:tcPr>
          <w:p w14:paraId="26E28272" w14:textId="77777777" w:rsidR="005A3367" w:rsidRPr="00176964" w:rsidRDefault="005A3367" w:rsidP="00CF0C52">
            <w:pPr>
              <w:rPr>
                <w:rFonts w:cs="Arial"/>
                <w:sz w:val="20"/>
                <w:szCs w:val="20"/>
              </w:rPr>
            </w:pPr>
            <w:r w:rsidRPr="00176964">
              <w:rPr>
                <w:rFonts w:cs="Arial"/>
                <w:sz w:val="20"/>
                <w:szCs w:val="20"/>
              </w:rPr>
              <w:t>Opis składni i reguł przetwarzania podpisów cyfrowych.</w:t>
            </w:r>
          </w:p>
          <w:p w14:paraId="5AB31505" w14:textId="77777777" w:rsidR="005A3367" w:rsidRPr="00176964" w:rsidRDefault="005A3367" w:rsidP="00CF0C52">
            <w:pPr>
              <w:rPr>
                <w:rFonts w:cs="Arial"/>
                <w:sz w:val="20"/>
                <w:szCs w:val="20"/>
              </w:rPr>
            </w:pPr>
            <w:r w:rsidRPr="00176964">
              <w:rPr>
                <w:rFonts w:cs="Arial"/>
                <w:sz w:val="20"/>
                <w:szCs w:val="20"/>
              </w:rPr>
              <w:t>http://www.w3.org/TR/xmldsig-core/xmldsig-core-schema.xsd</w:t>
            </w:r>
          </w:p>
        </w:tc>
      </w:tr>
      <w:tr w:rsidR="00847416" w:rsidRPr="00EA11AC" w14:paraId="252EFE23" w14:textId="77777777" w:rsidTr="00241173">
        <w:tc>
          <w:tcPr>
            <w:tcW w:w="2007" w:type="dxa"/>
          </w:tcPr>
          <w:p w14:paraId="10303F6F" w14:textId="77777777" w:rsidR="00847416" w:rsidRPr="00176964" w:rsidRDefault="00F523B2" w:rsidP="005A3367">
            <w:pPr>
              <w:rPr>
                <w:rFonts w:cs="Arial Black"/>
                <w:sz w:val="20"/>
                <w:szCs w:val="20"/>
              </w:rPr>
            </w:pPr>
            <w:r w:rsidRPr="00176964">
              <w:rPr>
                <w:rFonts w:cs="Arial Black"/>
                <w:sz w:val="20"/>
                <w:szCs w:val="20"/>
              </w:rPr>
              <w:t>op</w:t>
            </w:r>
            <w:r w:rsidR="005A3367" w:rsidRPr="00176964">
              <w:rPr>
                <w:rFonts w:cs="Arial Black"/>
                <w:sz w:val="20"/>
                <w:szCs w:val="20"/>
              </w:rPr>
              <w:t>al</w:t>
            </w:r>
            <w:r w:rsidR="00847416" w:rsidRPr="00176964">
              <w:rPr>
                <w:rFonts w:cs="Arial Black"/>
                <w:sz w:val="20"/>
                <w:szCs w:val="20"/>
              </w:rPr>
              <w:t>.xsd</w:t>
            </w:r>
          </w:p>
        </w:tc>
        <w:tc>
          <w:tcPr>
            <w:tcW w:w="7221" w:type="dxa"/>
          </w:tcPr>
          <w:p w14:paraId="25FE3B20" w14:textId="77777777" w:rsidR="00847416" w:rsidRPr="00176964" w:rsidRDefault="00897644" w:rsidP="00A4737B">
            <w:pPr>
              <w:rPr>
                <w:rFonts w:cs="Arial Black"/>
                <w:sz w:val="20"/>
                <w:szCs w:val="20"/>
              </w:rPr>
            </w:pPr>
            <w:r w:rsidRPr="00176964">
              <w:rPr>
                <w:rFonts w:cs="Arial Black"/>
                <w:sz w:val="20"/>
                <w:szCs w:val="20"/>
              </w:rPr>
              <w:t>Struktura danych dla deklaracji.</w:t>
            </w:r>
          </w:p>
        </w:tc>
      </w:tr>
    </w:tbl>
    <w:p w14:paraId="73553D7F" w14:textId="77777777" w:rsidR="004E2C82" w:rsidRPr="00EA11AC" w:rsidRDefault="00821CB6" w:rsidP="00F90727">
      <w:pPr>
        <w:pStyle w:val="Nagwek1"/>
      </w:pPr>
      <w:bookmarkStart w:id="51" w:name="_Toc184021059"/>
      <w:r w:rsidRPr="00EA11AC">
        <w:lastRenderedPageBreak/>
        <w:t xml:space="preserve">Specyfikacja deklaracji </w:t>
      </w:r>
      <w:r w:rsidR="0041173A" w:rsidRPr="00EA11AC">
        <w:t>OP</w:t>
      </w:r>
      <w:r w:rsidR="00B803EC" w:rsidRPr="00EA11AC">
        <w:rPr>
          <w:lang w:val="pl-PL"/>
        </w:rPr>
        <w:t>AL</w:t>
      </w:r>
      <w:bookmarkEnd w:id="51"/>
    </w:p>
    <w:p w14:paraId="282530E4" w14:textId="3C66029D" w:rsidR="00CA300B" w:rsidRPr="00EA11AC" w:rsidRDefault="00D24219" w:rsidP="009305ED">
      <w:r w:rsidRPr="00EA11AC">
        <w:t>Struktury typu SignatureType, ZTrader, Z</w:t>
      </w:r>
      <w:r w:rsidR="00250E81" w:rsidRPr="00EA11AC">
        <w:t>Ext</w:t>
      </w:r>
      <w:r w:rsidRPr="00EA11AC">
        <w:t>Statement</w:t>
      </w:r>
      <w:r w:rsidR="001F101C" w:rsidRPr="00EA11AC">
        <w:t>, ZIdentification,</w:t>
      </w:r>
      <w:r w:rsidR="008A6DA4" w:rsidRPr="00EA11AC">
        <w:t xml:space="preserve"> ZPeriod ZCustomsOffice</w:t>
      </w:r>
      <w:r w:rsidRPr="00EA11AC">
        <w:t xml:space="preserve"> zostały zdefiniowane w dokumencie </w:t>
      </w:r>
      <w:r w:rsidRPr="00EA11AC">
        <w:fldChar w:fldCharType="begin"/>
      </w:r>
      <w:r w:rsidRPr="00EA11AC">
        <w:instrText xml:space="preserve"> REF _Ref361653747 \r \h </w:instrText>
      </w:r>
      <w:r w:rsidR="00EA11AC">
        <w:instrText xml:space="preserve"> \* MERGEFORMAT </w:instrText>
      </w:r>
      <w:r w:rsidRPr="00EA11AC">
        <w:fldChar w:fldCharType="separate"/>
      </w:r>
      <w:r w:rsidR="0052183A" w:rsidRPr="00EA11AC">
        <w:t>A1</w:t>
      </w:r>
      <w:r w:rsidRPr="00EA11AC">
        <w:fldChar w:fldCharType="end"/>
      </w:r>
      <w:r w:rsidRPr="00EA11AC">
        <w:t xml:space="preserve"> i nie będą tutaj szczegółowo omawiane.</w:t>
      </w:r>
    </w:p>
    <w:p w14:paraId="01DD9DF3" w14:textId="3ABC2773" w:rsidR="00D441CB" w:rsidRDefault="00D441CB" w:rsidP="00D441CB">
      <w:pPr>
        <w:pStyle w:val="Legenda"/>
        <w:keepNext/>
      </w:pPr>
      <w:bookmarkStart w:id="52" w:name="_Toc184021037"/>
      <w:r>
        <w:t xml:space="preserve">Tabela </w:t>
      </w:r>
      <w:r w:rsidR="009A710E">
        <w:fldChar w:fldCharType="begin"/>
      </w:r>
      <w:r w:rsidR="009A710E">
        <w:instrText xml:space="preserve"> SEQ Tabela \* ARABIC </w:instrText>
      </w:r>
      <w:r w:rsidR="009A710E">
        <w:fldChar w:fldCharType="separate"/>
      </w:r>
      <w:r w:rsidR="00F62FC8">
        <w:rPr>
          <w:noProof/>
        </w:rPr>
        <w:t>8</w:t>
      </w:r>
      <w:r w:rsidR="009A710E">
        <w:rPr>
          <w:noProof/>
        </w:rPr>
        <w:fldChar w:fldCharType="end"/>
      </w:r>
      <w:r>
        <w:t xml:space="preserve">. </w:t>
      </w:r>
      <w:r w:rsidRPr="00D441CB">
        <w:t>Dane ogólne w ramach struktury deklaracji OPAL</w:t>
      </w:r>
      <w:bookmarkEnd w:id="52"/>
    </w:p>
    <w:tbl>
      <w:tblPr>
        <w:tblStyle w:val="Tabela-Siatka"/>
        <w:tblW w:w="9322" w:type="dxa"/>
        <w:tblLook w:val="01E0" w:firstRow="1" w:lastRow="1" w:firstColumn="1" w:lastColumn="1" w:noHBand="0" w:noVBand="0"/>
      </w:tblPr>
      <w:tblGrid>
        <w:gridCol w:w="2738"/>
        <w:gridCol w:w="6584"/>
      </w:tblGrid>
      <w:tr w:rsidR="00AE58FB" w:rsidRPr="00EA11AC" w14:paraId="2BA84BB9" w14:textId="77777777" w:rsidTr="009305ED">
        <w:trPr>
          <w:cnfStyle w:val="100000000000" w:firstRow="1" w:lastRow="0" w:firstColumn="0" w:lastColumn="0" w:oddVBand="0" w:evenVBand="0" w:oddHBand="0" w:evenHBand="0" w:firstRowFirstColumn="0" w:firstRowLastColumn="0" w:lastRowFirstColumn="0" w:lastRowLastColumn="0"/>
          <w:tblHeader/>
        </w:trPr>
        <w:tc>
          <w:tcPr>
            <w:tcW w:w="2738" w:type="dxa"/>
          </w:tcPr>
          <w:p w14:paraId="3772DBB7"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Opis</w:t>
            </w:r>
          </w:p>
        </w:tc>
        <w:tc>
          <w:tcPr>
            <w:tcW w:w="6584" w:type="dxa"/>
          </w:tcPr>
          <w:p w14:paraId="4C63CC7A" w14:textId="77777777" w:rsidR="00AE58FB" w:rsidRPr="00D441CB" w:rsidRDefault="00104424" w:rsidP="00B803EC">
            <w:pPr>
              <w:rPr>
                <w:rFonts w:eastAsia="Times New Roman"/>
                <w:sz w:val="20"/>
                <w:szCs w:val="20"/>
              </w:rPr>
            </w:pPr>
            <w:r w:rsidRPr="00D441CB">
              <w:rPr>
                <w:rFonts w:eastAsia="Times New Roman"/>
                <w:sz w:val="20"/>
                <w:szCs w:val="20"/>
              </w:rPr>
              <w:t xml:space="preserve">Struktura </w:t>
            </w:r>
            <w:r w:rsidR="004E7230" w:rsidRPr="00D441CB">
              <w:rPr>
                <w:sz w:val="20"/>
                <w:szCs w:val="20"/>
              </w:rPr>
              <w:t xml:space="preserve">informacji w sprawie opłaty paliwowej </w:t>
            </w:r>
            <w:r w:rsidR="00B803EC" w:rsidRPr="00D441CB">
              <w:rPr>
                <w:sz w:val="20"/>
                <w:szCs w:val="20"/>
              </w:rPr>
              <w:t>OPAL</w:t>
            </w:r>
          </w:p>
        </w:tc>
      </w:tr>
      <w:tr w:rsidR="00AE58FB" w:rsidRPr="00EA11AC" w14:paraId="1DC62F41" w14:textId="77777777" w:rsidTr="009305ED">
        <w:tc>
          <w:tcPr>
            <w:tcW w:w="2738" w:type="dxa"/>
          </w:tcPr>
          <w:p w14:paraId="726DC528"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Proces biznesowy</w:t>
            </w:r>
          </w:p>
        </w:tc>
        <w:tc>
          <w:tcPr>
            <w:tcW w:w="6584" w:type="dxa"/>
          </w:tcPr>
          <w:p w14:paraId="78317E46" w14:textId="77777777" w:rsidR="00AE58FB" w:rsidRPr="00D441CB" w:rsidRDefault="00AE58FB" w:rsidP="002B3C9A">
            <w:pPr>
              <w:rPr>
                <w:rFonts w:eastAsia="Times New Roman" w:cs="Arial Black"/>
                <w:sz w:val="20"/>
                <w:szCs w:val="20"/>
              </w:rPr>
            </w:pPr>
          </w:p>
        </w:tc>
      </w:tr>
      <w:tr w:rsidR="00AE58FB" w:rsidRPr="00EA11AC" w14:paraId="139A5081" w14:textId="77777777" w:rsidTr="009305ED">
        <w:tc>
          <w:tcPr>
            <w:tcW w:w="2738" w:type="dxa"/>
          </w:tcPr>
          <w:p w14:paraId="570F92C6" w14:textId="77777777" w:rsidR="00AE58FB" w:rsidRPr="00D441CB" w:rsidRDefault="00D41F2E" w:rsidP="002B3C9A">
            <w:pPr>
              <w:snapToGrid w:val="0"/>
              <w:rPr>
                <w:rFonts w:eastAsia="Times New Roman" w:cs="Arial Black"/>
                <w:sz w:val="20"/>
                <w:szCs w:val="20"/>
              </w:rPr>
            </w:pPr>
            <w:r w:rsidRPr="00D441CB">
              <w:rPr>
                <w:rFonts w:eastAsia="Times New Roman" w:cs="Arial Black"/>
                <w:sz w:val="20"/>
                <w:szCs w:val="20"/>
              </w:rPr>
              <w:t>Wersja deklaracji</w:t>
            </w:r>
          </w:p>
        </w:tc>
        <w:tc>
          <w:tcPr>
            <w:tcW w:w="6584" w:type="dxa"/>
          </w:tcPr>
          <w:p w14:paraId="0B7E9EAF" w14:textId="77777777" w:rsidR="00AE58FB" w:rsidRPr="00D441CB" w:rsidRDefault="00B803EC" w:rsidP="002B3C9A">
            <w:pPr>
              <w:rPr>
                <w:rFonts w:eastAsia="Times New Roman" w:cs="Arial Black"/>
                <w:sz w:val="20"/>
                <w:szCs w:val="20"/>
              </w:rPr>
            </w:pPr>
            <w:r w:rsidRPr="00D441CB">
              <w:rPr>
                <w:rFonts w:eastAsia="Times New Roman" w:cs="Arial Black"/>
                <w:sz w:val="20"/>
                <w:szCs w:val="20"/>
              </w:rPr>
              <w:t>2</w:t>
            </w:r>
            <w:r w:rsidR="00D30090" w:rsidRPr="00D441CB">
              <w:rPr>
                <w:rFonts w:eastAsia="Times New Roman" w:cs="Arial Black"/>
                <w:sz w:val="20"/>
                <w:szCs w:val="20"/>
              </w:rPr>
              <w:t>_0</w:t>
            </w:r>
          </w:p>
        </w:tc>
      </w:tr>
      <w:tr w:rsidR="00AE58FB" w:rsidRPr="00EA11AC" w14:paraId="68A75BF5" w14:textId="77777777" w:rsidTr="009305ED">
        <w:tc>
          <w:tcPr>
            <w:tcW w:w="2738" w:type="dxa"/>
          </w:tcPr>
          <w:p w14:paraId="220F2FCB" w14:textId="77777777" w:rsidR="00AE58FB" w:rsidRPr="00D441CB" w:rsidRDefault="00D41F2E" w:rsidP="002B3C9A">
            <w:pPr>
              <w:snapToGrid w:val="0"/>
              <w:rPr>
                <w:rFonts w:eastAsia="Times New Roman" w:cs="Arial Black"/>
                <w:sz w:val="20"/>
                <w:szCs w:val="20"/>
              </w:rPr>
            </w:pPr>
            <w:r w:rsidRPr="00D441CB">
              <w:rPr>
                <w:rFonts w:eastAsia="Times New Roman" w:cs="Arial Black"/>
                <w:sz w:val="20"/>
                <w:szCs w:val="20"/>
              </w:rPr>
              <w:t>Zależności od innych dekl</w:t>
            </w:r>
            <w:r w:rsidR="009F770A" w:rsidRPr="00D441CB">
              <w:rPr>
                <w:rFonts w:eastAsia="Times New Roman" w:cs="Arial Black"/>
                <w:sz w:val="20"/>
                <w:szCs w:val="20"/>
              </w:rPr>
              <w:t>a</w:t>
            </w:r>
            <w:r w:rsidRPr="00D441CB">
              <w:rPr>
                <w:rFonts w:eastAsia="Times New Roman" w:cs="Arial Black"/>
                <w:sz w:val="20"/>
                <w:szCs w:val="20"/>
              </w:rPr>
              <w:t>racji</w:t>
            </w:r>
          </w:p>
        </w:tc>
        <w:tc>
          <w:tcPr>
            <w:tcW w:w="6584" w:type="dxa"/>
          </w:tcPr>
          <w:p w14:paraId="3BA94ACD" w14:textId="77777777" w:rsidR="00AE58FB" w:rsidRPr="00D441CB" w:rsidRDefault="00AE58FB" w:rsidP="002B3C9A">
            <w:pPr>
              <w:rPr>
                <w:rFonts w:eastAsia="Times New Roman" w:cs="Arial Black"/>
                <w:sz w:val="20"/>
                <w:szCs w:val="20"/>
              </w:rPr>
            </w:pPr>
          </w:p>
        </w:tc>
      </w:tr>
      <w:tr w:rsidR="00AE58FB" w:rsidRPr="00EA11AC" w14:paraId="225F2F44" w14:textId="77777777" w:rsidTr="009305ED">
        <w:tc>
          <w:tcPr>
            <w:tcW w:w="2738" w:type="dxa"/>
          </w:tcPr>
          <w:p w14:paraId="777FBCC3"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 xml:space="preserve">Technologia </w:t>
            </w:r>
          </w:p>
        </w:tc>
        <w:tc>
          <w:tcPr>
            <w:tcW w:w="6584" w:type="dxa"/>
          </w:tcPr>
          <w:p w14:paraId="7A798138" w14:textId="77777777" w:rsidR="00AE58FB" w:rsidRPr="00D441CB" w:rsidRDefault="009F6ED6" w:rsidP="002B3C9A">
            <w:pPr>
              <w:rPr>
                <w:rFonts w:eastAsia="Times New Roman" w:cs="Arial Black"/>
                <w:sz w:val="20"/>
                <w:szCs w:val="20"/>
              </w:rPr>
            </w:pPr>
            <w:r w:rsidRPr="00D441CB">
              <w:rPr>
                <w:rFonts w:eastAsia="Times New Roman" w:cs="Arial Black"/>
                <w:sz w:val="20"/>
                <w:szCs w:val="20"/>
              </w:rPr>
              <w:t>XML</w:t>
            </w:r>
          </w:p>
        </w:tc>
      </w:tr>
      <w:tr w:rsidR="00AE58FB" w:rsidRPr="00EA11AC" w14:paraId="4D2CDBC0" w14:textId="77777777" w:rsidTr="009305ED">
        <w:tc>
          <w:tcPr>
            <w:tcW w:w="2738" w:type="dxa"/>
          </w:tcPr>
          <w:p w14:paraId="38A5092A"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Reguły biznesowe</w:t>
            </w:r>
          </w:p>
        </w:tc>
        <w:tc>
          <w:tcPr>
            <w:tcW w:w="6584" w:type="dxa"/>
          </w:tcPr>
          <w:p w14:paraId="2E5D5259" w14:textId="77777777" w:rsidR="00AE58FB" w:rsidRPr="00D441CB" w:rsidRDefault="00AE58FB" w:rsidP="002B3C9A">
            <w:pPr>
              <w:rPr>
                <w:rFonts w:eastAsia="Times New Roman" w:cs="Arial Black"/>
                <w:sz w:val="20"/>
                <w:szCs w:val="20"/>
              </w:rPr>
            </w:pPr>
          </w:p>
        </w:tc>
      </w:tr>
      <w:tr w:rsidR="00AE58FB" w:rsidRPr="00EA11AC" w14:paraId="02BD4C24" w14:textId="77777777" w:rsidTr="009305ED">
        <w:tc>
          <w:tcPr>
            <w:tcW w:w="2738" w:type="dxa"/>
          </w:tcPr>
          <w:p w14:paraId="4CF73029"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Wykorzystane standardy</w:t>
            </w:r>
          </w:p>
        </w:tc>
        <w:tc>
          <w:tcPr>
            <w:tcW w:w="6584" w:type="dxa"/>
          </w:tcPr>
          <w:p w14:paraId="41FF85D0" w14:textId="77777777" w:rsidR="00AE58FB" w:rsidRPr="00D441CB" w:rsidRDefault="00B5046C" w:rsidP="002B3C9A">
            <w:pPr>
              <w:rPr>
                <w:rFonts w:eastAsia="Times New Roman" w:cs="Arial Black"/>
                <w:sz w:val="20"/>
                <w:szCs w:val="20"/>
              </w:rPr>
            </w:pPr>
            <w:r w:rsidRPr="00D441CB">
              <w:rPr>
                <w:rFonts w:eastAsia="Times New Roman" w:cs="Arial Black"/>
                <w:sz w:val="20"/>
                <w:szCs w:val="20"/>
              </w:rPr>
              <w:t>XML</w:t>
            </w:r>
          </w:p>
        </w:tc>
      </w:tr>
      <w:tr w:rsidR="00AE58FB" w:rsidRPr="00EA11AC" w14:paraId="7B20C8AB" w14:textId="77777777" w:rsidTr="009305ED">
        <w:tc>
          <w:tcPr>
            <w:tcW w:w="2738" w:type="dxa"/>
          </w:tcPr>
          <w:p w14:paraId="331EB0CF" w14:textId="77777777" w:rsidR="00AE58FB" w:rsidRPr="009305ED" w:rsidRDefault="00AE58FB" w:rsidP="002B3C9A">
            <w:pPr>
              <w:snapToGrid w:val="0"/>
              <w:rPr>
                <w:rFonts w:eastAsia="Times New Roman" w:cs="Arial Black"/>
                <w:sz w:val="20"/>
                <w:szCs w:val="20"/>
                <w:lang w:val="en-GB"/>
              </w:rPr>
            </w:pPr>
            <w:r w:rsidRPr="009305ED">
              <w:rPr>
                <w:rFonts w:eastAsia="Times New Roman" w:cs="Arial Black"/>
                <w:sz w:val="20"/>
                <w:szCs w:val="20"/>
                <w:lang w:val="en-GB"/>
              </w:rPr>
              <w:t>Namespaces</w:t>
            </w:r>
          </w:p>
        </w:tc>
        <w:tc>
          <w:tcPr>
            <w:tcW w:w="6584" w:type="dxa"/>
          </w:tcPr>
          <w:p w14:paraId="3B71C3BA" w14:textId="77777777" w:rsidR="00B5046C" w:rsidRPr="00D441CB" w:rsidRDefault="00B5046C" w:rsidP="00B5046C">
            <w:pPr>
              <w:rPr>
                <w:rFonts w:eastAsia="Times New Roman" w:cs="Arial Black"/>
                <w:sz w:val="20"/>
                <w:szCs w:val="20"/>
              </w:rPr>
            </w:pPr>
            <w:r w:rsidRPr="00D441CB">
              <w:rPr>
                <w:rFonts w:eastAsia="Times New Roman" w:cs="Arial Black"/>
                <w:sz w:val="20"/>
                <w:szCs w:val="20"/>
              </w:rPr>
              <w:t>http://www.w3.org/2000/09/xmldsig#</w:t>
            </w:r>
          </w:p>
          <w:p w14:paraId="166E8ED7" w14:textId="77777777" w:rsidR="00D30090" w:rsidRPr="00D441CB" w:rsidRDefault="00D30090" w:rsidP="00D30090">
            <w:pPr>
              <w:rPr>
                <w:rFonts w:eastAsia="Times New Roman" w:cs="Arial Black"/>
                <w:sz w:val="20"/>
                <w:szCs w:val="20"/>
              </w:rPr>
            </w:pPr>
            <w:r w:rsidRPr="00D441CB">
              <w:rPr>
                <w:rFonts w:eastAsia="Times New Roman" w:cs="Arial Black"/>
                <w:sz w:val="20"/>
                <w:szCs w:val="20"/>
              </w:rPr>
              <w:t>http://www.e-clo.pl/ZEFIR2/eZefir2/xsd/v</w:t>
            </w:r>
            <w:r w:rsidR="0055311E" w:rsidRPr="00D441CB">
              <w:rPr>
                <w:rFonts w:eastAsia="Times New Roman" w:cs="Arial Black"/>
                <w:sz w:val="20"/>
                <w:szCs w:val="20"/>
              </w:rPr>
              <w:t>2</w:t>
            </w:r>
            <w:r w:rsidRPr="00D441CB">
              <w:rPr>
                <w:rFonts w:eastAsia="Times New Roman" w:cs="Arial Black"/>
                <w:sz w:val="20"/>
                <w:szCs w:val="20"/>
              </w:rPr>
              <w:t>_0/OP</w:t>
            </w:r>
            <w:r w:rsidR="00B803EC" w:rsidRPr="00D441CB">
              <w:rPr>
                <w:rFonts w:eastAsia="Times New Roman" w:cs="Arial Black"/>
                <w:sz w:val="20"/>
                <w:szCs w:val="20"/>
              </w:rPr>
              <w:t>AL</w:t>
            </w:r>
            <w:r w:rsidRPr="00D441CB">
              <w:rPr>
                <w:rFonts w:eastAsia="Times New Roman" w:cs="Arial Black"/>
                <w:sz w:val="20"/>
                <w:szCs w:val="20"/>
              </w:rPr>
              <w:t>.xsd</w:t>
            </w:r>
          </w:p>
          <w:p w14:paraId="2A6A8089" w14:textId="30C80B2F" w:rsidR="00D30090" w:rsidRPr="00D441CB" w:rsidRDefault="00B803EC" w:rsidP="00D30090">
            <w:pPr>
              <w:rPr>
                <w:rFonts w:eastAsia="Times New Roman" w:cs="Arial Black"/>
                <w:sz w:val="20"/>
                <w:szCs w:val="20"/>
              </w:rPr>
            </w:pPr>
            <w:r w:rsidRPr="00A50336">
              <w:rPr>
                <w:rFonts w:eastAsia="Times New Roman" w:cs="Arial Black"/>
                <w:sz w:val="20"/>
                <w:szCs w:val="20"/>
              </w:rPr>
              <w:t>http://www.e-clo.pl/ZEFIR2/eZefir2/xsd/v5_0/Trader.xsd</w:t>
            </w:r>
          </w:p>
          <w:p w14:paraId="52D1C49C" w14:textId="77777777" w:rsidR="00D30090" w:rsidRPr="00D441CB" w:rsidRDefault="00D30090" w:rsidP="00D30090">
            <w:pPr>
              <w:rPr>
                <w:rFonts w:eastAsia="Times New Roman" w:cs="Arial Black"/>
                <w:sz w:val="20"/>
                <w:szCs w:val="20"/>
              </w:rPr>
            </w:pPr>
            <w:r w:rsidRPr="00D441CB">
              <w:rPr>
                <w:rFonts w:eastAsia="Times New Roman" w:cs="Arial Black"/>
                <w:sz w:val="20"/>
                <w:szCs w:val="20"/>
              </w:rPr>
              <w:t>http://www.e-clo.pl/ZEFIR2/eZefir2/xsd/v</w:t>
            </w:r>
            <w:r w:rsidR="00B803EC" w:rsidRPr="00D441CB">
              <w:rPr>
                <w:rFonts w:eastAsia="Times New Roman" w:cs="Arial Black"/>
                <w:sz w:val="20"/>
                <w:szCs w:val="20"/>
              </w:rPr>
              <w:t>5</w:t>
            </w:r>
            <w:r w:rsidRPr="00D441CB">
              <w:rPr>
                <w:rFonts w:eastAsia="Times New Roman" w:cs="Arial Black"/>
                <w:sz w:val="20"/>
                <w:szCs w:val="20"/>
              </w:rPr>
              <w:t>_0/Types.xsd</w:t>
            </w:r>
          </w:p>
          <w:p w14:paraId="54708164" w14:textId="77777777" w:rsidR="00AB0BDA" w:rsidRPr="00D441CB" w:rsidRDefault="00D30090" w:rsidP="0055311E">
            <w:pPr>
              <w:rPr>
                <w:rFonts w:eastAsia="Times New Roman" w:cs="Arial Black"/>
                <w:sz w:val="20"/>
                <w:szCs w:val="20"/>
              </w:rPr>
            </w:pPr>
            <w:r w:rsidRPr="00D441CB">
              <w:rPr>
                <w:rFonts w:eastAsia="Times New Roman" w:cs="Arial Black"/>
                <w:sz w:val="20"/>
                <w:szCs w:val="20"/>
              </w:rPr>
              <w:t>http://www.e-clo.pl/ZEFIR2/eZefir2/xsd/</w:t>
            </w:r>
            <w:r w:rsidR="0055311E" w:rsidRPr="00D441CB">
              <w:rPr>
                <w:rFonts w:eastAsia="Times New Roman" w:cs="Arial Black"/>
                <w:sz w:val="20"/>
                <w:szCs w:val="20"/>
              </w:rPr>
              <w:t>v2</w:t>
            </w:r>
            <w:r w:rsidRPr="00D441CB">
              <w:rPr>
                <w:rFonts w:eastAsia="Times New Roman" w:cs="Arial Black"/>
                <w:sz w:val="20"/>
                <w:szCs w:val="20"/>
              </w:rPr>
              <w:t>_0/Auth.xsd</w:t>
            </w:r>
          </w:p>
        </w:tc>
      </w:tr>
      <w:tr w:rsidR="00AE58FB" w:rsidRPr="00EA11AC" w14:paraId="2CCC1D82" w14:textId="77777777" w:rsidTr="009305ED">
        <w:tc>
          <w:tcPr>
            <w:tcW w:w="2738" w:type="dxa"/>
          </w:tcPr>
          <w:p w14:paraId="33BF452D"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 xml:space="preserve">Definicja struktur </w:t>
            </w:r>
          </w:p>
        </w:tc>
        <w:tc>
          <w:tcPr>
            <w:tcW w:w="6584" w:type="dxa"/>
          </w:tcPr>
          <w:p w14:paraId="4BCDAF55" w14:textId="77777777" w:rsidR="00AE58FB" w:rsidRPr="00D441CB" w:rsidRDefault="00A43A0C" w:rsidP="00A43A0C">
            <w:pPr>
              <w:rPr>
                <w:rFonts w:eastAsia="Times New Roman" w:cs="Arial Black"/>
                <w:sz w:val="20"/>
                <w:szCs w:val="20"/>
              </w:rPr>
            </w:pPr>
            <w:r w:rsidRPr="00D441CB">
              <w:rPr>
                <w:rFonts w:eastAsia="Times New Roman" w:cs="Arial Black"/>
                <w:sz w:val="20"/>
                <w:szCs w:val="20"/>
              </w:rPr>
              <w:t>opal</w:t>
            </w:r>
            <w:r w:rsidR="00AE58FB" w:rsidRPr="00D441CB">
              <w:rPr>
                <w:rFonts w:eastAsia="Times New Roman" w:cs="Arial Black"/>
                <w:sz w:val="20"/>
                <w:szCs w:val="20"/>
              </w:rPr>
              <w:t>.xsd</w:t>
            </w:r>
          </w:p>
        </w:tc>
      </w:tr>
      <w:tr w:rsidR="00AE58FB" w:rsidRPr="00EA11AC" w14:paraId="56BCBF23" w14:textId="77777777" w:rsidTr="009305ED">
        <w:tc>
          <w:tcPr>
            <w:tcW w:w="2738" w:type="dxa"/>
          </w:tcPr>
          <w:p w14:paraId="01D5123C" w14:textId="77777777" w:rsidR="00AE58FB" w:rsidRPr="00D441CB" w:rsidRDefault="00AE58FB" w:rsidP="002B3C9A">
            <w:pPr>
              <w:snapToGrid w:val="0"/>
              <w:rPr>
                <w:rFonts w:eastAsia="Times New Roman" w:cs="Arial Black"/>
                <w:sz w:val="20"/>
                <w:szCs w:val="20"/>
              </w:rPr>
            </w:pPr>
            <w:r w:rsidRPr="00D441CB">
              <w:rPr>
                <w:rFonts w:eastAsia="Times New Roman" w:cs="Arial Black"/>
                <w:sz w:val="20"/>
                <w:szCs w:val="20"/>
              </w:rPr>
              <w:t>Polityka monitorowania</w:t>
            </w:r>
          </w:p>
        </w:tc>
        <w:tc>
          <w:tcPr>
            <w:tcW w:w="6584" w:type="dxa"/>
          </w:tcPr>
          <w:p w14:paraId="66293AAC" w14:textId="77777777" w:rsidR="00AE58FB" w:rsidRPr="00D441CB" w:rsidRDefault="00AE58FB" w:rsidP="002B3C9A">
            <w:pPr>
              <w:rPr>
                <w:rFonts w:eastAsia="Times New Roman" w:cs="Arial Black"/>
                <w:sz w:val="20"/>
                <w:szCs w:val="20"/>
              </w:rPr>
            </w:pPr>
          </w:p>
        </w:tc>
      </w:tr>
    </w:tbl>
    <w:p w14:paraId="170C0AA5" w14:textId="77777777" w:rsidR="00C80960" w:rsidRPr="009305ED" w:rsidRDefault="00F30972" w:rsidP="009305ED">
      <w:pPr>
        <w:pStyle w:val="Nagwek2"/>
        <w:rPr>
          <w:lang w:val="pl-PL"/>
        </w:rPr>
      </w:pPr>
      <w:bookmarkStart w:id="53" w:name="_Toc184021060"/>
      <w:r w:rsidRPr="009305ED">
        <w:rPr>
          <w:lang w:val="pl-PL"/>
        </w:rPr>
        <w:t>Struktura</w:t>
      </w:r>
      <w:r w:rsidR="002C6D16" w:rsidRPr="009305ED">
        <w:rPr>
          <w:lang w:val="pl-PL"/>
        </w:rPr>
        <w:t xml:space="preserve"> OP</w:t>
      </w:r>
      <w:r w:rsidR="00B81370" w:rsidRPr="009305ED">
        <w:rPr>
          <w:lang w:val="pl-PL"/>
        </w:rPr>
        <w:t>AL</w:t>
      </w:r>
      <w:bookmarkEnd w:id="53"/>
    </w:p>
    <w:p w14:paraId="4C183A13" w14:textId="77777777" w:rsidR="009305ED" w:rsidRPr="009305ED" w:rsidRDefault="009305ED" w:rsidP="001E037B">
      <w:pPr>
        <w:rPr>
          <w:rFonts w:ascii="Consolas" w:eastAsia="Times New Roman" w:hAnsi="Consolas" w:cs="Bookman Old Style"/>
          <w:b/>
          <w:sz w:val="20"/>
          <w:szCs w:val="20"/>
          <w:lang w:val="en-US"/>
        </w:rPr>
      </w:pPr>
    </w:p>
    <w:p w14:paraId="5878D7D9" w14:textId="77777777" w:rsidR="009305ED" w:rsidRPr="009305ED" w:rsidRDefault="009305ED" w:rsidP="00B803EC">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(OPALType)</w:t>
      </w:r>
    </w:p>
    <w:p w14:paraId="2EFD7DB8" w14:textId="77777777" w:rsidR="009305ED" w:rsidRPr="009305ED" w:rsidRDefault="009305ED" w:rsidP="001E037B">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lastRenderedPageBreak/>
        <w:t>- (HeaderType)</w:t>
      </w:r>
    </w:p>
    <w:p w14:paraId="4DCCC62C"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(ApplicationType)</w:t>
      </w:r>
    </w:p>
    <w:p w14:paraId="43DB6704" w14:textId="77777777" w:rsidR="009305ED" w:rsidRPr="009305ED" w:rsidRDefault="009305ED" w:rsidP="000F1845">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 (PositionType)</w:t>
      </w:r>
    </w:p>
    <w:p w14:paraId="530BE6E8"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(CollateralType)</w:t>
      </w:r>
    </w:p>
    <w:p w14:paraId="0AA6460D"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ZTrader</w:t>
      </w:r>
    </w:p>
    <w:p w14:paraId="27DA0630"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CollateralsType</w:t>
      </w:r>
    </w:p>
    <w:p w14:paraId="722C3261"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 CollateralType</w:t>
      </w:r>
    </w:p>
    <w:p w14:paraId="2495B65D"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CalcFeulFeeType</w:t>
      </w:r>
    </w:p>
    <w:p w14:paraId="1E81E2D5" w14:textId="77777777" w:rsidR="009305ED" w:rsidRPr="009305ED" w:rsidRDefault="009305ED" w:rsidP="000155A0">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 (ItemType)</w:t>
      </w:r>
    </w:p>
    <w:p w14:paraId="77E7BF12" w14:textId="77777777" w:rsidR="009305ED" w:rsidRPr="009305ED" w:rsidRDefault="009305ED" w:rsidP="001E037B">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 ZExtStatement</w:t>
      </w:r>
    </w:p>
    <w:p w14:paraId="109A1080" w14:textId="77777777" w:rsidR="009305ED" w:rsidRPr="009305ED" w:rsidRDefault="009305ED" w:rsidP="00066EC5">
      <w:pPr>
        <w:rPr>
          <w:rFonts w:ascii="Consolas" w:eastAsia="Times New Roman" w:hAnsi="Consolas" w:cs="Courier New"/>
          <w:color w:val="000000"/>
          <w:sz w:val="20"/>
          <w:szCs w:val="20"/>
          <w:lang w:val="en-US"/>
        </w:rPr>
      </w:pPr>
      <w:r w:rsidRPr="009305ED">
        <w:rPr>
          <w:rFonts w:ascii="Consolas" w:eastAsia="Times New Roman" w:hAnsi="Consolas" w:cs="Courier New"/>
          <w:color w:val="000000"/>
          <w:sz w:val="20"/>
          <w:szCs w:val="20"/>
          <w:lang w:val="en-US"/>
        </w:rPr>
        <w:t>- (AuthenticationType)</w:t>
      </w:r>
    </w:p>
    <w:p w14:paraId="0177B4D4" w14:textId="77777777" w:rsidR="009305ED" w:rsidRPr="009305ED" w:rsidRDefault="009305ED" w:rsidP="001E037B">
      <w:pPr>
        <w:rPr>
          <w:rFonts w:ascii="Consolas" w:eastAsia="Times New Roman" w:hAnsi="Consolas" w:cs="Courier New"/>
          <w:sz w:val="20"/>
          <w:szCs w:val="20"/>
          <w:lang w:val="en-US"/>
        </w:rPr>
      </w:pPr>
      <w:r w:rsidRPr="009305ED">
        <w:rPr>
          <w:rFonts w:ascii="Consolas" w:eastAsia="Times New Roman" w:hAnsi="Consolas" w:cs="Courier New"/>
          <w:color w:val="000000"/>
          <w:sz w:val="20"/>
          <w:szCs w:val="20"/>
          <w:lang w:val="en-US"/>
        </w:rPr>
        <w:t xml:space="preserve">- </w:t>
      </w:r>
      <w:r w:rsidRPr="009305ED">
        <w:rPr>
          <w:rFonts w:ascii="Consolas" w:eastAsia="Times New Roman" w:hAnsi="Consolas" w:cs="Courier New"/>
          <w:sz w:val="20"/>
          <w:szCs w:val="20"/>
          <w:lang w:val="en-US"/>
        </w:rPr>
        <w:t>SignatureType</w:t>
      </w:r>
    </w:p>
    <w:p w14:paraId="544F3CFA" w14:textId="5E031B33" w:rsidR="00104629" w:rsidRPr="009305ED" w:rsidRDefault="00104629" w:rsidP="00104629">
      <w:pPr>
        <w:pStyle w:val="Legenda"/>
        <w:keepNext/>
        <w:rPr>
          <w:lang w:val="en-GB"/>
        </w:rPr>
      </w:pPr>
      <w:bookmarkStart w:id="54" w:name="_Toc184021038"/>
      <w:r w:rsidRPr="009305ED">
        <w:rPr>
          <w:lang w:val="en-GB"/>
        </w:rPr>
        <w:t xml:space="preserve">Tabela </w:t>
      </w:r>
      <w:r w:rsidR="009A710E">
        <w:fldChar w:fldCharType="begin"/>
      </w:r>
      <w:r w:rsidR="009A710E" w:rsidRPr="009305ED">
        <w:rPr>
          <w:lang w:val="en-GB"/>
        </w:rPr>
        <w:instrText xml:space="preserve"> SEQ Tabela \* ARABIC </w:instrText>
      </w:r>
      <w:r w:rsidR="009A710E">
        <w:fldChar w:fldCharType="separate"/>
      </w:r>
      <w:r w:rsidR="00F62FC8" w:rsidRPr="009305ED">
        <w:rPr>
          <w:noProof/>
          <w:lang w:val="en-GB"/>
        </w:rPr>
        <w:t>9</w:t>
      </w:r>
      <w:r w:rsidR="009A710E">
        <w:rPr>
          <w:noProof/>
        </w:rPr>
        <w:fldChar w:fldCharType="end"/>
      </w:r>
      <w:r w:rsidRPr="009305ED">
        <w:rPr>
          <w:lang w:val="en-GB"/>
        </w:rPr>
        <w:t>. Struktura elementu OPALType</w:t>
      </w:r>
      <w:bookmarkEnd w:id="54"/>
    </w:p>
    <w:tbl>
      <w:tblPr>
        <w:tblStyle w:val="Tabela-Siatka"/>
        <w:tblW w:w="0" w:type="auto"/>
        <w:tblLook w:val="01E0" w:firstRow="1" w:lastRow="1" w:firstColumn="1" w:lastColumn="1" w:noHBand="0" w:noVBand="0"/>
      </w:tblPr>
      <w:tblGrid>
        <w:gridCol w:w="2200"/>
        <w:gridCol w:w="3527"/>
        <w:gridCol w:w="2137"/>
        <w:gridCol w:w="1190"/>
      </w:tblGrid>
      <w:tr w:rsidR="0007371F" w:rsidRPr="00EA11AC" w14:paraId="09733226" w14:textId="77777777" w:rsidTr="009305ED">
        <w:trPr>
          <w:cnfStyle w:val="100000000000" w:firstRow="1" w:lastRow="0" w:firstColumn="0" w:lastColumn="0" w:oddVBand="0" w:evenVBand="0" w:oddHBand="0" w:evenHBand="0" w:firstRowFirstColumn="0" w:firstRowLastColumn="0" w:lastRowFirstColumn="0" w:lastRowLastColumn="0"/>
          <w:trHeight w:val="213"/>
          <w:tblHeader/>
        </w:trPr>
        <w:tc>
          <w:tcPr>
            <w:tcW w:w="2200" w:type="dxa"/>
          </w:tcPr>
          <w:p w14:paraId="6E9566A1" w14:textId="77777777" w:rsidR="0007371F" w:rsidRPr="00EA11AC" w:rsidRDefault="0007371F" w:rsidP="004322B4">
            <w:pPr>
              <w:rPr>
                <w:rFonts w:eastAsia="Times New Roman" w:cs="Arial Black"/>
                <w:b w:val="0"/>
                <w:sz w:val="18"/>
                <w:szCs w:val="18"/>
              </w:rPr>
            </w:pPr>
            <w:r w:rsidRPr="00EA11AC">
              <w:rPr>
                <w:rFonts w:eastAsia="Times New Roman" w:cs="Arial Black"/>
                <w:sz w:val="18"/>
                <w:szCs w:val="18"/>
              </w:rPr>
              <w:t xml:space="preserve">Nazwa </w:t>
            </w:r>
          </w:p>
        </w:tc>
        <w:tc>
          <w:tcPr>
            <w:tcW w:w="3527" w:type="dxa"/>
          </w:tcPr>
          <w:p w14:paraId="748F1EE1" w14:textId="77777777" w:rsidR="0007371F" w:rsidRPr="00EA11AC" w:rsidRDefault="0007371F" w:rsidP="004322B4">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137" w:type="dxa"/>
          </w:tcPr>
          <w:p w14:paraId="31A08943" w14:textId="77777777" w:rsidR="0007371F" w:rsidRPr="00EA11AC" w:rsidRDefault="0007371F" w:rsidP="004322B4">
            <w:pPr>
              <w:rPr>
                <w:rFonts w:cs="Arial Black"/>
                <w:b w:val="0"/>
                <w:sz w:val="18"/>
                <w:szCs w:val="18"/>
              </w:rPr>
            </w:pPr>
            <w:r w:rsidRPr="00EA11AC">
              <w:rPr>
                <w:rFonts w:cs="Arial Black"/>
                <w:sz w:val="18"/>
                <w:szCs w:val="18"/>
              </w:rPr>
              <w:t>Typ</w:t>
            </w:r>
          </w:p>
        </w:tc>
        <w:tc>
          <w:tcPr>
            <w:tcW w:w="1190" w:type="dxa"/>
          </w:tcPr>
          <w:p w14:paraId="76BE9BFD" w14:textId="77777777" w:rsidR="0007371F" w:rsidRPr="00EA11AC" w:rsidRDefault="0007371F" w:rsidP="004322B4">
            <w:pPr>
              <w:rPr>
                <w:rFonts w:eastAsia="Times New Roman" w:cs="Arial Black"/>
                <w:b w:val="0"/>
                <w:sz w:val="18"/>
                <w:szCs w:val="18"/>
              </w:rPr>
            </w:pPr>
            <w:r w:rsidRPr="00EA11AC">
              <w:rPr>
                <w:rFonts w:eastAsia="Times New Roman" w:cs="Arial Black"/>
                <w:sz w:val="18"/>
                <w:szCs w:val="18"/>
              </w:rPr>
              <w:t>Liczebność</w:t>
            </w:r>
          </w:p>
        </w:tc>
      </w:tr>
      <w:tr w:rsidR="0007371F" w:rsidRPr="00EA11AC" w14:paraId="29CD612A" w14:textId="77777777" w:rsidTr="009305ED">
        <w:trPr>
          <w:trHeight w:val="213"/>
        </w:trPr>
        <w:tc>
          <w:tcPr>
            <w:tcW w:w="2200" w:type="dxa"/>
          </w:tcPr>
          <w:p w14:paraId="23578B63" w14:textId="77777777" w:rsidR="0007371F" w:rsidRPr="00104629" w:rsidRDefault="00B369F0" w:rsidP="004322B4">
            <w:pPr>
              <w:rPr>
                <w:rStyle w:val="pole"/>
                <w:rFonts w:ascii="Lato" w:hAnsi="Lato"/>
                <w:sz w:val="20"/>
                <w:szCs w:val="20"/>
              </w:rPr>
            </w:pPr>
            <w:r w:rsidRPr="00104629">
              <w:rPr>
                <w:rStyle w:val="pole"/>
                <w:rFonts w:ascii="Lato" w:hAnsi="Lato"/>
                <w:sz w:val="20"/>
                <w:szCs w:val="20"/>
              </w:rPr>
              <w:t>Header</w:t>
            </w:r>
          </w:p>
        </w:tc>
        <w:tc>
          <w:tcPr>
            <w:tcW w:w="3527" w:type="dxa"/>
          </w:tcPr>
          <w:p w14:paraId="708B158D" w14:textId="77777777" w:rsidR="0007371F" w:rsidRPr="00104629" w:rsidRDefault="00B369F0" w:rsidP="004322B4">
            <w:pPr>
              <w:rPr>
                <w:rFonts w:eastAsia="Times New Roman" w:cs="Arial Black"/>
                <w:sz w:val="20"/>
                <w:szCs w:val="20"/>
              </w:rPr>
            </w:pPr>
            <w:r w:rsidRPr="00104629">
              <w:rPr>
                <w:rFonts w:eastAsia="Times New Roman" w:cs="Arial Black"/>
                <w:sz w:val="20"/>
                <w:szCs w:val="20"/>
              </w:rPr>
              <w:t>Nagłówek deklaracji</w:t>
            </w:r>
          </w:p>
        </w:tc>
        <w:tc>
          <w:tcPr>
            <w:tcW w:w="2137" w:type="dxa"/>
          </w:tcPr>
          <w:p w14:paraId="22C6B218" w14:textId="77777777" w:rsidR="0007371F" w:rsidRPr="00104629" w:rsidRDefault="00EE076E" w:rsidP="00B369F0">
            <w:pPr>
              <w:rPr>
                <w:rStyle w:val="poleodsylacz"/>
                <w:rFonts w:ascii="Lato" w:hAnsi="Lato"/>
                <w:sz w:val="20"/>
                <w:szCs w:val="20"/>
              </w:rPr>
            </w:pPr>
            <w:r w:rsidRPr="00104629">
              <w:rPr>
                <w:rStyle w:val="poleodsylacz"/>
                <w:rFonts w:ascii="Lato" w:hAnsi="Lato"/>
                <w:sz w:val="20"/>
                <w:szCs w:val="20"/>
              </w:rPr>
              <w:fldChar w:fldCharType="begin"/>
            </w:r>
            <w:r w:rsidRPr="00104629">
              <w:rPr>
                <w:rStyle w:val="poleodsylacz"/>
                <w:rFonts w:ascii="Lato" w:hAnsi="Lato"/>
                <w:sz w:val="20"/>
                <w:szCs w:val="20"/>
              </w:rPr>
              <w:instrText xml:space="preserve"> REF HeaderType \h  \* MERGEFORMAT </w:instrText>
            </w:r>
            <w:r w:rsidRPr="00104629">
              <w:rPr>
                <w:rStyle w:val="poleodsylacz"/>
                <w:rFonts w:ascii="Lato" w:hAnsi="Lato"/>
                <w:sz w:val="20"/>
                <w:szCs w:val="20"/>
              </w:rPr>
            </w:r>
            <w:r w:rsidRPr="00104629">
              <w:rPr>
                <w:rStyle w:val="poleodsylacz"/>
                <w:rFonts w:ascii="Lato" w:hAnsi="Lato"/>
                <w:sz w:val="20"/>
                <w:szCs w:val="20"/>
              </w:rPr>
              <w:fldChar w:fldCharType="separate"/>
            </w:r>
            <w:r w:rsidR="0052183A" w:rsidRPr="00104629">
              <w:rPr>
                <w:rStyle w:val="poleodsylacz"/>
                <w:rFonts w:ascii="Lato" w:hAnsi="Lato"/>
                <w:sz w:val="20"/>
                <w:szCs w:val="20"/>
              </w:rPr>
              <w:t>HeaderType</w:t>
            </w:r>
            <w:r w:rsidRPr="00104629">
              <w:rPr>
                <w:rStyle w:val="poleodsylacz"/>
                <w:rFonts w:ascii="Lato" w:hAnsi="Lato"/>
                <w:sz w:val="20"/>
                <w:szCs w:val="20"/>
              </w:rPr>
              <w:fldChar w:fldCharType="end"/>
            </w:r>
          </w:p>
        </w:tc>
        <w:tc>
          <w:tcPr>
            <w:tcW w:w="1190" w:type="dxa"/>
          </w:tcPr>
          <w:p w14:paraId="3BAAFD8A" w14:textId="77777777" w:rsidR="0007371F" w:rsidRPr="00104629" w:rsidRDefault="008627E6" w:rsidP="004322B4">
            <w:pPr>
              <w:rPr>
                <w:rFonts w:eastAsia="Times New Roman" w:cs="Arial Black"/>
                <w:sz w:val="20"/>
                <w:szCs w:val="20"/>
              </w:rPr>
            </w:pPr>
            <w:r w:rsidRPr="00104629">
              <w:rPr>
                <w:rFonts w:eastAsia="Times New Roman" w:cs="Arial Black"/>
                <w:sz w:val="20"/>
                <w:szCs w:val="20"/>
              </w:rPr>
              <w:t>1..1</w:t>
            </w:r>
          </w:p>
        </w:tc>
      </w:tr>
      <w:tr w:rsidR="00A549CD" w:rsidRPr="00EA11AC" w14:paraId="45794244" w14:textId="77777777" w:rsidTr="009305ED">
        <w:trPr>
          <w:trHeight w:val="213"/>
        </w:trPr>
        <w:tc>
          <w:tcPr>
            <w:tcW w:w="2200" w:type="dxa"/>
          </w:tcPr>
          <w:p w14:paraId="47154D6B" w14:textId="77777777" w:rsidR="00A549CD" w:rsidRPr="00104629" w:rsidRDefault="00A549CD" w:rsidP="00066EC5">
            <w:pPr>
              <w:rPr>
                <w:rStyle w:val="pole"/>
                <w:rFonts w:ascii="Lato" w:hAnsi="Lato"/>
                <w:sz w:val="20"/>
                <w:szCs w:val="20"/>
              </w:rPr>
            </w:pPr>
            <w:r w:rsidRPr="00104629">
              <w:rPr>
                <w:rStyle w:val="pole"/>
                <w:rFonts w:ascii="Lato" w:hAnsi="Lato"/>
                <w:sz w:val="20"/>
                <w:szCs w:val="20"/>
              </w:rPr>
              <w:t>Authentication</w:t>
            </w:r>
          </w:p>
        </w:tc>
        <w:tc>
          <w:tcPr>
            <w:tcW w:w="3527" w:type="dxa"/>
          </w:tcPr>
          <w:p w14:paraId="1747CE73" w14:textId="77777777" w:rsidR="00A549CD" w:rsidRPr="00104629" w:rsidRDefault="00A549CD" w:rsidP="00066EC5">
            <w:pPr>
              <w:rPr>
                <w:rFonts w:eastAsia="Times New Roman" w:cs="Arial Black"/>
                <w:sz w:val="20"/>
                <w:szCs w:val="20"/>
              </w:rPr>
            </w:pPr>
            <w:r w:rsidRPr="00104629">
              <w:rPr>
                <w:rFonts w:eastAsia="Times New Roman" w:cs="Arial Black"/>
                <w:sz w:val="20"/>
                <w:szCs w:val="20"/>
              </w:rPr>
              <w:t>Uwierzytelnienie kwotą przychodu</w:t>
            </w:r>
          </w:p>
        </w:tc>
        <w:tc>
          <w:tcPr>
            <w:tcW w:w="2137" w:type="dxa"/>
          </w:tcPr>
          <w:p w14:paraId="38C7DDAE" w14:textId="77777777" w:rsidR="00A549CD" w:rsidRPr="00104629" w:rsidRDefault="00EE076E" w:rsidP="00066EC5">
            <w:pPr>
              <w:rPr>
                <w:rStyle w:val="pole"/>
                <w:rFonts w:ascii="Lato" w:hAnsi="Lato"/>
                <w:sz w:val="20"/>
                <w:szCs w:val="20"/>
              </w:rPr>
            </w:pPr>
            <w:r w:rsidRPr="00104629">
              <w:rPr>
                <w:rStyle w:val="pole"/>
                <w:rFonts w:ascii="Lato" w:hAnsi="Lato"/>
                <w:sz w:val="20"/>
                <w:szCs w:val="20"/>
              </w:rPr>
              <w:t>AuthenticationType</w:t>
            </w:r>
          </w:p>
        </w:tc>
        <w:tc>
          <w:tcPr>
            <w:tcW w:w="1190" w:type="dxa"/>
          </w:tcPr>
          <w:p w14:paraId="6690361F" w14:textId="77777777" w:rsidR="00A549CD" w:rsidRPr="00104629" w:rsidRDefault="00A549CD" w:rsidP="00066EC5">
            <w:pPr>
              <w:rPr>
                <w:rFonts w:eastAsia="Times New Roman" w:cs="Arial Black"/>
                <w:sz w:val="20"/>
                <w:szCs w:val="20"/>
              </w:rPr>
            </w:pPr>
            <w:r w:rsidRPr="00104629">
              <w:rPr>
                <w:rFonts w:eastAsia="Times New Roman" w:cs="Arial Black"/>
                <w:sz w:val="20"/>
                <w:szCs w:val="20"/>
              </w:rPr>
              <w:t>0..1</w:t>
            </w:r>
          </w:p>
        </w:tc>
      </w:tr>
      <w:tr w:rsidR="00A549CD" w:rsidRPr="00EA11AC" w14:paraId="47A89FAB" w14:textId="77777777" w:rsidTr="009305ED">
        <w:trPr>
          <w:trHeight w:val="213"/>
        </w:trPr>
        <w:tc>
          <w:tcPr>
            <w:tcW w:w="2200" w:type="dxa"/>
          </w:tcPr>
          <w:p w14:paraId="57EFFFF8" w14:textId="77777777" w:rsidR="00A549CD" w:rsidRPr="00104629" w:rsidRDefault="00A549CD" w:rsidP="004322B4">
            <w:pPr>
              <w:rPr>
                <w:rStyle w:val="pole"/>
                <w:rFonts w:ascii="Lato" w:hAnsi="Lato"/>
                <w:sz w:val="20"/>
                <w:szCs w:val="20"/>
              </w:rPr>
            </w:pPr>
            <w:r w:rsidRPr="00104629">
              <w:rPr>
                <w:rStyle w:val="pole"/>
                <w:rFonts w:ascii="Lato" w:hAnsi="Lato"/>
                <w:sz w:val="20"/>
                <w:szCs w:val="20"/>
              </w:rPr>
              <w:t>Signature</w:t>
            </w:r>
          </w:p>
        </w:tc>
        <w:tc>
          <w:tcPr>
            <w:tcW w:w="3527" w:type="dxa"/>
          </w:tcPr>
          <w:p w14:paraId="2D3BC20F" w14:textId="77777777" w:rsidR="00A549CD" w:rsidRPr="00104629" w:rsidRDefault="00A549CD" w:rsidP="004322B4">
            <w:pPr>
              <w:rPr>
                <w:rFonts w:eastAsia="Times New Roman" w:cs="Arial Black"/>
                <w:sz w:val="20"/>
                <w:szCs w:val="20"/>
              </w:rPr>
            </w:pPr>
            <w:r w:rsidRPr="00104629">
              <w:rPr>
                <w:rFonts w:eastAsia="Times New Roman" w:cs="Arial Black"/>
                <w:sz w:val="20"/>
                <w:szCs w:val="20"/>
              </w:rPr>
              <w:t>Podpis cyfrowy</w:t>
            </w:r>
          </w:p>
        </w:tc>
        <w:tc>
          <w:tcPr>
            <w:tcW w:w="2137" w:type="dxa"/>
          </w:tcPr>
          <w:p w14:paraId="689081AE" w14:textId="77777777" w:rsidR="00A549CD" w:rsidRPr="00104629" w:rsidRDefault="00A549CD" w:rsidP="004322B4">
            <w:pPr>
              <w:rPr>
                <w:rStyle w:val="pole"/>
                <w:rFonts w:ascii="Lato" w:hAnsi="Lato"/>
                <w:sz w:val="20"/>
                <w:szCs w:val="20"/>
              </w:rPr>
            </w:pPr>
            <w:r w:rsidRPr="00104629">
              <w:rPr>
                <w:rStyle w:val="pole"/>
                <w:rFonts w:ascii="Lato" w:hAnsi="Lato"/>
                <w:sz w:val="20"/>
                <w:szCs w:val="20"/>
              </w:rPr>
              <w:t>SignatureType</w:t>
            </w:r>
          </w:p>
        </w:tc>
        <w:tc>
          <w:tcPr>
            <w:tcW w:w="1190" w:type="dxa"/>
          </w:tcPr>
          <w:p w14:paraId="0ACBCDF3" w14:textId="77777777" w:rsidR="00A549CD" w:rsidRPr="00104629" w:rsidRDefault="00A549CD" w:rsidP="004322B4">
            <w:pPr>
              <w:rPr>
                <w:rFonts w:eastAsia="Times New Roman" w:cs="Arial Black"/>
                <w:sz w:val="20"/>
                <w:szCs w:val="20"/>
              </w:rPr>
            </w:pPr>
            <w:r w:rsidRPr="00104629">
              <w:rPr>
                <w:rFonts w:eastAsia="Times New Roman" w:cs="Arial Black"/>
                <w:sz w:val="20"/>
                <w:szCs w:val="20"/>
              </w:rPr>
              <w:t>0..1</w:t>
            </w:r>
          </w:p>
        </w:tc>
      </w:tr>
      <w:tr w:rsidR="008E562C" w:rsidRPr="00EA11AC" w14:paraId="22DC5B8D" w14:textId="77777777" w:rsidTr="009305ED">
        <w:trPr>
          <w:trHeight w:val="213"/>
        </w:trPr>
        <w:tc>
          <w:tcPr>
            <w:tcW w:w="2200" w:type="dxa"/>
          </w:tcPr>
          <w:p w14:paraId="2B024C66" w14:textId="77777777" w:rsidR="008E562C" w:rsidRPr="00104629" w:rsidRDefault="008E562C" w:rsidP="008E562C">
            <w:pPr>
              <w:rPr>
                <w:rStyle w:val="pole"/>
                <w:rFonts w:ascii="Lato" w:hAnsi="Lato"/>
                <w:sz w:val="20"/>
                <w:szCs w:val="20"/>
              </w:rPr>
            </w:pPr>
            <w:r w:rsidRPr="00104629">
              <w:rPr>
                <w:rStyle w:val="pole"/>
                <w:rFonts w:ascii="Lato" w:hAnsi="Lato"/>
                <w:sz w:val="20"/>
                <w:szCs w:val="20"/>
              </w:rPr>
              <w:t>version</w:t>
            </w:r>
          </w:p>
        </w:tc>
        <w:tc>
          <w:tcPr>
            <w:tcW w:w="3527" w:type="dxa"/>
          </w:tcPr>
          <w:p w14:paraId="1239A067" w14:textId="77777777" w:rsidR="008E562C" w:rsidRPr="00104629" w:rsidRDefault="008E562C" w:rsidP="00045FF1">
            <w:pPr>
              <w:rPr>
                <w:rFonts w:eastAsia="Times New Roman" w:cs="Arial"/>
                <w:sz w:val="20"/>
                <w:szCs w:val="20"/>
              </w:rPr>
            </w:pPr>
            <w:r w:rsidRPr="00104629">
              <w:rPr>
                <w:rFonts w:eastAsia="Times New Roman" w:cs="Arial"/>
                <w:sz w:val="20"/>
                <w:szCs w:val="20"/>
              </w:rPr>
              <w:t>Wersja schematu, z którą zgodny jest komunikat. Atrybut</w:t>
            </w:r>
            <w:r w:rsidR="00045FF1" w:rsidRPr="00104629">
              <w:rPr>
                <w:rFonts w:eastAsia="Times New Roman" w:cs="Arial"/>
                <w:sz w:val="20"/>
                <w:szCs w:val="20"/>
              </w:rPr>
              <w:t xml:space="preserve"> musi</w:t>
            </w:r>
            <w:r w:rsidR="00D30090" w:rsidRPr="00104629">
              <w:rPr>
                <w:rFonts w:eastAsia="Times New Roman" w:cs="Arial"/>
                <w:sz w:val="20"/>
                <w:szCs w:val="20"/>
              </w:rPr>
              <w:t xml:space="preserve"> przyjąć wartość "</w:t>
            </w:r>
            <w:r w:rsidR="00B45B64" w:rsidRPr="00104629">
              <w:rPr>
                <w:rFonts w:eastAsia="Times New Roman" w:cs="Arial"/>
                <w:sz w:val="20"/>
                <w:szCs w:val="20"/>
              </w:rPr>
              <w:t>2</w:t>
            </w:r>
            <w:r w:rsidRPr="00104629">
              <w:rPr>
                <w:rFonts w:eastAsia="Times New Roman" w:cs="Arial"/>
                <w:sz w:val="20"/>
                <w:szCs w:val="20"/>
              </w:rPr>
              <w:t>_0"</w:t>
            </w:r>
          </w:p>
        </w:tc>
        <w:tc>
          <w:tcPr>
            <w:tcW w:w="2137" w:type="dxa"/>
          </w:tcPr>
          <w:p w14:paraId="47CB3D80" w14:textId="77777777" w:rsidR="008E562C" w:rsidRPr="00104629" w:rsidRDefault="008E562C" w:rsidP="008E562C">
            <w:pPr>
              <w:rPr>
                <w:rStyle w:val="pole"/>
                <w:rFonts w:ascii="Lato" w:hAnsi="Lato"/>
                <w:sz w:val="20"/>
                <w:szCs w:val="20"/>
              </w:rPr>
            </w:pPr>
            <w:r w:rsidRPr="00104629">
              <w:rPr>
                <w:rStyle w:val="pole"/>
                <w:rFonts w:ascii="Lato" w:hAnsi="Lato"/>
                <w:sz w:val="20"/>
                <w:szCs w:val="20"/>
              </w:rPr>
              <w:t>ZVersion</w:t>
            </w:r>
          </w:p>
        </w:tc>
        <w:tc>
          <w:tcPr>
            <w:tcW w:w="1190" w:type="dxa"/>
          </w:tcPr>
          <w:p w14:paraId="5B03262C" w14:textId="77777777" w:rsidR="008E562C" w:rsidRPr="00104629" w:rsidRDefault="00045FF1" w:rsidP="008E562C">
            <w:pPr>
              <w:rPr>
                <w:rFonts w:eastAsia="Times New Roman" w:cs="Arial"/>
                <w:sz w:val="20"/>
                <w:szCs w:val="20"/>
              </w:rPr>
            </w:pPr>
            <w:r w:rsidRPr="00104629">
              <w:rPr>
                <w:rFonts w:eastAsia="Times New Roman" w:cs="Arial"/>
                <w:sz w:val="20"/>
                <w:szCs w:val="20"/>
              </w:rPr>
              <w:t>1</w:t>
            </w:r>
            <w:r w:rsidR="008E562C" w:rsidRPr="00104629">
              <w:rPr>
                <w:rFonts w:eastAsia="Times New Roman" w:cs="Arial"/>
                <w:sz w:val="20"/>
                <w:szCs w:val="20"/>
              </w:rPr>
              <w:t>..1</w:t>
            </w:r>
          </w:p>
        </w:tc>
      </w:tr>
    </w:tbl>
    <w:p w14:paraId="69B821B5" w14:textId="6CE55706" w:rsidR="00104629" w:rsidRDefault="00104629" w:rsidP="00104629">
      <w:pPr>
        <w:pStyle w:val="Legenda"/>
        <w:keepNext/>
      </w:pPr>
      <w:bookmarkStart w:id="55" w:name="_Toc184021039"/>
      <w:r>
        <w:t xml:space="preserve">Tabela </w:t>
      </w:r>
      <w:r w:rsidR="009A710E">
        <w:fldChar w:fldCharType="begin"/>
      </w:r>
      <w:r w:rsidR="009A710E">
        <w:instrText xml:space="preserve"> SEQ Tabela \* ARABIC </w:instrText>
      </w:r>
      <w:r w:rsidR="009A710E">
        <w:fldChar w:fldCharType="separate"/>
      </w:r>
      <w:r w:rsidR="00F62FC8">
        <w:rPr>
          <w:noProof/>
        </w:rPr>
        <w:t>10</w:t>
      </w:r>
      <w:r w:rsidR="009A710E">
        <w:rPr>
          <w:noProof/>
        </w:rPr>
        <w:fldChar w:fldCharType="end"/>
      </w:r>
      <w:r>
        <w:t xml:space="preserve">. </w:t>
      </w:r>
      <w:r w:rsidRPr="0032535F">
        <w:t>Struktura elementu HeaderType</w:t>
      </w:r>
      <w:bookmarkEnd w:id="55"/>
    </w:p>
    <w:tbl>
      <w:tblPr>
        <w:tblStyle w:val="Tabela-Siatka"/>
        <w:tblW w:w="9322" w:type="dxa"/>
        <w:tblLayout w:type="fixed"/>
        <w:tblLook w:val="01E0" w:firstRow="1" w:lastRow="1" w:firstColumn="1" w:lastColumn="1" w:noHBand="0" w:noVBand="0"/>
      </w:tblPr>
      <w:tblGrid>
        <w:gridCol w:w="2235"/>
        <w:gridCol w:w="3543"/>
        <w:gridCol w:w="2250"/>
        <w:gridCol w:w="1294"/>
      </w:tblGrid>
      <w:tr w:rsidR="0007371F" w:rsidRPr="00EA11AC" w14:paraId="2EA0F213" w14:textId="77777777" w:rsidTr="009A274D">
        <w:trPr>
          <w:cnfStyle w:val="100000000000" w:firstRow="1" w:lastRow="0" w:firstColumn="0" w:lastColumn="0" w:oddVBand="0" w:evenVBand="0" w:oddHBand="0" w:evenHBand="0" w:firstRowFirstColumn="0" w:firstRowLastColumn="0" w:lastRowFirstColumn="0" w:lastRowLastColumn="0"/>
          <w:trHeight w:val="213"/>
          <w:tblHeader/>
        </w:trPr>
        <w:tc>
          <w:tcPr>
            <w:tcW w:w="2235" w:type="dxa"/>
          </w:tcPr>
          <w:p w14:paraId="68A1FC7D" w14:textId="77777777" w:rsidR="0007371F" w:rsidRPr="00EA11AC" w:rsidRDefault="0007371F" w:rsidP="004F4AD9">
            <w:pPr>
              <w:rPr>
                <w:rFonts w:eastAsia="Times New Roman" w:cs="Arial Black"/>
                <w:b w:val="0"/>
                <w:sz w:val="18"/>
                <w:szCs w:val="18"/>
              </w:rPr>
            </w:pPr>
            <w:r w:rsidRPr="00EA11AC">
              <w:rPr>
                <w:rFonts w:eastAsia="Times New Roman" w:cs="Arial Black"/>
                <w:sz w:val="18"/>
                <w:szCs w:val="18"/>
              </w:rPr>
              <w:t xml:space="preserve">Nazwa </w:t>
            </w:r>
          </w:p>
        </w:tc>
        <w:tc>
          <w:tcPr>
            <w:tcW w:w="3543" w:type="dxa"/>
          </w:tcPr>
          <w:p w14:paraId="2960273F" w14:textId="77777777" w:rsidR="0007371F" w:rsidRPr="00EA11AC" w:rsidRDefault="0007371F" w:rsidP="004F4AD9">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250" w:type="dxa"/>
          </w:tcPr>
          <w:p w14:paraId="68CE5B93" w14:textId="77777777" w:rsidR="0007371F" w:rsidRPr="00EA11AC" w:rsidRDefault="0007371F" w:rsidP="004F4AD9">
            <w:pPr>
              <w:rPr>
                <w:rFonts w:cs="Arial Black"/>
                <w:b w:val="0"/>
                <w:sz w:val="18"/>
                <w:szCs w:val="18"/>
              </w:rPr>
            </w:pPr>
            <w:r w:rsidRPr="00EA11AC">
              <w:rPr>
                <w:rFonts w:cs="Arial Black"/>
                <w:sz w:val="18"/>
                <w:szCs w:val="18"/>
              </w:rPr>
              <w:t>Typ</w:t>
            </w:r>
          </w:p>
        </w:tc>
        <w:tc>
          <w:tcPr>
            <w:tcW w:w="1294" w:type="dxa"/>
          </w:tcPr>
          <w:p w14:paraId="4F9BFF60" w14:textId="77777777" w:rsidR="0007371F" w:rsidRPr="00EA11AC" w:rsidRDefault="0007371F" w:rsidP="004F4AD9">
            <w:pPr>
              <w:rPr>
                <w:rFonts w:eastAsia="Times New Roman" w:cs="Arial Black"/>
                <w:b w:val="0"/>
                <w:sz w:val="18"/>
                <w:szCs w:val="18"/>
              </w:rPr>
            </w:pPr>
            <w:r w:rsidRPr="00EA11AC">
              <w:rPr>
                <w:rFonts w:eastAsia="Times New Roman" w:cs="Arial Black"/>
                <w:sz w:val="18"/>
                <w:szCs w:val="18"/>
              </w:rPr>
              <w:t>Liczebność</w:t>
            </w:r>
          </w:p>
        </w:tc>
      </w:tr>
      <w:tr w:rsidR="001D6850" w:rsidRPr="00EA11AC" w14:paraId="4ED5175D" w14:textId="77777777" w:rsidTr="009A274D">
        <w:trPr>
          <w:trHeight w:val="213"/>
        </w:trPr>
        <w:tc>
          <w:tcPr>
            <w:tcW w:w="2235" w:type="dxa"/>
          </w:tcPr>
          <w:p w14:paraId="6F738177"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Trader</w:t>
            </w:r>
          </w:p>
        </w:tc>
        <w:tc>
          <w:tcPr>
            <w:tcW w:w="3543" w:type="dxa"/>
          </w:tcPr>
          <w:p w14:paraId="3D3AA5C5"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Podmiot (składający niebędący osobą fizyczną „N” lub osoba fizyczna „F” poz. 8)</w:t>
            </w:r>
          </w:p>
        </w:tc>
        <w:tc>
          <w:tcPr>
            <w:tcW w:w="2250" w:type="dxa"/>
          </w:tcPr>
          <w:p w14:paraId="0DF65401"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ZTrader</w:t>
            </w:r>
          </w:p>
          <w:p w14:paraId="3E01713F" w14:textId="307F2571" w:rsidR="001D6850" w:rsidRPr="00104629" w:rsidRDefault="001D6850" w:rsidP="00FF40B6">
            <w:pPr>
              <w:rPr>
                <w:rStyle w:val="poleodsylacz"/>
                <w:rFonts w:ascii="Lato" w:hAnsi="Lato"/>
                <w:sz w:val="20"/>
                <w:szCs w:val="20"/>
              </w:rPr>
            </w:pPr>
            <w:r w:rsidRPr="00104629">
              <w:rPr>
                <w:rFonts w:eastAsia="Times New Roman" w:cs="Arial Black"/>
                <w:sz w:val="20"/>
                <w:szCs w:val="20"/>
              </w:rPr>
              <w:t xml:space="preserve">Patrz reguła </w:t>
            </w:r>
            <w:r w:rsidRPr="00104629">
              <w:rPr>
                <w:rFonts w:eastAsia="Times New Roman" w:cs="Arial Black"/>
                <w:sz w:val="20"/>
                <w:szCs w:val="20"/>
              </w:rPr>
              <w:fldChar w:fldCharType="begin"/>
            </w:r>
            <w:r w:rsidRPr="00104629">
              <w:rPr>
                <w:rFonts w:eastAsia="Times New Roman" w:cs="Arial Black"/>
                <w:sz w:val="20"/>
                <w:szCs w:val="20"/>
              </w:rPr>
              <w:instrText xml:space="preserve"> REF R5 \h </w:instrText>
            </w:r>
            <w:r w:rsidR="00EA11AC" w:rsidRPr="00104629">
              <w:rPr>
                <w:rFonts w:eastAsia="Times New Roman" w:cs="Arial Black"/>
                <w:sz w:val="20"/>
                <w:szCs w:val="20"/>
              </w:rPr>
              <w:instrText xml:space="preserve"> \* MERGEFORMAT </w:instrText>
            </w:r>
            <w:r w:rsidRPr="00104629">
              <w:rPr>
                <w:rFonts w:eastAsia="Times New Roman" w:cs="Arial Black"/>
                <w:sz w:val="20"/>
                <w:szCs w:val="20"/>
              </w:rPr>
            </w:r>
            <w:r w:rsidRPr="00104629">
              <w:rPr>
                <w:rFonts w:eastAsia="Times New Roman" w:cs="Arial Black"/>
                <w:sz w:val="20"/>
                <w:szCs w:val="20"/>
              </w:rPr>
              <w:fldChar w:fldCharType="separate"/>
            </w:r>
            <w:r w:rsidR="0052183A" w:rsidRPr="00104629">
              <w:rPr>
                <w:rFonts w:eastAsia="Arial Narrow" w:cs="Arial"/>
                <w:sz w:val="20"/>
                <w:szCs w:val="20"/>
              </w:rPr>
              <w:t>R</w:t>
            </w:r>
            <w:r w:rsidRPr="00104629">
              <w:rPr>
                <w:rFonts w:eastAsia="Times New Roman" w:cs="Arial Black"/>
                <w:sz w:val="20"/>
                <w:szCs w:val="20"/>
              </w:rPr>
              <w:fldChar w:fldCharType="end"/>
            </w:r>
            <w:r w:rsidRPr="00104629">
              <w:rPr>
                <w:rFonts w:eastAsia="Times New Roman" w:cs="Arial Black"/>
                <w:sz w:val="20"/>
                <w:szCs w:val="20"/>
              </w:rPr>
              <w:t>.</w:t>
            </w:r>
          </w:p>
        </w:tc>
        <w:tc>
          <w:tcPr>
            <w:tcW w:w="1294" w:type="dxa"/>
          </w:tcPr>
          <w:p w14:paraId="58625148"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62CFAE5A" w14:textId="77777777" w:rsidTr="009A274D">
        <w:trPr>
          <w:trHeight w:val="213"/>
        </w:trPr>
        <w:tc>
          <w:tcPr>
            <w:tcW w:w="2235" w:type="dxa"/>
          </w:tcPr>
          <w:p w14:paraId="5FEE2D50"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lastRenderedPageBreak/>
              <w:t>Application</w:t>
            </w:r>
          </w:p>
        </w:tc>
        <w:tc>
          <w:tcPr>
            <w:tcW w:w="3543" w:type="dxa"/>
          </w:tcPr>
          <w:p w14:paraId="4F4D50CB"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Zgłoszenie celne</w:t>
            </w:r>
          </w:p>
        </w:tc>
        <w:tc>
          <w:tcPr>
            <w:tcW w:w="2250" w:type="dxa"/>
          </w:tcPr>
          <w:p w14:paraId="642169D0" w14:textId="77777777" w:rsidR="001D6850" w:rsidRPr="00104629" w:rsidRDefault="001D6850" w:rsidP="001D6850">
            <w:pPr>
              <w:rPr>
                <w:rStyle w:val="poleodsylacz"/>
                <w:rFonts w:ascii="Lato" w:hAnsi="Lato"/>
                <w:sz w:val="20"/>
                <w:szCs w:val="20"/>
              </w:rPr>
            </w:pPr>
            <w:r w:rsidRPr="00104629">
              <w:rPr>
                <w:rStyle w:val="poleodsylacz"/>
                <w:rFonts w:ascii="Lato" w:hAnsi="Lato"/>
                <w:sz w:val="20"/>
                <w:szCs w:val="20"/>
              </w:rPr>
              <w:fldChar w:fldCharType="begin"/>
            </w:r>
            <w:r w:rsidRPr="00104629">
              <w:rPr>
                <w:rStyle w:val="poleodsylacz"/>
                <w:rFonts w:ascii="Lato" w:hAnsi="Lato"/>
                <w:sz w:val="20"/>
                <w:szCs w:val="20"/>
              </w:rPr>
              <w:instrText xml:space="preserve"> REF ApplicationType \h  \* MERGEFORMAT </w:instrText>
            </w:r>
            <w:r w:rsidRPr="00104629">
              <w:rPr>
                <w:rStyle w:val="poleodsylacz"/>
                <w:rFonts w:ascii="Lato" w:hAnsi="Lato"/>
                <w:sz w:val="20"/>
                <w:szCs w:val="20"/>
              </w:rPr>
            </w:r>
            <w:r w:rsidRPr="00104629">
              <w:rPr>
                <w:rStyle w:val="poleodsylacz"/>
                <w:rFonts w:ascii="Lato" w:hAnsi="Lato"/>
                <w:sz w:val="20"/>
                <w:szCs w:val="20"/>
              </w:rPr>
              <w:fldChar w:fldCharType="separate"/>
            </w:r>
            <w:r w:rsidR="0052183A" w:rsidRPr="00104629">
              <w:rPr>
                <w:rStyle w:val="poleodsylacz"/>
                <w:rFonts w:ascii="Lato" w:hAnsi="Lato"/>
                <w:sz w:val="20"/>
                <w:szCs w:val="20"/>
              </w:rPr>
              <w:t>ApplicationType</w:t>
            </w:r>
            <w:r w:rsidRPr="00104629">
              <w:rPr>
                <w:rStyle w:val="poleodsylacz"/>
                <w:rFonts w:ascii="Lato" w:hAnsi="Lato"/>
                <w:sz w:val="20"/>
                <w:szCs w:val="20"/>
              </w:rPr>
              <w:fldChar w:fldCharType="end"/>
            </w:r>
          </w:p>
          <w:p w14:paraId="70E54A3E" w14:textId="18CC22D1" w:rsidR="001D6850" w:rsidRPr="00104629" w:rsidRDefault="001D6850" w:rsidP="001D6850">
            <w:pPr>
              <w:rPr>
                <w:rFonts w:eastAsia="Times New Roman" w:cs="Arial Black"/>
                <w:sz w:val="20"/>
                <w:szCs w:val="20"/>
              </w:rPr>
            </w:pPr>
            <w:r w:rsidRPr="00104629">
              <w:rPr>
                <w:rFonts w:eastAsia="Times New Roman" w:cs="Arial Black"/>
                <w:sz w:val="20"/>
                <w:szCs w:val="20"/>
              </w:rPr>
              <w:t xml:space="preserve">Patrz reguła </w:t>
            </w:r>
            <w:r w:rsidRPr="00104629">
              <w:rPr>
                <w:rFonts w:eastAsia="Times New Roman" w:cs="Arial Black"/>
                <w:sz w:val="20"/>
                <w:szCs w:val="20"/>
              </w:rPr>
              <w:fldChar w:fldCharType="begin"/>
            </w:r>
            <w:r w:rsidRPr="00104629">
              <w:rPr>
                <w:rFonts w:eastAsia="Times New Roman" w:cs="Arial Black"/>
                <w:sz w:val="20"/>
                <w:szCs w:val="20"/>
              </w:rPr>
              <w:instrText xml:space="preserve"> REF R3 \h </w:instrText>
            </w:r>
            <w:r w:rsidR="00EA11AC" w:rsidRPr="00104629">
              <w:rPr>
                <w:rFonts w:eastAsia="Times New Roman" w:cs="Arial Black"/>
                <w:sz w:val="20"/>
                <w:szCs w:val="20"/>
              </w:rPr>
              <w:instrText xml:space="preserve"> \* MERGEFORMAT </w:instrText>
            </w:r>
            <w:r w:rsidRPr="00104629">
              <w:rPr>
                <w:rFonts w:eastAsia="Times New Roman" w:cs="Arial Black"/>
                <w:sz w:val="20"/>
                <w:szCs w:val="20"/>
              </w:rPr>
            </w:r>
            <w:r w:rsidRPr="00104629">
              <w:rPr>
                <w:rFonts w:eastAsia="Times New Roman" w:cs="Arial Black"/>
                <w:sz w:val="20"/>
                <w:szCs w:val="20"/>
              </w:rPr>
              <w:fldChar w:fldCharType="separate"/>
            </w:r>
            <w:r w:rsidR="0052183A" w:rsidRPr="00104629">
              <w:rPr>
                <w:rFonts w:eastAsia="Arial Narrow" w:cs="Arial"/>
                <w:sz w:val="20"/>
                <w:szCs w:val="20"/>
              </w:rPr>
              <w:t>R3</w:t>
            </w:r>
            <w:r w:rsidRPr="00104629">
              <w:rPr>
                <w:rFonts w:eastAsia="Times New Roman" w:cs="Arial Black"/>
                <w:sz w:val="20"/>
                <w:szCs w:val="20"/>
              </w:rPr>
              <w:fldChar w:fldCharType="end"/>
            </w:r>
            <w:r w:rsidRPr="00104629">
              <w:rPr>
                <w:rFonts w:eastAsia="Times New Roman" w:cs="Arial Black"/>
                <w:sz w:val="20"/>
                <w:szCs w:val="20"/>
              </w:rPr>
              <w:t>.</w:t>
            </w:r>
          </w:p>
        </w:tc>
        <w:tc>
          <w:tcPr>
            <w:tcW w:w="1294" w:type="dxa"/>
          </w:tcPr>
          <w:p w14:paraId="275E2C21"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0..1</w:t>
            </w:r>
          </w:p>
        </w:tc>
      </w:tr>
      <w:tr w:rsidR="001D6850" w:rsidRPr="00EA11AC" w14:paraId="6CBEC814" w14:textId="77777777" w:rsidTr="009A274D">
        <w:trPr>
          <w:trHeight w:val="213"/>
        </w:trPr>
        <w:tc>
          <w:tcPr>
            <w:tcW w:w="2235" w:type="dxa"/>
          </w:tcPr>
          <w:p w14:paraId="54608DA8"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Collaterals</w:t>
            </w:r>
          </w:p>
        </w:tc>
        <w:tc>
          <w:tcPr>
            <w:tcW w:w="3543" w:type="dxa"/>
          </w:tcPr>
          <w:p w14:paraId="17275381"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Zabezpieczenie SAD/DPDZ</w:t>
            </w:r>
          </w:p>
        </w:tc>
        <w:tc>
          <w:tcPr>
            <w:tcW w:w="2250" w:type="dxa"/>
          </w:tcPr>
          <w:p w14:paraId="5ABB3DCD" w14:textId="77777777" w:rsidR="001D6850" w:rsidRPr="00104629" w:rsidRDefault="001D6850" w:rsidP="001D6850">
            <w:pPr>
              <w:rPr>
                <w:rStyle w:val="poleodsylacz"/>
                <w:rFonts w:ascii="Lato" w:hAnsi="Lato"/>
                <w:sz w:val="20"/>
                <w:szCs w:val="20"/>
              </w:rPr>
            </w:pPr>
            <w:r w:rsidRPr="00104629">
              <w:rPr>
                <w:rStyle w:val="poleodsylacz"/>
                <w:rFonts w:ascii="Lato" w:hAnsi="Lato"/>
                <w:sz w:val="20"/>
                <w:szCs w:val="20"/>
              </w:rPr>
              <w:fldChar w:fldCharType="begin"/>
            </w:r>
            <w:r w:rsidRPr="00104629">
              <w:rPr>
                <w:rStyle w:val="poleodsylacz"/>
                <w:rFonts w:ascii="Lato" w:hAnsi="Lato"/>
                <w:sz w:val="20"/>
                <w:szCs w:val="20"/>
              </w:rPr>
              <w:instrText xml:space="preserve"> REF CollateralsType \h  \* MERGEFORMAT </w:instrText>
            </w:r>
            <w:r w:rsidRPr="00104629">
              <w:rPr>
                <w:rStyle w:val="poleodsylacz"/>
                <w:rFonts w:ascii="Lato" w:hAnsi="Lato"/>
                <w:sz w:val="20"/>
                <w:szCs w:val="20"/>
              </w:rPr>
            </w:r>
            <w:r w:rsidRPr="00104629">
              <w:rPr>
                <w:rStyle w:val="poleodsylacz"/>
                <w:rFonts w:ascii="Lato" w:hAnsi="Lato"/>
                <w:sz w:val="20"/>
                <w:szCs w:val="20"/>
              </w:rPr>
              <w:fldChar w:fldCharType="separate"/>
            </w:r>
            <w:r w:rsidR="0052183A" w:rsidRPr="00104629">
              <w:rPr>
                <w:rStyle w:val="poleodsylacz"/>
                <w:rFonts w:ascii="Lato" w:hAnsi="Lato"/>
                <w:sz w:val="20"/>
                <w:szCs w:val="20"/>
              </w:rPr>
              <w:t>CollateralsType</w:t>
            </w:r>
            <w:r w:rsidRPr="00104629">
              <w:rPr>
                <w:rStyle w:val="poleodsylacz"/>
                <w:rFonts w:ascii="Lato" w:hAnsi="Lato"/>
                <w:sz w:val="20"/>
                <w:szCs w:val="20"/>
              </w:rPr>
              <w:fldChar w:fldCharType="end"/>
            </w:r>
          </w:p>
        </w:tc>
        <w:tc>
          <w:tcPr>
            <w:tcW w:w="1294" w:type="dxa"/>
          </w:tcPr>
          <w:p w14:paraId="5C3EB551"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0..1</w:t>
            </w:r>
          </w:p>
        </w:tc>
      </w:tr>
      <w:tr w:rsidR="001D6850" w:rsidRPr="00EA11AC" w14:paraId="31CB00CC" w14:textId="77777777" w:rsidTr="009A274D">
        <w:trPr>
          <w:trHeight w:val="213"/>
        </w:trPr>
        <w:tc>
          <w:tcPr>
            <w:tcW w:w="2235" w:type="dxa"/>
          </w:tcPr>
          <w:p w14:paraId="6E0E976E"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CalcFeulFee</w:t>
            </w:r>
          </w:p>
        </w:tc>
        <w:tc>
          <w:tcPr>
            <w:tcW w:w="3543" w:type="dxa"/>
          </w:tcPr>
          <w:p w14:paraId="40D45404"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Kwota Opłaty paliwowej (sekcja C)</w:t>
            </w:r>
          </w:p>
        </w:tc>
        <w:tc>
          <w:tcPr>
            <w:tcW w:w="2250" w:type="dxa"/>
          </w:tcPr>
          <w:p w14:paraId="2CA7FD70"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CalcFeulFeeType</w:t>
            </w:r>
          </w:p>
        </w:tc>
        <w:tc>
          <w:tcPr>
            <w:tcW w:w="1294" w:type="dxa"/>
          </w:tcPr>
          <w:p w14:paraId="43B27F50"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0C8CFF42" w14:textId="77777777" w:rsidTr="009A274D">
        <w:trPr>
          <w:trHeight w:val="213"/>
        </w:trPr>
        <w:tc>
          <w:tcPr>
            <w:tcW w:w="2235" w:type="dxa"/>
          </w:tcPr>
          <w:p w14:paraId="53EA58B1"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Statement</w:t>
            </w:r>
          </w:p>
        </w:tc>
        <w:tc>
          <w:tcPr>
            <w:tcW w:w="3543" w:type="dxa"/>
          </w:tcPr>
          <w:p w14:paraId="60595C2F"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Podpis składającego informację lub osoby reprezentującej składającego (sekcja E)</w:t>
            </w:r>
          </w:p>
        </w:tc>
        <w:tc>
          <w:tcPr>
            <w:tcW w:w="2250" w:type="dxa"/>
          </w:tcPr>
          <w:p w14:paraId="5F3267C4"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ZExtStatement</w:t>
            </w:r>
          </w:p>
        </w:tc>
        <w:tc>
          <w:tcPr>
            <w:tcW w:w="1294" w:type="dxa"/>
          </w:tcPr>
          <w:p w14:paraId="2BC3AB3D"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0CB8EC06" w14:textId="77777777" w:rsidTr="009A274D">
        <w:trPr>
          <w:trHeight w:val="213"/>
        </w:trPr>
        <w:tc>
          <w:tcPr>
            <w:tcW w:w="2235" w:type="dxa"/>
          </w:tcPr>
          <w:p w14:paraId="18292E04"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identifier</w:t>
            </w:r>
          </w:p>
        </w:tc>
        <w:tc>
          <w:tcPr>
            <w:tcW w:w="3543" w:type="dxa"/>
          </w:tcPr>
          <w:p w14:paraId="7ED71B47" w14:textId="77777777" w:rsidR="001D6850" w:rsidRPr="00104629" w:rsidRDefault="001D6850" w:rsidP="00D2090B">
            <w:pPr>
              <w:rPr>
                <w:rFonts w:eastAsia="Times New Roman" w:cs="Arial Black"/>
                <w:sz w:val="20"/>
                <w:szCs w:val="20"/>
              </w:rPr>
            </w:pPr>
            <w:r w:rsidRPr="00104629">
              <w:rPr>
                <w:rFonts w:cs="Arial Black"/>
                <w:sz w:val="20"/>
                <w:szCs w:val="20"/>
              </w:rPr>
              <w:t>Identyfikator podat</w:t>
            </w:r>
            <w:r w:rsidR="00D2090B" w:rsidRPr="00104629">
              <w:rPr>
                <w:rFonts w:cs="Arial Black"/>
                <w:sz w:val="20"/>
                <w:szCs w:val="20"/>
              </w:rPr>
              <w:t>nika</w:t>
            </w:r>
            <w:r w:rsidRPr="00104629">
              <w:rPr>
                <w:rFonts w:cs="Arial Black"/>
                <w:sz w:val="20"/>
                <w:szCs w:val="20"/>
              </w:rPr>
              <w:t xml:space="preserve"> NIP</w:t>
            </w:r>
            <w:r w:rsidR="00D2090B" w:rsidRPr="00104629">
              <w:rPr>
                <w:rFonts w:cs="Arial Black"/>
                <w:sz w:val="20"/>
                <w:szCs w:val="20"/>
              </w:rPr>
              <w:t xml:space="preserve"> lub </w:t>
            </w:r>
            <w:r w:rsidRPr="00104629">
              <w:rPr>
                <w:rFonts w:cs="Arial Black"/>
                <w:sz w:val="20"/>
                <w:szCs w:val="20"/>
              </w:rPr>
              <w:t xml:space="preserve"> PESEL (poz. 1)</w:t>
            </w:r>
          </w:p>
        </w:tc>
        <w:tc>
          <w:tcPr>
            <w:tcW w:w="2250" w:type="dxa"/>
          </w:tcPr>
          <w:p w14:paraId="1D3E6C1B"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ZIdentification</w:t>
            </w:r>
          </w:p>
        </w:tc>
        <w:tc>
          <w:tcPr>
            <w:tcW w:w="1294" w:type="dxa"/>
          </w:tcPr>
          <w:p w14:paraId="7EC5FE47"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7978DC21" w14:textId="77777777" w:rsidTr="009A274D">
        <w:trPr>
          <w:trHeight w:val="213"/>
        </w:trPr>
        <w:tc>
          <w:tcPr>
            <w:tcW w:w="2235" w:type="dxa"/>
          </w:tcPr>
          <w:p w14:paraId="2D4349F8" w14:textId="77777777" w:rsidR="001D6850" w:rsidRPr="00104629" w:rsidRDefault="001D6850" w:rsidP="001D6850">
            <w:pPr>
              <w:rPr>
                <w:rStyle w:val="pole"/>
                <w:rFonts w:ascii="Lato" w:hAnsi="Lato"/>
                <w:sz w:val="20"/>
                <w:szCs w:val="20"/>
              </w:rPr>
            </w:pPr>
            <w:bookmarkStart w:id="56" w:name="typeOfTrader"/>
            <w:r w:rsidRPr="00104629">
              <w:rPr>
                <w:rStyle w:val="pole"/>
                <w:rFonts w:ascii="Lato" w:hAnsi="Lato"/>
                <w:sz w:val="20"/>
                <w:szCs w:val="20"/>
              </w:rPr>
              <w:t>typeOfTrader</w:t>
            </w:r>
            <w:bookmarkEnd w:id="56"/>
          </w:p>
        </w:tc>
        <w:tc>
          <w:tcPr>
            <w:tcW w:w="3543" w:type="dxa"/>
          </w:tcPr>
          <w:p w14:paraId="097973E2" w14:textId="77777777" w:rsidR="001D6850" w:rsidRPr="00104629" w:rsidRDefault="001D6850" w:rsidP="001D6850">
            <w:pPr>
              <w:rPr>
                <w:rFonts w:cs="Arial Black"/>
                <w:sz w:val="20"/>
                <w:szCs w:val="20"/>
              </w:rPr>
            </w:pPr>
            <w:r w:rsidRPr="00104629">
              <w:rPr>
                <w:rFonts w:cs="Arial Black"/>
                <w:sz w:val="20"/>
                <w:szCs w:val="20"/>
              </w:rPr>
              <w:t>Podmiot (Typ podmiotu: Importer lub producent/nabywca)</w:t>
            </w:r>
          </w:p>
        </w:tc>
        <w:tc>
          <w:tcPr>
            <w:tcW w:w="2250" w:type="dxa"/>
          </w:tcPr>
          <w:p w14:paraId="135F4ED7"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string</w:t>
            </w:r>
          </w:p>
          <w:p w14:paraId="4A604840" w14:textId="6A605954" w:rsidR="001D6850" w:rsidRPr="00104629" w:rsidRDefault="001D6850" w:rsidP="001D6850">
            <w:pPr>
              <w:rPr>
                <w:rFonts w:eastAsia="Times New Roman" w:cs="Arial Black"/>
                <w:sz w:val="20"/>
                <w:szCs w:val="20"/>
              </w:rPr>
            </w:pPr>
            <w:r w:rsidRPr="00104629">
              <w:rPr>
                <w:rFonts w:eastAsia="Times New Roman" w:cs="Arial Black"/>
                <w:sz w:val="20"/>
                <w:szCs w:val="20"/>
              </w:rPr>
              <w:t xml:space="preserve">Patrz reguła </w:t>
            </w:r>
            <w:r w:rsidRPr="00104629">
              <w:rPr>
                <w:rFonts w:eastAsia="Times New Roman" w:cs="Arial Black"/>
                <w:sz w:val="20"/>
                <w:szCs w:val="20"/>
              </w:rPr>
              <w:fldChar w:fldCharType="begin"/>
            </w:r>
            <w:r w:rsidRPr="00104629">
              <w:rPr>
                <w:rFonts w:eastAsia="Times New Roman" w:cs="Arial Black"/>
                <w:sz w:val="20"/>
                <w:szCs w:val="20"/>
              </w:rPr>
              <w:instrText xml:space="preserve"> REF R1 \h </w:instrText>
            </w:r>
            <w:r w:rsidR="00EA11AC" w:rsidRPr="00104629">
              <w:rPr>
                <w:rFonts w:eastAsia="Times New Roman" w:cs="Arial Black"/>
                <w:sz w:val="20"/>
                <w:szCs w:val="20"/>
              </w:rPr>
              <w:instrText xml:space="preserve"> \* MERGEFORMAT </w:instrText>
            </w:r>
            <w:r w:rsidRPr="00104629">
              <w:rPr>
                <w:rFonts w:eastAsia="Times New Roman" w:cs="Arial Black"/>
                <w:sz w:val="20"/>
                <w:szCs w:val="20"/>
              </w:rPr>
            </w:r>
            <w:r w:rsidRPr="00104629">
              <w:rPr>
                <w:rFonts w:eastAsia="Times New Roman" w:cs="Arial Black"/>
                <w:sz w:val="20"/>
                <w:szCs w:val="20"/>
              </w:rPr>
              <w:fldChar w:fldCharType="separate"/>
            </w:r>
            <w:r w:rsidR="0052183A" w:rsidRPr="00104629">
              <w:rPr>
                <w:rFonts w:eastAsia="Arial Narrow" w:cs="Arial"/>
                <w:sz w:val="20"/>
                <w:szCs w:val="20"/>
              </w:rPr>
              <w:t>R1</w:t>
            </w:r>
            <w:r w:rsidRPr="00104629">
              <w:rPr>
                <w:rFonts w:eastAsia="Times New Roman" w:cs="Arial Black"/>
                <w:sz w:val="20"/>
                <w:szCs w:val="20"/>
              </w:rPr>
              <w:fldChar w:fldCharType="end"/>
            </w:r>
            <w:r w:rsidRPr="00104629">
              <w:rPr>
                <w:rFonts w:eastAsia="Times New Roman" w:cs="Arial Black"/>
                <w:sz w:val="20"/>
                <w:szCs w:val="20"/>
              </w:rPr>
              <w:t>.</w:t>
            </w:r>
          </w:p>
        </w:tc>
        <w:tc>
          <w:tcPr>
            <w:tcW w:w="1294" w:type="dxa"/>
          </w:tcPr>
          <w:p w14:paraId="6AC0974A"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42A65661" w14:textId="77777777" w:rsidTr="009A274D">
        <w:trPr>
          <w:trHeight w:val="213"/>
        </w:trPr>
        <w:tc>
          <w:tcPr>
            <w:tcW w:w="2235" w:type="dxa"/>
          </w:tcPr>
          <w:p w14:paraId="2CA1CD8F" w14:textId="77777777" w:rsidR="001D6850" w:rsidRPr="00104629" w:rsidRDefault="001D6850" w:rsidP="001D6850">
            <w:pPr>
              <w:rPr>
                <w:rStyle w:val="pole"/>
                <w:rFonts w:ascii="Lato" w:hAnsi="Lato"/>
                <w:sz w:val="20"/>
                <w:szCs w:val="20"/>
              </w:rPr>
            </w:pPr>
            <w:bookmarkStart w:id="57" w:name="period"/>
            <w:r w:rsidRPr="00104629">
              <w:rPr>
                <w:rStyle w:val="pole"/>
                <w:rFonts w:ascii="Lato" w:hAnsi="Lato"/>
                <w:sz w:val="20"/>
                <w:szCs w:val="20"/>
              </w:rPr>
              <w:t>period</w:t>
            </w:r>
            <w:bookmarkEnd w:id="57"/>
          </w:p>
        </w:tc>
        <w:tc>
          <w:tcPr>
            <w:tcW w:w="3543" w:type="dxa"/>
          </w:tcPr>
          <w:p w14:paraId="5657AC42"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Data w formacie rok i miesiąc (RRRR-MM) ,gdzie RRRR - oznacza rok, MM- oznacza miesiąc. (poz. 4 i 5)</w:t>
            </w:r>
          </w:p>
        </w:tc>
        <w:tc>
          <w:tcPr>
            <w:tcW w:w="2250" w:type="dxa"/>
          </w:tcPr>
          <w:p w14:paraId="7C783A7D" w14:textId="77777777" w:rsidR="001D6850" w:rsidRPr="00104629" w:rsidRDefault="001D6850" w:rsidP="001D6850">
            <w:pPr>
              <w:rPr>
                <w:rStyle w:val="pole"/>
                <w:rFonts w:ascii="Lato" w:hAnsi="Lato"/>
                <w:sz w:val="20"/>
                <w:szCs w:val="20"/>
                <w:lang w:val="pl-PL"/>
              </w:rPr>
            </w:pPr>
            <w:r w:rsidRPr="00104629">
              <w:rPr>
                <w:rStyle w:val="pole"/>
                <w:rFonts w:ascii="Lato" w:hAnsi="Lato"/>
                <w:sz w:val="20"/>
                <w:szCs w:val="20"/>
                <w:lang w:val="pl-PL"/>
              </w:rPr>
              <w:t>ZPeriod</w:t>
            </w:r>
          </w:p>
          <w:p w14:paraId="2B68B76F" w14:textId="4E7FFE9A" w:rsidR="001D6850" w:rsidRPr="00104629" w:rsidRDefault="001D6850" w:rsidP="00A12BFC">
            <w:pPr>
              <w:rPr>
                <w:rFonts w:eastAsia="Times New Roman" w:cs="Arial Black"/>
                <w:sz w:val="20"/>
                <w:szCs w:val="20"/>
              </w:rPr>
            </w:pPr>
            <w:r w:rsidRPr="00104629">
              <w:rPr>
                <w:rFonts w:eastAsia="Times New Roman" w:cs="Arial Black"/>
                <w:sz w:val="20"/>
                <w:szCs w:val="20"/>
              </w:rPr>
              <w:t xml:space="preserve">Patrz reguły </w:t>
            </w:r>
            <w:r w:rsidRPr="00104629">
              <w:rPr>
                <w:rFonts w:eastAsia="Times New Roman" w:cs="Arial Black"/>
                <w:sz w:val="20"/>
                <w:szCs w:val="20"/>
              </w:rPr>
              <w:fldChar w:fldCharType="begin"/>
            </w:r>
            <w:r w:rsidRPr="00104629">
              <w:rPr>
                <w:rFonts w:eastAsia="Times New Roman" w:cs="Arial Black"/>
                <w:sz w:val="20"/>
                <w:szCs w:val="20"/>
              </w:rPr>
              <w:instrText xml:space="preserve"> REF R2 \h </w:instrText>
            </w:r>
            <w:r w:rsidR="00EA11AC" w:rsidRPr="00104629">
              <w:rPr>
                <w:rFonts w:eastAsia="Times New Roman" w:cs="Arial Black"/>
                <w:sz w:val="20"/>
                <w:szCs w:val="20"/>
              </w:rPr>
              <w:instrText xml:space="preserve"> \* MERGEFORMAT </w:instrText>
            </w:r>
            <w:r w:rsidRPr="00104629">
              <w:rPr>
                <w:rFonts w:eastAsia="Times New Roman" w:cs="Arial Black"/>
                <w:sz w:val="20"/>
                <w:szCs w:val="20"/>
              </w:rPr>
            </w:r>
            <w:r w:rsidRPr="00104629">
              <w:rPr>
                <w:rFonts w:eastAsia="Times New Roman" w:cs="Arial Black"/>
                <w:sz w:val="20"/>
                <w:szCs w:val="20"/>
              </w:rPr>
              <w:fldChar w:fldCharType="separate"/>
            </w:r>
            <w:r w:rsidR="0052183A" w:rsidRPr="00104629">
              <w:rPr>
                <w:rFonts w:eastAsia="Arial Narrow" w:cs="Arial"/>
                <w:sz w:val="20"/>
                <w:szCs w:val="20"/>
              </w:rPr>
              <w:t>R2</w:t>
            </w:r>
            <w:r w:rsidRPr="00104629">
              <w:rPr>
                <w:rFonts w:eastAsia="Times New Roman" w:cs="Arial Black"/>
                <w:sz w:val="20"/>
                <w:szCs w:val="20"/>
              </w:rPr>
              <w:fldChar w:fldCharType="end"/>
            </w:r>
            <w:r w:rsidRPr="00104629">
              <w:rPr>
                <w:rFonts w:eastAsia="Times New Roman" w:cs="Arial Black"/>
                <w:sz w:val="20"/>
                <w:szCs w:val="20"/>
              </w:rPr>
              <w:t xml:space="preserve">, </w:t>
            </w:r>
            <w:r w:rsidRPr="00104629">
              <w:rPr>
                <w:rFonts w:eastAsia="Times New Roman" w:cs="Arial Black"/>
                <w:sz w:val="20"/>
                <w:szCs w:val="20"/>
              </w:rPr>
              <w:fldChar w:fldCharType="begin"/>
            </w:r>
            <w:r w:rsidRPr="00104629">
              <w:rPr>
                <w:rFonts w:eastAsia="Times New Roman" w:cs="Arial Black"/>
                <w:sz w:val="20"/>
                <w:szCs w:val="20"/>
              </w:rPr>
              <w:instrText xml:space="preserve"> REF R3 \h </w:instrText>
            </w:r>
            <w:r w:rsidR="00EA11AC" w:rsidRPr="00104629">
              <w:rPr>
                <w:rFonts w:eastAsia="Times New Roman" w:cs="Arial Black"/>
                <w:sz w:val="20"/>
                <w:szCs w:val="20"/>
              </w:rPr>
              <w:instrText xml:space="preserve"> \* MERGEFORMAT </w:instrText>
            </w:r>
            <w:r w:rsidRPr="00104629">
              <w:rPr>
                <w:rFonts w:eastAsia="Times New Roman" w:cs="Arial Black"/>
                <w:sz w:val="20"/>
                <w:szCs w:val="20"/>
              </w:rPr>
            </w:r>
            <w:r w:rsidRPr="00104629">
              <w:rPr>
                <w:rFonts w:eastAsia="Times New Roman" w:cs="Arial Black"/>
                <w:sz w:val="20"/>
                <w:szCs w:val="20"/>
              </w:rPr>
              <w:fldChar w:fldCharType="separate"/>
            </w:r>
            <w:r w:rsidR="0052183A" w:rsidRPr="00104629">
              <w:rPr>
                <w:rFonts w:eastAsia="Arial Narrow" w:cs="Arial"/>
                <w:sz w:val="20"/>
                <w:szCs w:val="20"/>
              </w:rPr>
              <w:t>R3</w:t>
            </w:r>
            <w:r w:rsidRPr="00104629">
              <w:rPr>
                <w:rFonts w:eastAsia="Times New Roman" w:cs="Arial Black"/>
                <w:sz w:val="20"/>
                <w:szCs w:val="20"/>
              </w:rPr>
              <w:fldChar w:fldCharType="end"/>
            </w:r>
            <w:r w:rsidRPr="00104629">
              <w:rPr>
                <w:rFonts w:eastAsia="Times New Roman" w:cs="Arial Black"/>
                <w:sz w:val="20"/>
                <w:szCs w:val="20"/>
              </w:rPr>
              <w:t>, R</w:t>
            </w:r>
            <w:r w:rsidR="00A12BFC" w:rsidRPr="00104629">
              <w:rPr>
                <w:rFonts w:eastAsia="Times New Roman" w:cs="Arial Black"/>
                <w:sz w:val="20"/>
                <w:szCs w:val="20"/>
              </w:rPr>
              <w:t>7</w:t>
            </w:r>
            <w:r w:rsidRPr="00104629">
              <w:rPr>
                <w:rFonts w:eastAsia="Times New Roman" w:cs="Arial Black"/>
                <w:sz w:val="20"/>
                <w:szCs w:val="20"/>
              </w:rPr>
              <w:t>.</w:t>
            </w:r>
          </w:p>
        </w:tc>
        <w:tc>
          <w:tcPr>
            <w:tcW w:w="1294" w:type="dxa"/>
          </w:tcPr>
          <w:p w14:paraId="6B51F80F"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0..1</w:t>
            </w:r>
          </w:p>
        </w:tc>
      </w:tr>
      <w:tr w:rsidR="001D6850" w:rsidRPr="00EA11AC" w14:paraId="2C11DDAC" w14:textId="77777777" w:rsidTr="009A274D">
        <w:trPr>
          <w:trHeight w:val="213"/>
        </w:trPr>
        <w:tc>
          <w:tcPr>
            <w:tcW w:w="2235" w:type="dxa"/>
          </w:tcPr>
          <w:p w14:paraId="024C95B1"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taxOffice</w:t>
            </w:r>
          </w:p>
        </w:tc>
        <w:tc>
          <w:tcPr>
            <w:tcW w:w="3543" w:type="dxa"/>
          </w:tcPr>
          <w:p w14:paraId="4F176198"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 xml:space="preserve">Urząd skarbowy lub Urząd celno-skarbowy/Delegatura urzędu celno-skarbowego (Jednostka do którejadresowana jest deklaracja poz. 6) </w:t>
            </w:r>
          </w:p>
          <w:p w14:paraId="4F07EA33" w14:textId="77777777" w:rsidR="001D6850" w:rsidRPr="00104629" w:rsidRDefault="001D6850" w:rsidP="001D6850">
            <w:pPr>
              <w:rPr>
                <w:rFonts w:eastAsia="Times New Roman" w:cs="Arial"/>
                <w:sz w:val="20"/>
                <w:szCs w:val="20"/>
              </w:rPr>
            </w:pPr>
            <w:r w:rsidRPr="00104629">
              <w:rPr>
                <w:rFonts w:eastAsia="Times New Roman" w:cs="Arial"/>
                <w:sz w:val="20"/>
                <w:szCs w:val="20"/>
              </w:rPr>
              <w:t>Zgodny ze słownikiem 3090, dostępnym pod adresem:</w:t>
            </w:r>
          </w:p>
          <w:p w14:paraId="7DB0792B" w14:textId="77777777" w:rsidR="001D6850" w:rsidRPr="00104629" w:rsidRDefault="001D6850" w:rsidP="001D6850">
            <w:pPr>
              <w:rPr>
                <w:rFonts w:eastAsia="Times New Roman" w:cs="Arial Black"/>
                <w:sz w:val="20"/>
                <w:szCs w:val="20"/>
              </w:rPr>
            </w:pPr>
            <w:r w:rsidRPr="00104629">
              <w:rPr>
                <w:rFonts w:eastAsia="Times New Roman" w:cs="Arial"/>
                <w:sz w:val="20"/>
                <w:szCs w:val="20"/>
              </w:rPr>
              <w:t>https://puesc.gov.pl/seap_pdr_extimpl/slowniki/3090</w:t>
            </w:r>
          </w:p>
        </w:tc>
        <w:tc>
          <w:tcPr>
            <w:tcW w:w="2250" w:type="dxa"/>
          </w:tcPr>
          <w:p w14:paraId="7625743C"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ZTaxOffice</w:t>
            </w:r>
          </w:p>
          <w:p w14:paraId="15E90754" w14:textId="77777777" w:rsidR="001D6850" w:rsidRPr="00104629" w:rsidRDefault="001D6850" w:rsidP="00A12BFC">
            <w:pPr>
              <w:rPr>
                <w:rStyle w:val="pole"/>
                <w:rFonts w:ascii="Lato" w:hAnsi="Lato"/>
                <w:sz w:val="20"/>
                <w:szCs w:val="20"/>
              </w:rPr>
            </w:pPr>
            <w:r w:rsidRPr="00104629">
              <w:rPr>
                <w:rStyle w:val="pole"/>
                <w:rFonts w:ascii="Lato" w:hAnsi="Lato"/>
                <w:sz w:val="20"/>
                <w:szCs w:val="20"/>
              </w:rPr>
              <w:t>Patrz reguła R</w:t>
            </w:r>
            <w:r w:rsidR="00A12BFC" w:rsidRPr="00104629">
              <w:rPr>
                <w:rStyle w:val="pole"/>
                <w:rFonts w:ascii="Lato" w:hAnsi="Lato"/>
                <w:sz w:val="20"/>
                <w:szCs w:val="20"/>
              </w:rPr>
              <w:t>8</w:t>
            </w:r>
          </w:p>
        </w:tc>
        <w:tc>
          <w:tcPr>
            <w:tcW w:w="1294" w:type="dxa"/>
          </w:tcPr>
          <w:p w14:paraId="27CAD9CA"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26394353" w14:textId="77777777" w:rsidTr="009A274D">
        <w:trPr>
          <w:trHeight w:val="213"/>
        </w:trPr>
        <w:tc>
          <w:tcPr>
            <w:tcW w:w="2235" w:type="dxa"/>
          </w:tcPr>
          <w:p w14:paraId="4471C74E"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submissionAim</w:t>
            </w:r>
          </w:p>
        </w:tc>
        <w:tc>
          <w:tcPr>
            <w:tcW w:w="3543" w:type="dxa"/>
          </w:tcPr>
          <w:p w14:paraId="5BF7E189"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Cel złożenia formularza (Informacja czy dokument jest deklaracją czy korektą. Poz 7)</w:t>
            </w:r>
          </w:p>
        </w:tc>
        <w:tc>
          <w:tcPr>
            <w:tcW w:w="2250" w:type="dxa"/>
          </w:tcPr>
          <w:p w14:paraId="4F943BAE"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ZSubmissionAim</w:t>
            </w:r>
          </w:p>
          <w:p w14:paraId="04C2662B" w14:textId="77777777" w:rsidR="001D6850" w:rsidRPr="00104629" w:rsidRDefault="001D6850" w:rsidP="00A12BFC">
            <w:pPr>
              <w:rPr>
                <w:rStyle w:val="pole"/>
                <w:rFonts w:ascii="Lato" w:hAnsi="Lato"/>
                <w:sz w:val="20"/>
                <w:szCs w:val="20"/>
              </w:rPr>
            </w:pPr>
            <w:r w:rsidRPr="00104629">
              <w:rPr>
                <w:rStyle w:val="pole"/>
                <w:rFonts w:ascii="Lato" w:hAnsi="Lato"/>
                <w:sz w:val="20"/>
                <w:szCs w:val="20"/>
              </w:rPr>
              <w:t>Patrz reguła R</w:t>
            </w:r>
            <w:r w:rsidR="00A12BFC" w:rsidRPr="00104629">
              <w:rPr>
                <w:rStyle w:val="pole"/>
                <w:rFonts w:ascii="Lato" w:hAnsi="Lato"/>
                <w:sz w:val="20"/>
                <w:szCs w:val="20"/>
              </w:rPr>
              <w:t>6</w:t>
            </w:r>
          </w:p>
        </w:tc>
        <w:tc>
          <w:tcPr>
            <w:tcW w:w="1294" w:type="dxa"/>
          </w:tcPr>
          <w:p w14:paraId="30D63EF0"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1..1</w:t>
            </w:r>
          </w:p>
        </w:tc>
      </w:tr>
      <w:tr w:rsidR="001D6850" w:rsidRPr="00EA11AC" w14:paraId="4B52D99A" w14:textId="77777777" w:rsidTr="009A274D">
        <w:trPr>
          <w:trHeight w:val="213"/>
        </w:trPr>
        <w:tc>
          <w:tcPr>
            <w:tcW w:w="2235" w:type="dxa"/>
          </w:tcPr>
          <w:p w14:paraId="7DD87B39"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lastRenderedPageBreak/>
              <w:t>orgDocNo</w:t>
            </w:r>
          </w:p>
        </w:tc>
        <w:tc>
          <w:tcPr>
            <w:tcW w:w="3543" w:type="dxa"/>
          </w:tcPr>
          <w:p w14:paraId="74FC431F"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Numer dokumentu pierwotnego, którego dotyczy korekta.</w:t>
            </w:r>
          </w:p>
        </w:tc>
        <w:tc>
          <w:tcPr>
            <w:tcW w:w="2250" w:type="dxa"/>
          </w:tcPr>
          <w:p w14:paraId="0CA80190"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ZDocNo</w:t>
            </w:r>
          </w:p>
          <w:p w14:paraId="2450AA2F" w14:textId="77777777" w:rsidR="001D6850" w:rsidRPr="00104629" w:rsidRDefault="001D6850" w:rsidP="00A12BFC">
            <w:pPr>
              <w:rPr>
                <w:rStyle w:val="pole"/>
                <w:rFonts w:ascii="Lato" w:hAnsi="Lato"/>
                <w:sz w:val="20"/>
                <w:szCs w:val="20"/>
              </w:rPr>
            </w:pPr>
            <w:r w:rsidRPr="00104629">
              <w:rPr>
                <w:rStyle w:val="pole"/>
                <w:rFonts w:ascii="Lato" w:hAnsi="Lato"/>
                <w:sz w:val="20"/>
                <w:szCs w:val="20"/>
              </w:rPr>
              <w:t>Patrz reguła R</w:t>
            </w:r>
            <w:r w:rsidR="00A12BFC" w:rsidRPr="00104629">
              <w:rPr>
                <w:rStyle w:val="pole"/>
                <w:rFonts w:ascii="Lato" w:hAnsi="Lato"/>
                <w:sz w:val="20"/>
                <w:szCs w:val="20"/>
              </w:rPr>
              <w:t>6</w:t>
            </w:r>
          </w:p>
        </w:tc>
        <w:tc>
          <w:tcPr>
            <w:tcW w:w="1294" w:type="dxa"/>
          </w:tcPr>
          <w:p w14:paraId="459DA1BE"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0..1</w:t>
            </w:r>
          </w:p>
        </w:tc>
      </w:tr>
      <w:tr w:rsidR="001D6850" w:rsidRPr="00EA11AC" w14:paraId="6A2778E8" w14:textId="77777777" w:rsidTr="009A274D">
        <w:trPr>
          <w:trHeight w:val="213"/>
        </w:trPr>
        <w:tc>
          <w:tcPr>
            <w:tcW w:w="2235" w:type="dxa"/>
          </w:tcPr>
          <w:p w14:paraId="4472D225"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justification</w:t>
            </w:r>
          </w:p>
        </w:tc>
        <w:tc>
          <w:tcPr>
            <w:tcW w:w="3543" w:type="dxa"/>
          </w:tcPr>
          <w:p w14:paraId="03F4B02F"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Pole tekstowe pozwalające na wprowadzenie informacji uzasadniającej korektę.</w:t>
            </w:r>
          </w:p>
        </w:tc>
        <w:tc>
          <w:tcPr>
            <w:tcW w:w="2250" w:type="dxa"/>
          </w:tcPr>
          <w:p w14:paraId="5D17AD46"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string(256)</w:t>
            </w:r>
          </w:p>
          <w:p w14:paraId="705F4B17" w14:textId="77777777" w:rsidR="001D6850" w:rsidRPr="00104629" w:rsidRDefault="001D6850" w:rsidP="00A12BFC">
            <w:pPr>
              <w:rPr>
                <w:rStyle w:val="pole"/>
                <w:rFonts w:ascii="Lato" w:hAnsi="Lato"/>
                <w:sz w:val="20"/>
                <w:szCs w:val="20"/>
              </w:rPr>
            </w:pPr>
            <w:r w:rsidRPr="00104629">
              <w:rPr>
                <w:rStyle w:val="pole"/>
                <w:rFonts w:ascii="Lato" w:hAnsi="Lato"/>
                <w:sz w:val="20"/>
                <w:szCs w:val="20"/>
              </w:rPr>
              <w:t>Patrz reguła R</w:t>
            </w:r>
            <w:r w:rsidR="00A12BFC" w:rsidRPr="00104629">
              <w:rPr>
                <w:rStyle w:val="pole"/>
                <w:rFonts w:ascii="Lato" w:hAnsi="Lato"/>
                <w:sz w:val="20"/>
                <w:szCs w:val="20"/>
              </w:rPr>
              <w:t>6</w:t>
            </w:r>
          </w:p>
        </w:tc>
        <w:tc>
          <w:tcPr>
            <w:tcW w:w="1294" w:type="dxa"/>
          </w:tcPr>
          <w:p w14:paraId="12D0AA71" w14:textId="77777777" w:rsidR="001D6850" w:rsidRPr="00104629" w:rsidRDefault="001D6850" w:rsidP="001D6850">
            <w:pPr>
              <w:rPr>
                <w:rFonts w:eastAsia="Times New Roman" w:cs="Arial Black"/>
                <w:sz w:val="20"/>
                <w:szCs w:val="20"/>
              </w:rPr>
            </w:pPr>
            <w:r w:rsidRPr="00104629">
              <w:rPr>
                <w:rFonts w:eastAsia="Times New Roman" w:cs="Arial Black"/>
                <w:sz w:val="20"/>
                <w:szCs w:val="20"/>
              </w:rPr>
              <w:t>0..1</w:t>
            </w:r>
          </w:p>
        </w:tc>
      </w:tr>
      <w:tr w:rsidR="001D6850" w:rsidRPr="00EA11AC" w14:paraId="1910408A" w14:textId="77777777" w:rsidTr="009A274D">
        <w:trPr>
          <w:trHeight w:val="213"/>
        </w:trPr>
        <w:tc>
          <w:tcPr>
            <w:tcW w:w="2235" w:type="dxa"/>
          </w:tcPr>
          <w:p w14:paraId="07563D8B"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selfRef</w:t>
            </w:r>
          </w:p>
        </w:tc>
        <w:tc>
          <w:tcPr>
            <w:tcW w:w="3543" w:type="dxa"/>
          </w:tcPr>
          <w:p w14:paraId="1283A822" w14:textId="77777777" w:rsidR="001D6850" w:rsidRPr="00104629" w:rsidRDefault="001D6850" w:rsidP="001D6850">
            <w:pPr>
              <w:rPr>
                <w:rFonts w:eastAsia="Times New Roman" w:cs="Arial"/>
                <w:sz w:val="20"/>
                <w:szCs w:val="20"/>
              </w:rPr>
            </w:pPr>
            <w:r w:rsidRPr="00104629">
              <w:rPr>
                <w:rFonts w:eastAsia="Times New Roman" w:cs="Arial"/>
                <w:sz w:val="20"/>
                <w:szCs w:val="20"/>
              </w:rPr>
              <w:t>Numer własny komunikatu</w:t>
            </w:r>
          </w:p>
        </w:tc>
        <w:tc>
          <w:tcPr>
            <w:tcW w:w="2250" w:type="dxa"/>
          </w:tcPr>
          <w:p w14:paraId="5FD5E163" w14:textId="77777777" w:rsidR="001D6850" w:rsidRPr="00104629" w:rsidRDefault="001D6850" w:rsidP="001D6850">
            <w:pPr>
              <w:rPr>
                <w:rStyle w:val="pole"/>
                <w:rFonts w:ascii="Lato" w:hAnsi="Lato"/>
                <w:sz w:val="20"/>
                <w:szCs w:val="20"/>
              </w:rPr>
            </w:pPr>
            <w:r w:rsidRPr="00104629">
              <w:rPr>
                <w:rStyle w:val="pole"/>
                <w:rFonts w:ascii="Lato" w:hAnsi="Lato"/>
                <w:sz w:val="20"/>
                <w:szCs w:val="20"/>
              </w:rPr>
              <w:t>ZSelfRef</w:t>
            </w:r>
          </w:p>
        </w:tc>
        <w:tc>
          <w:tcPr>
            <w:tcW w:w="1294" w:type="dxa"/>
          </w:tcPr>
          <w:p w14:paraId="2B348648" w14:textId="77777777" w:rsidR="001D6850" w:rsidRPr="00104629" w:rsidRDefault="001D6850" w:rsidP="001D6850">
            <w:pPr>
              <w:rPr>
                <w:rFonts w:eastAsia="Times New Roman" w:cs="Arial"/>
                <w:sz w:val="20"/>
                <w:szCs w:val="20"/>
              </w:rPr>
            </w:pPr>
            <w:r w:rsidRPr="00104629">
              <w:rPr>
                <w:rFonts w:eastAsia="Times New Roman" w:cs="Arial"/>
                <w:sz w:val="20"/>
                <w:szCs w:val="20"/>
              </w:rPr>
              <w:t>0..1</w:t>
            </w:r>
          </w:p>
        </w:tc>
      </w:tr>
    </w:tbl>
    <w:p w14:paraId="7BB86840" w14:textId="2A8BC47B" w:rsidR="00F62FC8" w:rsidRDefault="00F62FC8" w:rsidP="00F62FC8">
      <w:pPr>
        <w:pStyle w:val="Legenda"/>
        <w:keepNext/>
      </w:pPr>
      <w:bookmarkStart w:id="58" w:name="_Toc184021040"/>
      <w:r>
        <w:t xml:space="preserve">Tabela </w:t>
      </w:r>
      <w:r w:rsidR="009A710E">
        <w:fldChar w:fldCharType="begin"/>
      </w:r>
      <w:r w:rsidR="009A710E">
        <w:instrText xml:space="preserve"> SEQ Tabela \* ARABIC </w:instrText>
      </w:r>
      <w:r w:rsidR="009A710E">
        <w:fldChar w:fldCharType="separate"/>
      </w:r>
      <w:r>
        <w:rPr>
          <w:noProof/>
        </w:rPr>
        <w:t>11</w:t>
      </w:r>
      <w:r w:rsidR="009A710E">
        <w:rPr>
          <w:noProof/>
        </w:rPr>
        <w:fldChar w:fldCharType="end"/>
      </w:r>
      <w:r>
        <w:t xml:space="preserve">. </w:t>
      </w:r>
      <w:r w:rsidRPr="00F62FC8">
        <w:t>Struktura elementu ApplicationType</w:t>
      </w:r>
      <w:bookmarkEnd w:id="58"/>
    </w:p>
    <w:tbl>
      <w:tblPr>
        <w:tblStyle w:val="Tabela-Siatka"/>
        <w:tblW w:w="0" w:type="auto"/>
        <w:tblLook w:val="01E0" w:firstRow="1" w:lastRow="1" w:firstColumn="1" w:lastColumn="1" w:noHBand="0" w:noVBand="0"/>
      </w:tblPr>
      <w:tblGrid>
        <w:gridCol w:w="2226"/>
        <w:gridCol w:w="3576"/>
        <w:gridCol w:w="2060"/>
        <w:gridCol w:w="1192"/>
      </w:tblGrid>
      <w:tr w:rsidR="00B57F95" w:rsidRPr="00EA11AC" w14:paraId="2C9756E7" w14:textId="77777777" w:rsidTr="00BC2233">
        <w:trPr>
          <w:cnfStyle w:val="100000000000" w:firstRow="1" w:lastRow="0" w:firstColumn="0" w:lastColumn="0" w:oddVBand="0" w:evenVBand="0" w:oddHBand="0" w:evenHBand="0" w:firstRowFirstColumn="0" w:firstRowLastColumn="0" w:lastRowFirstColumn="0" w:lastRowLastColumn="0"/>
          <w:trHeight w:val="213"/>
          <w:tblHeader/>
        </w:trPr>
        <w:tc>
          <w:tcPr>
            <w:tcW w:w="2226" w:type="dxa"/>
          </w:tcPr>
          <w:p w14:paraId="46A0D3E8" w14:textId="77777777" w:rsidR="00B57F95" w:rsidRPr="00EA11AC" w:rsidRDefault="00B57F95" w:rsidP="00E84B96">
            <w:pPr>
              <w:rPr>
                <w:rFonts w:eastAsia="Times New Roman" w:cs="Arial Black"/>
                <w:b w:val="0"/>
                <w:sz w:val="18"/>
                <w:szCs w:val="18"/>
              </w:rPr>
            </w:pPr>
            <w:r w:rsidRPr="00EA11AC">
              <w:rPr>
                <w:rFonts w:eastAsia="Times New Roman" w:cs="Arial Black"/>
                <w:sz w:val="18"/>
                <w:szCs w:val="18"/>
              </w:rPr>
              <w:t xml:space="preserve">Nazwa </w:t>
            </w:r>
          </w:p>
        </w:tc>
        <w:tc>
          <w:tcPr>
            <w:tcW w:w="3576" w:type="dxa"/>
          </w:tcPr>
          <w:p w14:paraId="22EE3CE1" w14:textId="77777777" w:rsidR="00B57F95" w:rsidRPr="00EA11AC" w:rsidRDefault="00B57F95" w:rsidP="00E84B96">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060" w:type="dxa"/>
          </w:tcPr>
          <w:p w14:paraId="28A25629" w14:textId="77777777" w:rsidR="00B57F95" w:rsidRPr="00EA11AC" w:rsidRDefault="00B57F95" w:rsidP="00E84B96">
            <w:pPr>
              <w:rPr>
                <w:rFonts w:cs="Arial Black"/>
                <w:b w:val="0"/>
                <w:sz w:val="18"/>
                <w:szCs w:val="18"/>
              </w:rPr>
            </w:pPr>
            <w:r w:rsidRPr="00EA11AC">
              <w:rPr>
                <w:rFonts w:cs="Arial Black"/>
                <w:sz w:val="18"/>
                <w:szCs w:val="18"/>
              </w:rPr>
              <w:t>Typ</w:t>
            </w:r>
          </w:p>
        </w:tc>
        <w:tc>
          <w:tcPr>
            <w:tcW w:w="1192" w:type="dxa"/>
          </w:tcPr>
          <w:p w14:paraId="76D0353D" w14:textId="77777777" w:rsidR="00B57F95" w:rsidRPr="00EA11AC" w:rsidRDefault="00B57F95" w:rsidP="00E84B96">
            <w:pPr>
              <w:rPr>
                <w:rFonts w:eastAsia="Times New Roman" w:cs="Arial Black"/>
                <w:b w:val="0"/>
                <w:sz w:val="18"/>
                <w:szCs w:val="18"/>
              </w:rPr>
            </w:pPr>
            <w:r w:rsidRPr="00EA11AC">
              <w:rPr>
                <w:rFonts w:eastAsia="Times New Roman" w:cs="Arial Black"/>
                <w:sz w:val="18"/>
                <w:szCs w:val="18"/>
              </w:rPr>
              <w:t>Liczebność</w:t>
            </w:r>
          </w:p>
        </w:tc>
      </w:tr>
      <w:tr w:rsidR="005E62C9" w:rsidRPr="00EA11AC" w14:paraId="4E5735C4" w14:textId="77777777" w:rsidTr="00BC2233">
        <w:trPr>
          <w:trHeight w:val="213"/>
        </w:trPr>
        <w:tc>
          <w:tcPr>
            <w:tcW w:w="2226" w:type="dxa"/>
          </w:tcPr>
          <w:p w14:paraId="44EDAB91" w14:textId="77777777" w:rsidR="005E62C9" w:rsidRPr="00F62FC8" w:rsidRDefault="005E62C9" w:rsidP="005E62C9">
            <w:pPr>
              <w:rPr>
                <w:rStyle w:val="pole"/>
                <w:rFonts w:ascii="Lato" w:hAnsi="Lato"/>
                <w:sz w:val="20"/>
                <w:szCs w:val="20"/>
              </w:rPr>
            </w:pPr>
            <w:r w:rsidRPr="00F62FC8">
              <w:rPr>
                <w:rStyle w:val="pole"/>
                <w:rFonts w:ascii="Lato" w:hAnsi="Lato"/>
                <w:sz w:val="20"/>
                <w:szCs w:val="20"/>
              </w:rPr>
              <w:t>nrSAD</w:t>
            </w:r>
          </w:p>
        </w:tc>
        <w:tc>
          <w:tcPr>
            <w:tcW w:w="3576" w:type="dxa"/>
          </w:tcPr>
          <w:p w14:paraId="6CDBB6BC" w14:textId="77777777" w:rsidR="005E62C9" w:rsidRPr="00F62FC8" w:rsidRDefault="005E62C9" w:rsidP="005E62C9">
            <w:pPr>
              <w:rPr>
                <w:rFonts w:eastAsia="Times New Roman" w:cs="Arial Black"/>
                <w:sz w:val="20"/>
                <w:szCs w:val="20"/>
              </w:rPr>
            </w:pPr>
            <w:r w:rsidRPr="00F62FC8">
              <w:rPr>
                <w:rFonts w:eastAsia="Times New Roman" w:cs="Arial Black"/>
                <w:sz w:val="20"/>
                <w:szCs w:val="20"/>
              </w:rPr>
              <w:t xml:space="preserve">Numer </w:t>
            </w:r>
            <w:r w:rsidR="00035E7D" w:rsidRPr="00F62FC8">
              <w:rPr>
                <w:rFonts w:eastAsia="Times New Roman" w:cs="Arial Black"/>
                <w:sz w:val="20"/>
                <w:szCs w:val="20"/>
              </w:rPr>
              <w:t xml:space="preserve">dokumentu </w:t>
            </w:r>
            <w:r w:rsidRPr="00F62FC8">
              <w:rPr>
                <w:rFonts w:eastAsia="Times New Roman" w:cs="Arial Black"/>
                <w:sz w:val="20"/>
                <w:szCs w:val="20"/>
              </w:rPr>
              <w:t>zgłoszenia celnego.</w:t>
            </w:r>
          </w:p>
        </w:tc>
        <w:tc>
          <w:tcPr>
            <w:tcW w:w="2060" w:type="dxa"/>
          </w:tcPr>
          <w:p w14:paraId="43FE3B10" w14:textId="77777777" w:rsidR="00A95C28" w:rsidRPr="00F62FC8" w:rsidRDefault="005E62C9" w:rsidP="005E62C9">
            <w:pPr>
              <w:rPr>
                <w:rStyle w:val="pole"/>
                <w:rFonts w:ascii="Lato" w:hAnsi="Lato"/>
                <w:sz w:val="20"/>
                <w:szCs w:val="20"/>
              </w:rPr>
            </w:pPr>
            <w:r w:rsidRPr="00F62FC8">
              <w:rPr>
                <w:rStyle w:val="pole"/>
                <w:rFonts w:ascii="Lato" w:hAnsi="Lato"/>
                <w:sz w:val="20"/>
                <w:szCs w:val="20"/>
              </w:rPr>
              <w:t>string(30)</w:t>
            </w:r>
          </w:p>
        </w:tc>
        <w:tc>
          <w:tcPr>
            <w:tcW w:w="1192" w:type="dxa"/>
          </w:tcPr>
          <w:p w14:paraId="0B2CBCE4" w14:textId="77777777" w:rsidR="005E62C9" w:rsidRPr="00F62FC8" w:rsidRDefault="00D4783A" w:rsidP="005E62C9">
            <w:pPr>
              <w:rPr>
                <w:rFonts w:eastAsia="Times New Roman" w:cs="Arial Black"/>
                <w:sz w:val="20"/>
                <w:szCs w:val="20"/>
              </w:rPr>
            </w:pPr>
            <w:r w:rsidRPr="00F62FC8">
              <w:rPr>
                <w:rFonts w:eastAsia="Times New Roman" w:cs="Arial Black"/>
                <w:sz w:val="20"/>
                <w:szCs w:val="20"/>
              </w:rPr>
              <w:t>1</w:t>
            </w:r>
            <w:r w:rsidR="005E62C9" w:rsidRPr="00F62FC8">
              <w:rPr>
                <w:rFonts w:eastAsia="Times New Roman" w:cs="Arial Black"/>
                <w:sz w:val="20"/>
                <w:szCs w:val="20"/>
              </w:rPr>
              <w:t>..1</w:t>
            </w:r>
          </w:p>
        </w:tc>
      </w:tr>
      <w:tr w:rsidR="005E62C9" w:rsidRPr="00EA11AC" w14:paraId="3EB3DC46" w14:textId="77777777" w:rsidTr="00BC2233">
        <w:trPr>
          <w:trHeight w:val="213"/>
        </w:trPr>
        <w:tc>
          <w:tcPr>
            <w:tcW w:w="2226" w:type="dxa"/>
          </w:tcPr>
          <w:p w14:paraId="02B6903A" w14:textId="77777777" w:rsidR="005E62C9" w:rsidRPr="00F62FC8" w:rsidRDefault="004F63D4" w:rsidP="005E62C9">
            <w:pPr>
              <w:rPr>
                <w:rStyle w:val="pole"/>
                <w:rFonts w:ascii="Lato" w:hAnsi="Lato"/>
                <w:sz w:val="20"/>
                <w:szCs w:val="20"/>
              </w:rPr>
            </w:pPr>
            <w:r w:rsidRPr="00F62FC8">
              <w:rPr>
                <w:rStyle w:val="pole"/>
                <w:rFonts w:ascii="Lato" w:hAnsi="Lato"/>
                <w:sz w:val="20"/>
                <w:szCs w:val="20"/>
              </w:rPr>
              <w:t>dateApplication</w:t>
            </w:r>
          </w:p>
        </w:tc>
        <w:tc>
          <w:tcPr>
            <w:tcW w:w="3576" w:type="dxa"/>
          </w:tcPr>
          <w:p w14:paraId="30C7A364" w14:textId="77777777" w:rsidR="005E62C9" w:rsidRPr="00F62FC8" w:rsidRDefault="00D4783A" w:rsidP="005E62C9">
            <w:pPr>
              <w:rPr>
                <w:rFonts w:eastAsia="Times New Roman" w:cs="Arial Black"/>
                <w:sz w:val="20"/>
                <w:szCs w:val="20"/>
              </w:rPr>
            </w:pPr>
            <w:r w:rsidRPr="00F62FC8">
              <w:rPr>
                <w:rFonts w:eastAsia="Times New Roman" w:cs="Arial Black"/>
                <w:sz w:val="20"/>
                <w:szCs w:val="20"/>
              </w:rPr>
              <w:t>Data zgłoszenia celnego.</w:t>
            </w:r>
          </w:p>
        </w:tc>
        <w:tc>
          <w:tcPr>
            <w:tcW w:w="2060" w:type="dxa"/>
          </w:tcPr>
          <w:p w14:paraId="75D3EE25" w14:textId="77777777" w:rsidR="005E62C9" w:rsidRPr="00F62FC8" w:rsidRDefault="00D4783A" w:rsidP="005E62C9">
            <w:pPr>
              <w:rPr>
                <w:rStyle w:val="pole"/>
                <w:rFonts w:ascii="Lato" w:hAnsi="Lato"/>
                <w:sz w:val="20"/>
                <w:szCs w:val="20"/>
              </w:rPr>
            </w:pPr>
            <w:r w:rsidRPr="00F62FC8">
              <w:rPr>
                <w:rStyle w:val="pole"/>
                <w:rFonts w:ascii="Lato" w:hAnsi="Lato"/>
                <w:sz w:val="20"/>
                <w:szCs w:val="20"/>
              </w:rPr>
              <w:t>date</w:t>
            </w:r>
          </w:p>
        </w:tc>
        <w:tc>
          <w:tcPr>
            <w:tcW w:w="1192" w:type="dxa"/>
          </w:tcPr>
          <w:p w14:paraId="5E6408D6" w14:textId="77777777" w:rsidR="005E62C9" w:rsidRPr="00F62FC8" w:rsidRDefault="005E62C9" w:rsidP="005E62C9">
            <w:pPr>
              <w:rPr>
                <w:rFonts w:eastAsia="Times New Roman" w:cs="Arial Black"/>
                <w:sz w:val="20"/>
                <w:szCs w:val="20"/>
              </w:rPr>
            </w:pPr>
            <w:r w:rsidRPr="00F62FC8">
              <w:rPr>
                <w:rFonts w:eastAsia="Times New Roman" w:cs="Arial Black"/>
                <w:sz w:val="20"/>
                <w:szCs w:val="20"/>
              </w:rPr>
              <w:t>1..1</w:t>
            </w:r>
          </w:p>
        </w:tc>
      </w:tr>
      <w:tr w:rsidR="00D4783A" w:rsidRPr="00EA11AC" w14:paraId="6BD4932A" w14:textId="77777777" w:rsidTr="00BC2233">
        <w:trPr>
          <w:trHeight w:val="213"/>
        </w:trPr>
        <w:tc>
          <w:tcPr>
            <w:tcW w:w="2226" w:type="dxa"/>
          </w:tcPr>
          <w:p w14:paraId="15163DCD" w14:textId="77777777" w:rsidR="00D4783A" w:rsidRPr="00F62FC8" w:rsidRDefault="00D17EA1" w:rsidP="005E62C9">
            <w:pPr>
              <w:rPr>
                <w:rStyle w:val="pole"/>
                <w:rFonts w:ascii="Lato" w:hAnsi="Lato"/>
                <w:sz w:val="20"/>
                <w:szCs w:val="20"/>
              </w:rPr>
            </w:pPr>
            <w:r w:rsidRPr="00F62FC8">
              <w:rPr>
                <w:rStyle w:val="pole"/>
                <w:rFonts w:ascii="Lato" w:hAnsi="Lato"/>
                <w:sz w:val="20"/>
                <w:szCs w:val="20"/>
              </w:rPr>
              <w:t>P</w:t>
            </w:r>
            <w:r w:rsidR="00653D82" w:rsidRPr="00F62FC8">
              <w:rPr>
                <w:rStyle w:val="pole"/>
                <w:rFonts w:ascii="Lato" w:hAnsi="Lato"/>
                <w:sz w:val="20"/>
                <w:szCs w:val="20"/>
              </w:rPr>
              <w:t>osition</w:t>
            </w:r>
            <w:r w:rsidR="00EE49CF" w:rsidRPr="00F62FC8">
              <w:rPr>
                <w:rStyle w:val="pole"/>
                <w:rFonts w:ascii="Lato" w:hAnsi="Lato"/>
                <w:sz w:val="20"/>
                <w:szCs w:val="20"/>
              </w:rPr>
              <w:t>s</w:t>
            </w:r>
          </w:p>
        </w:tc>
        <w:tc>
          <w:tcPr>
            <w:tcW w:w="3576" w:type="dxa"/>
          </w:tcPr>
          <w:p w14:paraId="114DA92F" w14:textId="77777777" w:rsidR="00D4783A" w:rsidRPr="00F62FC8" w:rsidRDefault="00D17EA1" w:rsidP="005E62C9">
            <w:pPr>
              <w:rPr>
                <w:rFonts w:eastAsia="Times New Roman" w:cs="Arial Black"/>
                <w:sz w:val="20"/>
                <w:szCs w:val="20"/>
              </w:rPr>
            </w:pPr>
            <w:r w:rsidRPr="00F62FC8">
              <w:rPr>
                <w:rFonts w:eastAsia="Times New Roman" w:cs="Arial Black"/>
                <w:sz w:val="20"/>
                <w:szCs w:val="20"/>
              </w:rPr>
              <w:t>Pozycje</w:t>
            </w:r>
          </w:p>
        </w:tc>
        <w:tc>
          <w:tcPr>
            <w:tcW w:w="2060" w:type="dxa"/>
          </w:tcPr>
          <w:p w14:paraId="6B601D07" w14:textId="77777777" w:rsidR="00D4783A" w:rsidRPr="00F62FC8" w:rsidRDefault="00AD048F" w:rsidP="000F1845">
            <w:pPr>
              <w:rPr>
                <w:rStyle w:val="poleodsylacz"/>
                <w:rFonts w:ascii="Lato" w:hAnsi="Lato"/>
                <w:sz w:val="20"/>
                <w:szCs w:val="20"/>
              </w:rPr>
            </w:pPr>
            <w:r w:rsidRPr="00F62FC8">
              <w:rPr>
                <w:rStyle w:val="poleodsylacz"/>
                <w:rFonts w:ascii="Lato" w:hAnsi="Lato"/>
                <w:sz w:val="20"/>
                <w:szCs w:val="20"/>
              </w:rPr>
              <w:fldChar w:fldCharType="begin"/>
            </w:r>
            <w:r w:rsidRPr="00F62FC8">
              <w:rPr>
                <w:rStyle w:val="poleodsylacz"/>
                <w:rFonts w:ascii="Lato" w:hAnsi="Lato"/>
                <w:sz w:val="20"/>
                <w:szCs w:val="20"/>
              </w:rPr>
              <w:instrText xml:space="preserve"> REF PositionsType\h  \* MERGEFORMAT </w:instrText>
            </w:r>
            <w:r w:rsidRPr="00F62FC8">
              <w:rPr>
                <w:rStyle w:val="poleodsylacz"/>
                <w:rFonts w:ascii="Lato" w:hAnsi="Lato"/>
                <w:sz w:val="20"/>
                <w:szCs w:val="20"/>
              </w:rPr>
            </w:r>
            <w:r w:rsidRPr="00F62FC8">
              <w:rPr>
                <w:rStyle w:val="poleodsylacz"/>
                <w:rFonts w:ascii="Lato" w:hAnsi="Lato"/>
                <w:sz w:val="20"/>
                <w:szCs w:val="20"/>
              </w:rPr>
              <w:fldChar w:fldCharType="separate"/>
            </w:r>
            <w:r w:rsidR="0052183A" w:rsidRPr="00F62FC8">
              <w:rPr>
                <w:rStyle w:val="poleodsylacz"/>
                <w:rFonts w:ascii="Lato" w:hAnsi="Lato"/>
                <w:sz w:val="20"/>
                <w:szCs w:val="20"/>
              </w:rPr>
              <w:t>PositionsType</w:t>
            </w:r>
            <w:r w:rsidRPr="00F62FC8">
              <w:rPr>
                <w:rStyle w:val="poleodsylacz"/>
                <w:rFonts w:ascii="Lato" w:hAnsi="Lato"/>
                <w:sz w:val="20"/>
                <w:szCs w:val="20"/>
              </w:rPr>
              <w:fldChar w:fldCharType="end"/>
            </w:r>
          </w:p>
        </w:tc>
        <w:tc>
          <w:tcPr>
            <w:tcW w:w="1192" w:type="dxa"/>
          </w:tcPr>
          <w:p w14:paraId="61469525" w14:textId="77777777" w:rsidR="00D4783A" w:rsidRPr="00F62FC8" w:rsidRDefault="00D17EA1" w:rsidP="005E62C9">
            <w:pPr>
              <w:rPr>
                <w:rFonts w:eastAsia="Times New Roman" w:cs="Arial Black"/>
                <w:sz w:val="20"/>
                <w:szCs w:val="20"/>
              </w:rPr>
            </w:pPr>
            <w:r w:rsidRPr="00F62FC8">
              <w:rPr>
                <w:rFonts w:eastAsia="Times New Roman" w:cs="Arial Black"/>
                <w:sz w:val="20"/>
                <w:szCs w:val="20"/>
              </w:rPr>
              <w:t>1..99</w:t>
            </w:r>
          </w:p>
        </w:tc>
      </w:tr>
    </w:tbl>
    <w:p w14:paraId="4D3170D7" w14:textId="5DAB13AC" w:rsidR="00F62FC8" w:rsidRDefault="00F62FC8" w:rsidP="00F62FC8">
      <w:pPr>
        <w:pStyle w:val="Legenda"/>
        <w:keepNext/>
      </w:pPr>
      <w:bookmarkStart w:id="59" w:name="_Toc184021041"/>
      <w:r>
        <w:t xml:space="preserve">Tabela </w:t>
      </w:r>
      <w:r w:rsidR="009A710E">
        <w:fldChar w:fldCharType="begin"/>
      </w:r>
      <w:r w:rsidR="009A710E">
        <w:instrText xml:space="preserve"> SEQ Tabela \* ARABIC </w:instrText>
      </w:r>
      <w:r w:rsidR="009A710E">
        <w:fldChar w:fldCharType="separate"/>
      </w:r>
      <w:r>
        <w:rPr>
          <w:noProof/>
        </w:rPr>
        <w:t>12</w:t>
      </w:r>
      <w:r w:rsidR="009A710E">
        <w:rPr>
          <w:noProof/>
        </w:rPr>
        <w:fldChar w:fldCharType="end"/>
      </w:r>
      <w:r>
        <w:t xml:space="preserve">. </w:t>
      </w:r>
      <w:r w:rsidRPr="00F62FC8">
        <w:t>Struktura elementu PositionsType</w:t>
      </w:r>
      <w:bookmarkEnd w:id="59"/>
    </w:p>
    <w:tbl>
      <w:tblPr>
        <w:tblStyle w:val="Tabela-Siatka"/>
        <w:tblW w:w="0" w:type="auto"/>
        <w:tblLook w:val="01E0" w:firstRow="1" w:lastRow="1" w:firstColumn="1" w:lastColumn="1" w:noHBand="0" w:noVBand="0"/>
      </w:tblPr>
      <w:tblGrid>
        <w:gridCol w:w="2210"/>
        <w:gridCol w:w="3599"/>
        <w:gridCol w:w="2053"/>
        <w:gridCol w:w="1192"/>
      </w:tblGrid>
      <w:tr w:rsidR="000F1845" w:rsidRPr="00EA11AC" w14:paraId="4B9EBD1C" w14:textId="77777777" w:rsidTr="00FD1B43">
        <w:trPr>
          <w:cnfStyle w:val="100000000000" w:firstRow="1" w:lastRow="0" w:firstColumn="0" w:lastColumn="0" w:oddVBand="0" w:evenVBand="0" w:oddHBand="0" w:evenHBand="0" w:firstRowFirstColumn="0" w:firstRowLastColumn="0" w:lastRowFirstColumn="0" w:lastRowLastColumn="0"/>
          <w:trHeight w:val="213"/>
          <w:tblHeader/>
        </w:trPr>
        <w:tc>
          <w:tcPr>
            <w:tcW w:w="2210" w:type="dxa"/>
          </w:tcPr>
          <w:p w14:paraId="287A6EBB" w14:textId="77777777" w:rsidR="000F1845" w:rsidRPr="00EA11AC" w:rsidRDefault="000F1845" w:rsidP="00E84B96">
            <w:pPr>
              <w:rPr>
                <w:rFonts w:eastAsia="Times New Roman" w:cs="Arial Black"/>
                <w:b w:val="0"/>
                <w:sz w:val="18"/>
                <w:szCs w:val="18"/>
              </w:rPr>
            </w:pPr>
            <w:r w:rsidRPr="00EA11AC">
              <w:rPr>
                <w:rFonts w:eastAsia="Times New Roman" w:cs="Arial Black"/>
                <w:sz w:val="18"/>
                <w:szCs w:val="18"/>
              </w:rPr>
              <w:t xml:space="preserve">Nazwa </w:t>
            </w:r>
          </w:p>
        </w:tc>
        <w:tc>
          <w:tcPr>
            <w:tcW w:w="3599" w:type="dxa"/>
          </w:tcPr>
          <w:p w14:paraId="7BF6B9F9" w14:textId="77777777" w:rsidR="000F1845" w:rsidRPr="00EA11AC" w:rsidRDefault="000F1845" w:rsidP="00E84B96">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053" w:type="dxa"/>
          </w:tcPr>
          <w:p w14:paraId="43496E95" w14:textId="77777777" w:rsidR="000F1845" w:rsidRPr="00EA11AC" w:rsidRDefault="000F1845" w:rsidP="00E84B96">
            <w:pPr>
              <w:rPr>
                <w:rFonts w:cs="Arial Black"/>
                <w:b w:val="0"/>
                <w:sz w:val="18"/>
                <w:szCs w:val="18"/>
              </w:rPr>
            </w:pPr>
            <w:r w:rsidRPr="00EA11AC">
              <w:rPr>
                <w:rFonts w:cs="Arial Black"/>
                <w:sz w:val="18"/>
                <w:szCs w:val="18"/>
              </w:rPr>
              <w:t>Typ</w:t>
            </w:r>
          </w:p>
        </w:tc>
        <w:tc>
          <w:tcPr>
            <w:tcW w:w="1192" w:type="dxa"/>
          </w:tcPr>
          <w:p w14:paraId="73241DF9" w14:textId="77777777" w:rsidR="000F1845" w:rsidRPr="00EA11AC" w:rsidRDefault="000F1845" w:rsidP="00E84B96">
            <w:pPr>
              <w:rPr>
                <w:rFonts w:eastAsia="Times New Roman" w:cs="Arial Black"/>
                <w:b w:val="0"/>
                <w:sz w:val="18"/>
                <w:szCs w:val="18"/>
              </w:rPr>
            </w:pPr>
            <w:r w:rsidRPr="00EA11AC">
              <w:rPr>
                <w:rFonts w:eastAsia="Times New Roman" w:cs="Arial Black"/>
                <w:sz w:val="18"/>
                <w:szCs w:val="18"/>
              </w:rPr>
              <w:t>Liczebność</w:t>
            </w:r>
          </w:p>
        </w:tc>
      </w:tr>
      <w:tr w:rsidR="000F1845" w:rsidRPr="00EA11AC" w14:paraId="2E31ADD9" w14:textId="77777777" w:rsidTr="00FD1B43">
        <w:trPr>
          <w:trHeight w:val="213"/>
        </w:trPr>
        <w:tc>
          <w:tcPr>
            <w:tcW w:w="2210" w:type="dxa"/>
          </w:tcPr>
          <w:p w14:paraId="23C9CB7E" w14:textId="77777777" w:rsidR="000F1845" w:rsidRPr="00F62FC8" w:rsidRDefault="00AC78B9" w:rsidP="00E84B96">
            <w:pPr>
              <w:rPr>
                <w:rStyle w:val="pole"/>
                <w:rFonts w:ascii="Lato" w:hAnsi="Lato"/>
                <w:sz w:val="20"/>
                <w:szCs w:val="20"/>
              </w:rPr>
            </w:pPr>
            <w:r w:rsidRPr="00F62FC8">
              <w:rPr>
                <w:rStyle w:val="pole"/>
                <w:rFonts w:ascii="Lato" w:hAnsi="Lato"/>
                <w:sz w:val="20"/>
                <w:szCs w:val="20"/>
              </w:rPr>
              <w:t>position</w:t>
            </w:r>
          </w:p>
        </w:tc>
        <w:tc>
          <w:tcPr>
            <w:tcW w:w="3599" w:type="dxa"/>
          </w:tcPr>
          <w:p w14:paraId="0F905EF8" w14:textId="77777777" w:rsidR="000F1845" w:rsidRPr="00F62FC8" w:rsidRDefault="00AC78B9" w:rsidP="00E84B96">
            <w:pPr>
              <w:rPr>
                <w:rFonts w:eastAsia="Times New Roman" w:cs="Arial Black"/>
                <w:sz w:val="20"/>
                <w:szCs w:val="20"/>
              </w:rPr>
            </w:pPr>
            <w:r w:rsidRPr="00F62FC8">
              <w:rPr>
                <w:rFonts w:eastAsia="Times New Roman" w:cs="Arial Black"/>
                <w:sz w:val="20"/>
                <w:szCs w:val="20"/>
              </w:rPr>
              <w:t>Pozycja</w:t>
            </w:r>
          </w:p>
        </w:tc>
        <w:tc>
          <w:tcPr>
            <w:tcW w:w="2053" w:type="dxa"/>
          </w:tcPr>
          <w:p w14:paraId="3097FA6E" w14:textId="77777777" w:rsidR="000F1845" w:rsidRPr="00F62FC8" w:rsidRDefault="000F1845" w:rsidP="00E84B96">
            <w:pPr>
              <w:rPr>
                <w:rStyle w:val="pole"/>
                <w:rFonts w:ascii="Lato" w:hAnsi="Lato"/>
                <w:sz w:val="20"/>
                <w:szCs w:val="20"/>
              </w:rPr>
            </w:pPr>
            <w:r w:rsidRPr="00F62FC8">
              <w:rPr>
                <w:rStyle w:val="pole"/>
                <w:rFonts w:ascii="Lato" w:hAnsi="Lato"/>
                <w:sz w:val="20"/>
                <w:szCs w:val="20"/>
              </w:rPr>
              <w:t>string(</w:t>
            </w:r>
            <w:r w:rsidR="00AC78B9" w:rsidRPr="00F62FC8">
              <w:rPr>
                <w:rStyle w:val="pole"/>
                <w:rFonts w:ascii="Lato" w:hAnsi="Lato"/>
                <w:sz w:val="20"/>
                <w:szCs w:val="20"/>
              </w:rPr>
              <w:t>2)</w:t>
            </w:r>
          </w:p>
        </w:tc>
        <w:tc>
          <w:tcPr>
            <w:tcW w:w="1192" w:type="dxa"/>
          </w:tcPr>
          <w:p w14:paraId="516F197D" w14:textId="77777777" w:rsidR="000F1845" w:rsidRPr="00F62FC8" w:rsidRDefault="000F1845" w:rsidP="00E84B96">
            <w:pPr>
              <w:rPr>
                <w:rFonts w:eastAsia="Times New Roman" w:cs="Arial Black"/>
                <w:sz w:val="20"/>
                <w:szCs w:val="20"/>
              </w:rPr>
            </w:pPr>
            <w:r w:rsidRPr="00F62FC8">
              <w:rPr>
                <w:rFonts w:eastAsia="Times New Roman" w:cs="Arial Black"/>
                <w:sz w:val="20"/>
                <w:szCs w:val="20"/>
              </w:rPr>
              <w:t>1..1</w:t>
            </w:r>
          </w:p>
        </w:tc>
      </w:tr>
      <w:tr w:rsidR="000F1845" w:rsidRPr="00EA11AC" w14:paraId="250A1DD7" w14:textId="77777777" w:rsidTr="00FD1B43">
        <w:trPr>
          <w:trHeight w:val="213"/>
        </w:trPr>
        <w:tc>
          <w:tcPr>
            <w:tcW w:w="2210" w:type="dxa"/>
          </w:tcPr>
          <w:p w14:paraId="42E724B7" w14:textId="77777777" w:rsidR="000F1845" w:rsidRPr="00F62FC8" w:rsidRDefault="00AC78B9" w:rsidP="00E84B96">
            <w:pPr>
              <w:rPr>
                <w:rStyle w:val="pole"/>
                <w:rFonts w:ascii="Lato" w:hAnsi="Lato"/>
                <w:sz w:val="20"/>
                <w:szCs w:val="20"/>
              </w:rPr>
            </w:pPr>
            <w:r w:rsidRPr="00F62FC8">
              <w:rPr>
                <w:rStyle w:val="pole"/>
                <w:rFonts w:ascii="Lato" w:hAnsi="Lato"/>
                <w:sz w:val="20"/>
                <w:szCs w:val="20"/>
              </w:rPr>
              <w:t>correction</w:t>
            </w:r>
          </w:p>
        </w:tc>
        <w:tc>
          <w:tcPr>
            <w:tcW w:w="3599" w:type="dxa"/>
          </w:tcPr>
          <w:p w14:paraId="387853E0" w14:textId="77777777" w:rsidR="000F1845" w:rsidRPr="00F62FC8" w:rsidRDefault="006A55B0" w:rsidP="00E84B96">
            <w:pPr>
              <w:rPr>
                <w:rFonts w:eastAsia="Times New Roman" w:cs="Arial Black"/>
                <w:sz w:val="20"/>
                <w:szCs w:val="20"/>
              </w:rPr>
            </w:pPr>
            <w:r w:rsidRPr="00F62FC8">
              <w:rPr>
                <w:rFonts w:eastAsia="Times New Roman" w:cs="Arial Black"/>
                <w:sz w:val="20"/>
                <w:szCs w:val="20"/>
              </w:rPr>
              <w:t>Sprostowanie</w:t>
            </w:r>
          </w:p>
        </w:tc>
        <w:tc>
          <w:tcPr>
            <w:tcW w:w="2053" w:type="dxa"/>
          </w:tcPr>
          <w:p w14:paraId="7B369894" w14:textId="77777777" w:rsidR="000F1845" w:rsidRPr="00F62FC8" w:rsidRDefault="00AC78B9" w:rsidP="00E84B96">
            <w:pPr>
              <w:rPr>
                <w:rStyle w:val="pole"/>
                <w:rFonts w:ascii="Lato" w:hAnsi="Lato"/>
                <w:sz w:val="20"/>
                <w:szCs w:val="20"/>
              </w:rPr>
            </w:pPr>
            <w:r w:rsidRPr="00F62FC8">
              <w:rPr>
                <w:rStyle w:val="pole"/>
                <w:rFonts w:ascii="Lato" w:hAnsi="Lato"/>
                <w:sz w:val="20"/>
                <w:szCs w:val="20"/>
              </w:rPr>
              <w:t>string(500)</w:t>
            </w:r>
          </w:p>
        </w:tc>
        <w:tc>
          <w:tcPr>
            <w:tcW w:w="1192" w:type="dxa"/>
          </w:tcPr>
          <w:p w14:paraId="78886EA8" w14:textId="77777777" w:rsidR="000F1845" w:rsidRPr="00F62FC8" w:rsidRDefault="00AC78B9" w:rsidP="00E84B96">
            <w:pPr>
              <w:rPr>
                <w:rFonts w:eastAsia="Times New Roman" w:cs="Arial Black"/>
                <w:sz w:val="20"/>
                <w:szCs w:val="20"/>
              </w:rPr>
            </w:pPr>
            <w:r w:rsidRPr="00F62FC8">
              <w:rPr>
                <w:rFonts w:eastAsia="Times New Roman" w:cs="Arial Black"/>
                <w:sz w:val="20"/>
                <w:szCs w:val="20"/>
              </w:rPr>
              <w:t>0</w:t>
            </w:r>
            <w:r w:rsidR="000F1845" w:rsidRPr="00F62FC8">
              <w:rPr>
                <w:rFonts w:eastAsia="Times New Roman" w:cs="Arial Black"/>
                <w:sz w:val="20"/>
                <w:szCs w:val="20"/>
              </w:rPr>
              <w:t>..1</w:t>
            </w:r>
          </w:p>
        </w:tc>
      </w:tr>
    </w:tbl>
    <w:p w14:paraId="5D5FAE40" w14:textId="67B00A15" w:rsidR="00F62FC8" w:rsidRDefault="00F62FC8" w:rsidP="00F62FC8">
      <w:pPr>
        <w:pStyle w:val="Legenda"/>
        <w:keepNext/>
      </w:pPr>
      <w:bookmarkStart w:id="60" w:name="_Toc184021042"/>
      <w:r>
        <w:t xml:space="preserve">Tabela </w:t>
      </w:r>
      <w:r w:rsidR="009A710E">
        <w:fldChar w:fldCharType="begin"/>
      </w:r>
      <w:r w:rsidR="009A710E">
        <w:instrText xml:space="preserve"> SEQ Tabela \* ARABIC </w:instrText>
      </w:r>
      <w:r w:rsidR="009A710E">
        <w:fldChar w:fldCharType="separate"/>
      </w:r>
      <w:r>
        <w:rPr>
          <w:noProof/>
        </w:rPr>
        <w:t>13</w:t>
      </w:r>
      <w:r w:rsidR="009A710E">
        <w:rPr>
          <w:noProof/>
        </w:rPr>
        <w:fldChar w:fldCharType="end"/>
      </w:r>
      <w:r>
        <w:t xml:space="preserve">. </w:t>
      </w:r>
      <w:r w:rsidRPr="00F62FC8">
        <w:t>Struktura elementu CollateralsType</w:t>
      </w:r>
      <w:bookmarkEnd w:id="60"/>
    </w:p>
    <w:tbl>
      <w:tblPr>
        <w:tblStyle w:val="Tabela-Siatka"/>
        <w:tblW w:w="0" w:type="auto"/>
        <w:tblLook w:val="01E0" w:firstRow="1" w:lastRow="1" w:firstColumn="1" w:lastColumn="1" w:noHBand="0" w:noVBand="0"/>
      </w:tblPr>
      <w:tblGrid>
        <w:gridCol w:w="2201"/>
        <w:gridCol w:w="3597"/>
        <w:gridCol w:w="2064"/>
        <w:gridCol w:w="1192"/>
      </w:tblGrid>
      <w:tr w:rsidR="00B71011" w:rsidRPr="00EA11AC" w14:paraId="3BF65861" w14:textId="77777777" w:rsidTr="00FD1B43">
        <w:trPr>
          <w:cnfStyle w:val="100000000000" w:firstRow="1" w:lastRow="0" w:firstColumn="0" w:lastColumn="0" w:oddVBand="0" w:evenVBand="0" w:oddHBand="0" w:evenHBand="0" w:firstRowFirstColumn="0" w:firstRowLastColumn="0" w:lastRowFirstColumn="0" w:lastRowLastColumn="0"/>
          <w:trHeight w:val="213"/>
          <w:tblHeader/>
        </w:trPr>
        <w:tc>
          <w:tcPr>
            <w:tcW w:w="2201" w:type="dxa"/>
          </w:tcPr>
          <w:p w14:paraId="3D57F451" w14:textId="77777777" w:rsidR="00B71011" w:rsidRPr="00EA11AC" w:rsidRDefault="00B71011" w:rsidP="00BE3DC3">
            <w:pPr>
              <w:rPr>
                <w:rFonts w:eastAsia="Times New Roman" w:cs="Arial Black"/>
                <w:b w:val="0"/>
                <w:sz w:val="18"/>
                <w:szCs w:val="18"/>
              </w:rPr>
            </w:pPr>
            <w:r w:rsidRPr="00EA11AC">
              <w:rPr>
                <w:rFonts w:eastAsia="Times New Roman" w:cs="Arial Black"/>
                <w:sz w:val="18"/>
                <w:szCs w:val="18"/>
              </w:rPr>
              <w:t xml:space="preserve">Nazwa </w:t>
            </w:r>
          </w:p>
        </w:tc>
        <w:tc>
          <w:tcPr>
            <w:tcW w:w="3597" w:type="dxa"/>
          </w:tcPr>
          <w:p w14:paraId="7244A9A7" w14:textId="77777777" w:rsidR="00B71011" w:rsidRPr="00EA11AC" w:rsidRDefault="00B71011" w:rsidP="00BE3DC3">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064" w:type="dxa"/>
          </w:tcPr>
          <w:p w14:paraId="4F2D70E4" w14:textId="77777777" w:rsidR="00B71011" w:rsidRPr="00EA11AC" w:rsidRDefault="00B71011" w:rsidP="00BE3DC3">
            <w:pPr>
              <w:rPr>
                <w:rFonts w:cs="Arial Black"/>
                <w:b w:val="0"/>
                <w:sz w:val="18"/>
                <w:szCs w:val="18"/>
              </w:rPr>
            </w:pPr>
            <w:r w:rsidRPr="00EA11AC">
              <w:rPr>
                <w:rFonts w:cs="Arial Black"/>
                <w:sz w:val="18"/>
                <w:szCs w:val="18"/>
              </w:rPr>
              <w:t>Typ</w:t>
            </w:r>
          </w:p>
        </w:tc>
        <w:tc>
          <w:tcPr>
            <w:tcW w:w="1192" w:type="dxa"/>
          </w:tcPr>
          <w:p w14:paraId="1D50B32C" w14:textId="77777777" w:rsidR="00B71011" w:rsidRPr="00EA11AC" w:rsidRDefault="00B71011" w:rsidP="00BE3DC3">
            <w:pPr>
              <w:rPr>
                <w:rFonts w:eastAsia="Times New Roman" w:cs="Arial Black"/>
                <w:b w:val="0"/>
                <w:sz w:val="18"/>
                <w:szCs w:val="18"/>
              </w:rPr>
            </w:pPr>
            <w:r w:rsidRPr="00EA11AC">
              <w:rPr>
                <w:rFonts w:eastAsia="Times New Roman" w:cs="Arial Black"/>
                <w:sz w:val="18"/>
                <w:szCs w:val="18"/>
              </w:rPr>
              <w:t>Liczebność</w:t>
            </w:r>
          </w:p>
        </w:tc>
      </w:tr>
      <w:tr w:rsidR="00B71011" w:rsidRPr="00F62FC8" w14:paraId="1EB79A02" w14:textId="77777777" w:rsidTr="00FD1B43">
        <w:trPr>
          <w:trHeight w:val="213"/>
        </w:trPr>
        <w:tc>
          <w:tcPr>
            <w:tcW w:w="2201" w:type="dxa"/>
          </w:tcPr>
          <w:p w14:paraId="74A96052" w14:textId="77777777" w:rsidR="00B71011" w:rsidRPr="00F62FC8" w:rsidRDefault="00B71011" w:rsidP="00BE3DC3">
            <w:pPr>
              <w:rPr>
                <w:rStyle w:val="pole"/>
                <w:rFonts w:ascii="Lato" w:hAnsi="Lato"/>
                <w:sz w:val="20"/>
                <w:szCs w:val="20"/>
              </w:rPr>
            </w:pPr>
            <w:r w:rsidRPr="00F62FC8">
              <w:rPr>
                <w:rStyle w:val="pole"/>
                <w:rFonts w:ascii="Lato" w:hAnsi="Lato"/>
                <w:sz w:val="20"/>
                <w:szCs w:val="20"/>
              </w:rPr>
              <w:t>Collateral</w:t>
            </w:r>
          </w:p>
        </w:tc>
        <w:tc>
          <w:tcPr>
            <w:tcW w:w="3597" w:type="dxa"/>
          </w:tcPr>
          <w:p w14:paraId="20E116E3" w14:textId="77777777" w:rsidR="00B71011" w:rsidRPr="00F62FC8" w:rsidRDefault="00B71011" w:rsidP="00B71011">
            <w:pPr>
              <w:rPr>
                <w:rFonts w:eastAsia="Times New Roman" w:cs="Arial Black"/>
                <w:sz w:val="20"/>
                <w:szCs w:val="20"/>
              </w:rPr>
            </w:pPr>
            <w:r w:rsidRPr="00F62FC8">
              <w:rPr>
                <w:rFonts w:eastAsia="Times New Roman" w:cs="Arial Black"/>
                <w:sz w:val="20"/>
                <w:szCs w:val="20"/>
              </w:rPr>
              <w:t>Zabezpieczenie.</w:t>
            </w:r>
          </w:p>
        </w:tc>
        <w:tc>
          <w:tcPr>
            <w:tcW w:w="2064" w:type="dxa"/>
          </w:tcPr>
          <w:p w14:paraId="7637C7EC" w14:textId="77777777" w:rsidR="00B71011" w:rsidRPr="00F62FC8" w:rsidRDefault="00156BBD" w:rsidP="00BE3DC3">
            <w:pPr>
              <w:rPr>
                <w:rStyle w:val="poleodsylacz"/>
                <w:rFonts w:ascii="Lato" w:hAnsi="Lato"/>
                <w:sz w:val="20"/>
                <w:szCs w:val="20"/>
              </w:rPr>
            </w:pPr>
            <w:r w:rsidRPr="00F62FC8">
              <w:rPr>
                <w:rStyle w:val="poleodsylacz"/>
                <w:rFonts w:ascii="Lato" w:hAnsi="Lato"/>
                <w:sz w:val="20"/>
                <w:szCs w:val="20"/>
              </w:rPr>
              <w:fldChar w:fldCharType="begin"/>
            </w:r>
            <w:r w:rsidRPr="00F62FC8">
              <w:rPr>
                <w:rStyle w:val="poleodsylacz"/>
                <w:rFonts w:ascii="Lato" w:hAnsi="Lato"/>
                <w:sz w:val="20"/>
                <w:szCs w:val="20"/>
              </w:rPr>
              <w:instrText xml:space="preserve"> REF CollateralType \h  \* MERGEFORMAT </w:instrText>
            </w:r>
            <w:r w:rsidRPr="00F62FC8">
              <w:rPr>
                <w:rStyle w:val="poleodsylacz"/>
                <w:rFonts w:ascii="Lato" w:hAnsi="Lato"/>
                <w:sz w:val="20"/>
                <w:szCs w:val="20"/>
              </w:rPr>
            </w:r>
            <w:r w:rsidRPr="00F62FC8">
              <w:rPr>
                <w:rStyle w:val="poleodsylacz"/>
                <w:rFonts w:ascii="Lato" w:hAnsi="Lato"/>
                <w:sz w:val="20"/>
                <w:szCs w:val="20"/>
              </w:rPr>
              <w:fldChar w:fldCharType="separate"/>
            </w:r>
            <w:r w:rsidR="0052183A" w:rsidRPr="00F62FC8">
              <w:rPr>
                <w:rStyle w:val="poleodsylacz"/>
                <w:rFonts w:ascii="Lato" w:hAnsi="Lato"/>
                <w:sz w:val="20"/>
                <w:szCs w:val="20"/>
              </w:rPr>
              <w:t>CollateralType</w:t>
            </w:r>
            <w:r w:rsidRPr="00F62FC8">
              <w:rPr>
                <w:rStyle w:val="poleodsylacz"/>
                <w:rFonts w:ascii="Lato" w:hAnsi="Lato"/>
                <w:sz w:val="20"/>
                <w:szCs w:val="20"/>
              </w:rPr>
              <w:fldChar w:fldCharType="end"/>
            </w:r>
          </w:p>
        </w:tc>
        <w:tc>
          <w:tcPr>
            <w:tcW w:w="1192" w:type="dxa"/>
          </w:tcPr>
          <w:p w14:paraId="54FD912F" w14:textId="77777777" w:rsidR="00B71011" w:rsidRPr="00F62FC8" w:rsidRDefault="00B71011" w:rsidP="00BE3DC3">
            <w:pPr>
              <w:rPr>
                <w:rFonts w:eastAsia="Times New Roman" w:cs="Arial Black"/>
                <w:sz w:val="20"/>
                <w:szCs w:val="20"/>
              </w:rPr>
            </w:pPr>
            <w:r w:rsidRPr="00F62FC8">
              <w:rPr>
                <w:rFonts w:eastAsia="Times New Roman" w:cs="Arial Black"/>
                <w:sz w:val="20"/>
                <w:szCs w:val="20"/>
              </w:rPr>
              <w:t>0..</w:t>
            </w:r>
            <w:r w:rsidR="00C447F4" w:rsidRPr="00F62FC8">
              <w:rPr>
                <w:rFonts w:eastAsia="Times New Roman" w:cs="Arial Black"/>
                <w:sz w:val="20"/>
                <w:szCs w:val="20"/>
              </w:rPr>
              <w:t>99</w:t>
            </w:r>
          </w:p>
        </w:tc>
      </w:tr>
    </w:tbl>
    <w:p w14:paraId="7C52779D" w14:textId="4A3A0293" w:rsidR="00F62FC8" w:rsidRDefault="00F62FC8" w:rsidP="00F62FC8">
      <w:pPr>
        <w:pStyle w:val="Legenda"/>
        <w:keepNext/>
      </w:pPr>
      <w:bookmarkStart w:id="61" w:name="_Toc184021043"/>
      <w:r>
        <w:lastRenderedPageBreak/>
        <w:t xml:space="preserve">Tabela </w:t>
      </w:r>
      <w:r w:rsidR="009A710E">
        <w:fldChar w:fldCharType="begin"/>
      </w:r>
      <w:r w:rsidR="009A710E">
        <w:instrText xml:space="preserve"> SEQ Tabela \* ARABIC </w:instrText>
      </w:r>
      <w:r w:rsidR="009A710E">
        <w:fldChar w:fldCharType="separate"/>
      </w:r>
      <w:r>
        <w:rPr>
          <w:noProof/>
        </w:rPr>
        <w:t>14</w:t>
      </w:r>
      <w:r w:rsidR="009A710E">
        <w:rPr>
          <w:noProof/>
        </w:rPr>
        <w:fldChar w:fldCharType="end"/>
      </w:r>
      <w:r>
        <w:t xml:space="preserve">. </w:t>
      </w:r>
      <w:r w:rsidRPr="00F62FC8">
        <w:t>Struktura elementu CollateralType</w:t>
      </w:r>
      <w:bookmarkEnd w:id="61"/>
    </w:p>
    <w:tbl>
      <w:tblPr>
        <w:tblStyle w:val="Tabela-Siatka"/>
        <w:tblW w:w="0" w:type="auto"/>
        <w:tblLook w:val="01E0" w:firstRow="1" w:lastRow="1" w:firstColumn="1" w:lastColumn="1" w:noHBand="0" w:noVBand="0"/>
      </w:tblPr>
      <w:tblGrid>
        <w:gridCol w:w="2208"/>
        <w:gridCol w:w="3622"/>
        <w:gridCol w:w="2034"/>
        <w:gridCol w:w="1190"/>
      </w:tblGrid>
      <w:tr w:rsidR="00FB5DEC" w:rsidRPr="00EA11AC" w14:paraId="6BB8A4D8" w14:textId="77777777" w:rsidTr="00FD1B43">
        <w:trPr>
          <w:cnfStyle w:val="100000000000" w:firstRow="1" w:lastRow="0" w:firstColumn="0" w:lastColumn="0" w:oddVBand="0" w:evenVBand="0" w:oddHBand="0" w:evenHBand="0" w:firstRowFirstColumn="0" w:firstRowLastColumn="0" w:lastRowFirstColumn="0" w:lastRowLastColumn="0"/>
          <w:trHeight w:val="213"/>
          <w:tblHeader/>
        </w:trPr>
        <w:tc>
          <w:tcPr>
            <w:tcW w:w="2208" w:type="dxa"/>
          </w:tcPr>
          <w:p w14:paraId="7E027096" w14:textId="77777777" w:rsidR="00FB5DEC" w:rsidRPr="00EA11AC" w:rsidRDefault="00FB5DEC" w:rsidP="00C54BCC">
            <w:pPr>
              <w:rPr>
                <w:rFonts w:eastAsia="Times New Roman" w:cs="Arial Black"/>
                <w:b w:val="0"/>
                <w:sz w:val="18"/>
                <w:szCs w:val="18"/>
              </w:rPr>
            </w:pPr>
            <w:r w:rsidRPr="00EA11AC">
              <w:rPr>
                <w:rFonts w:eastAsia="Times New Roman" w:cs="Arial Black"/>
                <w:sz w:val="18"/>
                <w:szCs w:val="18"/>
              </w:rPr>
              <w:t xml:space="preserve">Nazwa </w:t>
            </w:r>
          </w:p>
        </w:tc>
        <w:tc>
          <w:tcPr>
            <w:tcW w:w="3622" w:type="dxa"/>
          </w:tcPr>
          <w:p w14:paraId="3EA61C9C" w14:textId="77777777" w:rsidR="00FB5DEC" w:rsidRPr="00EA11AC" w:rsidRDefault="00FB5DEC" w:rsidP="00C54BCC">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034" w:type="dxa"/>
          </w:tcPr>
          <w:p w14:paraId="05A458BA" w14:textId="77777777" w:rsidR="00FB5DEC" w:rsidRPr="00EA11AC" w:rsidRDefault="00FB5DEC" w:rsidP="00C54BCC">
            <w:pPr>
              <w:rPr>
                <w:rFonts w:cs="Arial Black"/>
                <w:b w:val="0"/>
                <w:sz w:val="18"/>
                <w:szCs w:val="18"/>
              </w:rPr>
            </w:pPr>
            <w:r w:rsidRPr="00EA11AC">
              <w:rPr>
                <w:rFonts w:cs="Arial Black"/>
                <w:sz w:val="18"/>
                <w:szCs w:val="18"/>
              </w:rPr>
              <w:t>Typ</w:t>
            </w:r>
          </w:p>
        </w:tc>
        <w:tc>
          <w:tcPr>
            <w:tcW w:w="1190" w:type="dxa"/>
          </w:tcPr>
          <w:p w14:paraId="0CEC9910" w14:textId="77777777" w:rsidR="00FB5DEC" w:rsidRPr="00EA11AC" w:rsidRDefault="00FB5DEC" w:rsidP="00C54BCC">
            <w:pPr>
              <w:rPr>
                <w:rFonts w:eastAsia="Times New Roman" w:cs="Arial Black"/>
                <w:b w:val="0"/>
                <w:sz w:val="18"/>
                <w:szCs w:val="18"/>
              </w:rPr>
            </w:pPr>
            <w:r w:rsidRPr="00EA11AC">
              <w:rPr>
                <w:rFonts w:eastAsia="Times New Roman" w:cs="Arial Black"/>
                <w:sz w:val="18"/>
                <w:szCs w:val="18"/>
              </w:rPr>
              <w:t>Liczebność</w:t>
            </w:r>
          </w:p>
        </w:tc>
      </w:tr>
      <w:tr w:rsidR="00FB5DEC" w:rsidRPr="00EA11AC" w14:paraId="0B406DF2" w14:textId="77777777" w:rsidTr="00FD1B43">
        <w:trPr>
          <w:trHeight w:val="213"/>
        </w:trPr>
        <w:tc>
          <w:tcPr>
            <w:tcW w:w="2208" w:type="dxa"/>
          </w:tcPr>
          <w:p w14:paraId="2598EEDA" w14:textId="77777777" w:rsidR="00FB5DEC" w:rsidRPr="00F62FC8" w:rsidRDefault="00A35FB5" w:rsidP="00C54BCC">
            <w:pPr>
              <w:rPr>
                <w:rStyle w:val="pole"/>
                <w:rFonts w:ascii="Lato" w:hAnsi="Lato"/>
                <w:sz w:val="20"/>
                <w:szCs w:val="20"/>
              </w:rPr>
            </w:pPr>
            <w:bookmarkStart w:id="62" w:name="type"/>
            <w:r w:rsidRPr="00F62FC8">
              <w:rPr>
                <w:rStyle w:val="pole"/>
                <w:rFonts w:ascii="Lato" w:hAnsi="Lato"/>
                <w:sz w:val="20"/>
                <w:szCs w:val="20"/>
              </w:rPr>
              <w:t>type</w:t>
            </w:r>
            <w:bookmarkEnd w:id="62"/>
          </w:p>
        </w:tc>
        <w:tc>
          <w:tcPr>
            <w:tcW w:w="3622" w:type="dxa"/>
          </w:tcPr>
          <w:p w14:paraId="770FE8C0" w14:textId="77777777" w:rsidR="00FB5DEC" w:rsidRPr="00F62FC8" w:rsidRDefault="00A35FB5" w:rsidP="00C54BCC">
            <w:pPr>
              <w:rPr>
                <w:rFonts w:eastAsia="Times New Roman" w:cs="Arial Black"/>
                <w:sz w:val="20"/>
                <w:szCs w:val="20"/>
              </w:rPr>
            </w:pPr>
            <w:r w:rsidRPr="00F62FC8">
              <w:rPr>
                <w:rFonts w:eastAsia="Times New Roman" w:cs="Arial Black"/>
                <w:sz w:val="20"/>
                <w:szCs w:val="20"/>
              </w:rPr>
              <w:t>Rodzaj zabezpieczenia</w:t>
            </w:r>
            <w:r w:rsidR="00FB5DEC" w:rsidRPr="00F62FC8">
              <w:rPr>
                <w:rFonts w:eastAsia="Times New Roman" w:cs="Arial Black"/>
                <w:sz w:val="20"/>
                <w:szCs w:val="20"/>
              </w:rPr>
              <w:t>.</w:t>
            </w:r>
          </w:p>
        </w:tc>
        <w:tc>
          <w:tcPr>
            <w:tcW w:w="2034" w:type="dxa"/>
          </w:tcPr>
          <w:p w14:paraId="3860F97F" w14:textId="77777777" w:rsidR="00FB5DEC" w:rsidRPr="00F62FC8" w:rsidRDefault="00C62EFC" w:rsidP="00C62EFC">
            <w:pPr>
              <w:rPr>
                <w:rStyle w:val="pole"/>
                <w:rFonts w:ascii="Lato" w:hAnsi="Lato"/>
                <w:sz w:val="20"/>
                <w:szCs w:val="20"/>
              </w:rPr>
            </w:pPr>
            <w:r w:rsidRPr="00F62FC8">
              <w:rPr>
                <w:rStyle w:val="pole"/>
                <w:rFonts w:ascii="Lato" w:hAnsi="Lato"/>
                <w:sz w:val="20"/>
                <w:szCs w:val="20"/>
              </w:rPr>
              <w:t>string</w:t>
            </w:r>
          </w:p>
          <w:p w14:paraId="7B505EC4" w14:textId="1F573031" w:rsidR="00C62EFC" w:rsidRPr="00F62FC8" w:rsidRDefault="00AB3A5B" w:rsidP="00FF40B6">
            <w:pPr>
              <w:rPr>
                <w:rFonts w:eastAsia="Times New Roman" w:cs="Arial Black"/>
                <w:sz w:val="20"/>
                <w:szCs w:val="20"/>
              </w:rPr>
            </w:pPr>
            <w:r w:rsidRPr="00F62FC8">
              <w:rPr>
                <w:rFonts w:eastAsia="Times New Roman" w:cs="Arial Black"/>
                <w:sz w:val="20"/>
                <w:szCs w:val="20"/>
              </w:rPr>
              <w:t xml:space="preserve">Patrz reguła </w:t>
            </w:r>
            <w:r w:rsidRPr="00F62FC8">
              <w:rPr>
                <w:rFonts w:eastAsia="Times New Roman" w:cs="Arial Black"/>
                <w:sz w:val="20"/>
                <w:szCs w:val="20"/>
              </w:rPr>
              <w:fldChar w:fldCharType="begin"/>
            </w:r>
            <w:r w:rsidRPr="00F62FC8">
              <w:rPr>
                <w:rFonts w:eastAsia="Times New Roman" w:cs="Arial Black"/>
                <w:sz w:val="20"/>
                <w:szCs w:val="20"/>
              </w:rPr>
              <w:instrText xml:space="preserve"> REF R6 \h </w:instrText>
            </w:r>
            <w:r w:rsidR="00EA11AC" w:rsidRPr="00F62FC8">
              <w:rPr>
                <w:rFonts w:eastAsia="Times New Roman" w:cs="Arial Black"/>
                <w:sz w:val="20"/>
                <w:szCs w:val="20"/>
              </w:rPr>
              <w:instrText xml:space="preserve"> \* MERGEFORMAT </w:instrText>
            </w:r>
            <w:r w:rsidRPr="00F62FC8">
              <w:rPr>
                <w:rFonts w:eastAsia="Times New Roman" w:cs="Arial Black"/>
                <w:sz w:val="20"/>
                <w:szCs w:val="20"/>
              </w:rPr>
            </w:r>
            <w:r w:rsidRPr="00F62FC8">
              <w:rPr>
                <w:rFonts w:eastAsia="Times New Roman" w:cs="Arial Black"/>
                <w:sz w:val="20"/>
                <w:szCs w:val="20"/>
              </w:rPr>
              <w:fldChar w:fldCharType="separate"/>
            </w:r>
            <w:r w:rsidR="0052183A" w:rsidRPr="00F62FC8">
              <w:rPr>
                <w:rFonts w:eastAsia="Arial Narrow" w:cs="Arial"/>
                <w:sz w:val="20"/>
                <w:szCs w:val="20"/>
              </w:rPr>
              <w:t>R</w:t>
            </w:r>
            <w:r w:rsidRPr="00F62FC8">
              <w:rPr>
                <w:rFonts w:eastAsia="Times New Roman" w:cs="Arial Black"/>
                <w:sz w:val="20"/>
                <w:szCs w:val="20"/>
              </w:rPr>
              <w:fldChar w:fldCharType="end"/>
            </w:r>
            <w:r w:rsidRPr="00F62FC8">
              <w:rPr>
                <w:rFonts w:eastAsia="Times New Roman" w:cs="Arial Black"/>
                <w:sz w:val="20"/>
                <w:szCs w:val="20"/>
              </w:rPr>
              <w:t>.</w:t>
            </w:r>
          </w:p>
        </w:tc>
        <w:tc>
          <w:tcPr>
            <w:tcW w:w="1190" w:type="dxa"/>
          </w:tcPr>
          <w:p w14:paraId="5550790B" w14:textId="77777777" w:rsidR="00FB5DEC" w:rsidRPr="00F62FC8" w:rsidRDefault="00FB5DEC" w:rsidP="00C54BCC">
            <w:pPr>
              <w:rPr>
                <w:rFonts w:eastAsia="Times New Roman" w:cs="Arial Black"/>
                <w:sz w:val="20"/>
                <w:szCs w:val="20"/>
              </w:rPr>
            </w:pPr>
            <w:r w:rsidRPr="00F62FC8">
              <w:rPr>
                <w:rFonts w:eastAsia="Times New Roman" w:cs="Arial Black"/>
                <w:sz w:val="20"/>
                <w:szCs w:val="20"/>
              </w:rPr>
              <w:t>1..1</w:t>
            </w:r>
          </w:p>
        </w:tc>
      </w:tr>
      <w:tr w:rsidR="00FB5DEC" w:rsidRPr="00EA11AC" w14:paraId="58893BBA" w14:textId="77777777" w:rsidTr="00FD1B43">
        <w:trPr>
          <w:trHeight w:val="213"/>
        </w:trPr>
        <w:tc>
          <w:tcPr>
            <w:tcW w:w="2208" w:type="dxa"/>
          </w:tcPr>
          <w:p w14:paraId="41C69350" w14:textId="77777777" w:rsidR="00FB5DEC" w:rsidRPr="00F62FC8" w:rsidRDefault="00A35FB5" w:rsidP="00C54BCC">
            <w:pPr>
              <w:rPr>
                <w:rStyle w:val="pole"/>
                <w:rFonts w:ascii="Lato" w:hAnsi="Lato"/>
                <w:sz w:val="20"/>
                <w:szCs w:val="20"/>
              </w:rPr>
            </w:pPr>
            <w:r w:rsidRPr="00F62FC8">
              <w:rPr>
                <w:rStyle w:val="pole"/>
                <w:rFonts w:ascii="Lato" w:hAnsi="Lato"/>
                <w:sz w:val="20"/>
                <w:szCs w:val="20"/>
              </w:rPr>
              <w:t>number</w:t>
            </w:r>
          </w:p>
        </w:tc>
        <w:tc>
          <w:tcPr>
            <w:tcW w:w="3622" w:type="dxa"/>
          </w:tcPr>
          <w:p w14:paraId="7A0E38F4" w14:textId="77777777" w:rsidR="00FB5DEC" w:rsidRPr="00F62FC8" w:rsidRDefault="00A35FB5" w:rsidP="00C54BCC">
            <w:pPr>
              <w:rPr>
                <w:rFonts w:eastAsia="Times New Roman" w:cs="Arial Black"/>
                <w:sz w:val="20"/>
                <w:szCs w:val="20"/>
              </w:rPr>
            </w:pPr>
            <w:r w:rsidRPr="00F62FC8">
              <w:rPr>
                <w:rFonts w:eastAsia="Times New Roman" w:cs="Arial Black"/>
                <w:sz w:val="20"/>
                <w:szCs w:val="20"/>
              </w:rPr>
              <w:t>Numer zabezpieczenia.</w:t>
            </w:r>
          </w:p>
        </w:tc>
        <w:tc>
          <w:tcPr>
            <w:tcW w:w="2034" w:type="dxa"/>
          </w:tcPr>
          <w:p w14:paraId="0EABE121" w14:textId="77777777" w:rsidR="00FB5DEC" w:rsidRPr="00F62FC8" w:rsidRDefault="00C62EFC" w:rsidP="00C54BCC">
            <w:pPr>
              <w:rPr>
                <w:rStyle w:val="pole"/>
                <w:rFonts w:ascii="Lato" w:hAnsi="Lato"/>
                <w:sz w:val="20"/>
                <w:szCs w:val="20"/>
              </w:rPr>
            </w:pPr>
            <w:r w:rsidRPr="00F62FC8">
              <w:rPr>
                <w:rStyle w:val="pole"/>
                <w:rFonts w:ascii="Lato" w:hAnsi="Lato"/>
                <w:sz w:val="20"/>
                <w:szCs w:val="20"/>
              </w:rPr>
              <w:t>string(24)</w:t>
            </w:r>
          </w:p>
        </w:tc>
        <w:tc>
          <w:tcPr>
            <w:tcW w:w="1190" w:type="dxa"/>
          </w:tcPr>
          <w:p w14:paraId="72E86575" w14:textId="77777777" w:rsidR="00FB5DEC" w:rsidRPr="00F62FC8" w:rsidRDefault="00F60F6A" w:rsidP="00C54BCC">
            <w:pPr>
              <w:rPr>
                <w:rFonts w:eastAsia="Times New Roman" w:cs="Arial Black"/>
                <w:sz w:val="20"/>
                <w:szCs w:val="20"/>
              </w:rPr>
            </w:pPr>
            <w:r w:rsidRPr="00F62FC8">
              <w:rPr>
                <w:rFonts w:eastAsia="Times New Roman" w:cs="Arial Black"/>
                <w:sz w:val="20"/>
                <w:szCs w:val="20"/>
              </w:rPr>
              <w:t>0</w:t>
            </w:r>
            <w:r w:rsidR="00FB5DEC" w:rsidRPr="00F62FC8">
              <w:rPr>
                <w:rFonts w:eastAsia="Times New Roman" w:cs="Arial Black"/>
                <w:sz w:val="20"/>
                <w:szCs w:val="20"/>
              </w:rPr>
              <w:t>..</w:t>
            </w:r>
            <w:r w:rsidR="00370929" w:rsidRPr="00F62FC8">
              <w:rPr>
                <w:rFonts w:eastAsia="Times New Roman" w:cs="Arial Black"/>
                <w:sz w:val="20"/>
                <w:szCs w:val="20"/>
              </w:rPr>
              <w:t>1</w:t>
            </w:r>
          </w:p>
        </w:tc>
      </w:tr>
      <w:tr w:rsidR="0014783C" w:rsidRPr="00EA11AC" w14:paraId="78D80AC8" w14:textId="77777777" w:rsidTr="00FD1B43">
        <w:trPr>
          <w:trHeight w:val="213"/>
        </w:trPr>
        <w:tc>
          <w:tcPr>
            <w:tcW w:w="2208" w:type="dxa"/>
          </w:tcPr>
          <w:p w14:paraId="23C54316" w14:textId="77777777" w:rsidR="0014783C" w:rsidRPr="00F62FC8" w:rsidRDefault="0014783C" w:rsidP="00C54BCC">
            <w:pPr>
              <w:rPr>
                <w:rStyle w:val="pole"/>
                <w:rFonts w:ascii="Lato" w:hAnsi="Lato"/>
                <w:sz w:val="20"/>
                <w:szCs w:val="20"/>
              </w:rPr>
            </w:pPr>
            <w:r w:rsidRPr="00F62FC8">
              <w:rPr>
                <w:rStyle w:val="pole"/>
                <w:rFonts w:ascii="Lato" w:hAnsi="Lato"/>
                <w:sz w:val="20"/>
                <w:szCs w:val="20"/>
              </w:rPr>
              <w:t>value</w:t>
            </w:r>
          </w:p>
        </w:tc>
        <w:tc>
          <w:tcPr>
            <w:tcW w:w="3622" w:type="dxa"/>
          </w:tcPr>
          <w:p w14:paraId="61AB67C6" w14:textId="77777777" w:rsidR="0014783C" w:rsidRPr="00F62FC8" w:rsidRDefault="00F60F6A" w:rsidP="00F60F6A">
            <w:pPr>
              <w:rPr>
                <w:rFonts w:eastAsia="Times New Roman" w:cs="Arial Black"/>
                <w:sz w:val="20"/>
                <w:szCs w:val="20"/>
              </w:rPr>
            </w:pPr>
            <w:r w:rsidRPr="00F62FC8">
              <w:rPr>
                <w:rFonts w:eastAsia="Times New Roman" w:cs="Arial Black"/>
                <w:sz w:val="20"/>
                <w:szCs w:val="20"/>
              </w:rPr>
              <w:t>Kwota</w:t>
            </w:r>
            <w:r w:rsidR="0014783C" w:rsidRPr="00F62FC8">
              <w:rPr>
                <w:rFonts w:eastAsia="Times New Roman" w:cs="Arial Black"/>
                <w:sz w:val="20"/>
                <w:szCs w:val="20"/>
              </w:rPr>
              <w:t xml:space="preserve"> zabezpieczenia.</w:t>
            </w:r>
          </w:p>
        </w:tc>
        <w:tc>
          <w:tcPr>
            <w:tcW w:w="2034" w:type="dxa"/>
          </w:tcPr>
          <w:p w14:paraId="07B90D65" w14:textId="77777777" w:rsidR="0014783C" w:rsidRPr="00F62FC8" w:rsidRDefault="0014783C" w:rsidP="00C54BCC">
            <w:pPr>
              <w:rPr>
                <w:rStyle w:val="pole"/>
                <w:rFonts w:ascii="Lato" w:hAnsi="Lato"/>
                <w:sz w:val="20"/>
                <w:szCs w:val="20"/>
              </w:rPr>
            </w:pPr>
            <w:r w:rsidRPr="00F62FC8">
              <w:rPr>
                <w:rStyle w:val="pole"/>
                <w:rFonts w:ascii="Lato" w:hAnsi="Lato"/>
                <w:sz w:val="20"/>
                <w:szCs w:val="20"/>
              </w:rPr>
              <w:t>ZAmountC</w:t>
            </w:r>
          </w:p>
        </w:tc>
        <w:tc>
          <w:tcPr>
            <w:tcW w:w="1190" w:type="dxa"/>
          </w:tcPr>
          <w:p w14:paraId="614395D6" w14:textId="77777777" w:rsidR="0014783C" w:rsidRPr="00F62FC8" w:rsidRDefault="00F60F6A" w:rsidP="00C54BCC">
            <w:pPr>
              <w:rPr>
                <w:rFonts w:eastAsia="Times New Roman" w:cs="Arial Black"/>
                <w:sz w:val="20"/>
                <w:szCs w:val="20"/>
              </w:rPr>
            </w:pPr>
            <w:r w:rsidRPr="00F62FC8">
              <w:rPr>
                <w:rFonts w:eastAsia="Times New Roman" w:cs="Arial Black"/>
                <w:sz w:val="20"/>
                <w:szCs w:val="20"/>
              </w:rPr>
              <w:t>0</w:t>
            </w:r>
            <w:r w:rsidR="0014783C" w:rsidRPr="00F62FC8">
              <w:rPr>
                <w:rFonts w:eastAsia="Times New Roman" w:cs="Arial Black"/>
                <w:sz w:val="20"/>
                <w:szCs w:val="20"/>
              </w:rPr>
              <w:t>..1</w:t>
            </w:r>
          </w:p>
        </w:tc>
      </w:tr>
      <w:tr w:rsidR="0014783C" w:rsidRPr="00EA11AC" w14:paraId="05E5619A" w14:textId="77777777" w:rsidTr="00FD1B43">
        <w:trPr>
          <w:trHeight w:val="213"/>
        </w:trPr>
        <w:tc>
          <w:tcPr>
            <w:tcW w:w="2208" w:type="dxa"/>
          </w:tcPr>
          <w:p w14:paraId="132284E8" w14:textId="77777777" w:rsidR="0014783C" w:rsidRPr="00F62FC8" w:rsidRDefault="004F63D4" w:rsidP="00C54BCC">
            <w:pPr>
              <w:rPr>
                <w:rStyle w:val="pole"/>
                <w:rFonts w:ascii="Lato" w:hAnsi="Lato"/>
                <w:sz w:val="20"/>
                <w:szCs w:val="20"/>
              </w:rPr>
            </w:pPr>
            <w:r w:rsidRPr="00F62FC8">
              <w:rPr>
                <w:rStyle w:val="pole"/>
                <w:rFonts w:ascii="Lato" w:hAnsi="Lato"/>
                <w:sz w:val="20"/>
                <w:szCs w:val="20"/>
              </w:rPr>
              <w:t>dateCollateral</w:t>
            </w:r>
          </w:p>
        </w:tc>
        <w:tc>
          <w:tcPr>
            <w:tcW w:w="3622" w:type="dxa"/>
          </w:tcPr>
          <w:p w14:paraId="2E5181A3" w14:textId="77777777" w:rsidR="0014783C" w:rsidRPr="00F62FC8" w:rsidRDefault="0014783C" w:rsidP="00F60F6A">
            <w:pPr>
              <w:rPr>
                <w:rFonts w:eastAsia="Times New Roman" w:cs="Arial Black"/>
                <w:sz w:val="20"/>
                <w:szCs w:val="20"/>
              </w:rPr>
            </w:pPr>
            <w:r w:rsidRPr="00F62FC8">
              <w:rPr>
                <w:rFonts w:eastAsia="Times New Roman" w:cs="Arial Black"/>
                <w:sz w:val="20"/>
                <w:szCs w:val="20"/>
              </w:rPr>
              <w:t xml:space="preserve">Data </w:t>
            </w:r>
            <w:r w:rsidR="004F63D4" w:rsidRPr="00F62FC8">
              <w:rPr>
                <w:rFonts w:eastAsia="Times New Roman" w:cs="Arial Black"/>
                <w:sz w:val="20"/>
                <w:szCs w:val="20"/>
              </w:rPr>
              <w:t>złożenia (</w:t>
            </w:r>
            <w:r w:rsidR="00F60F6A" w:rsidRPr="00F62FC8">
              <w:rPr>
                <w:rFonts w:eastAsia="Times New Roman" w:cs="Arial Black"/>
                <w:sz w:val="20"/>
                <w:szCs w:val="20"/>
              </w:rPr>
              <w:t>obciążenia/zarachowania</w:t>
            </w:r>
            <w:r w:rsidR="004F63D4" w:rsidRPr="00F62FC8">
              <w:rPr>
                <w:rFonts w:eastAsia="Times New Roman" w:cs="Arial Black"/>
                <w:sz w:val="20"/>
                <w:szCs w:val="20"/>
              </w:rPr>
              <w:t>)</w:t>
            </w:r>
            <w:r w:rsidR="00F60F6A" w:rsidRPr="00F62FC8">
              <w:rPr>
                <w:rFonts w:eastAsia="Times New Roman" w:cs="Arial Black"/>
                <w:sz w:val="20"/>
                <w:szCs w:val="20"/>
              </w:rPr>
              <w:t xml:space="preserve"> </w:t>
            </w:r>
            <w:r w:rsidRPr="00F62FC8">
              <w:rPr>
                <w:rFonts w:eastAsia="Times New Roman" w:cs="Arial Black"/>
                <w:sz w:val="20"/>
                <w:szCs w:val="20"/>
              </w:rPr>
              <w:t>zabezpieczenia.</w:t>
            </w:r>
          </w:p>
        </w:tc>
        <w:tc>
          <w:tcPr>
            <w:tcW w:w="2034" w:type="dxa"/>
          </w:tcPr>
          <w:p w14:paraId="07E71D64" w14:textId="77777777" w:rsidR="0014783C" w:rsidRPr="00F62FC8" w:rsidRDefault="0014783C" w:rsidP="00C54BCC">
            <w:pPr>
              <w:rPr>
                <w:rStyle w:val="pole"/>
                <w:rFonts w:ascii="Lato" w:hAnsi="Lato"/>
                <w:sz w:val="20"/>
                <w:szCs w:val="20"/>
              </w:rPr>
            </w:pPr>
            <w:r w:rsidRPr="00F62FC8">
              <w:rPr>
                <w:rStyle w:val="pole"/>
                <w:rFonts w:ascii="Lato" w:hAnsi="Lato"/>
                <w:sz w:val="20"/>
                <w:szCs w:val="20"/>
              </w:rPr>
              <w:t>date</w:t>
            </w:r>
          </w:p>
        </w:tc>
        <w:tc>
          <w:tcPr>
            <w:tcW w:w="1190" w:type="dxa"/>
          </w:tcPr>
          <w:p w14:paraId="485F2A45" w14:textId="77777777" w:rsidR="0014783C" w:rsidRPr="00F62FC8" w:rsidRDefault="00F60F6A" w:rsidP="00C54BCC">
            <w:pPr>
              <w:rPr>
                <w:rFonts w:eastAsia="Times New Roman" w:cs="Arial Black"/>
                <w:sz w:val="20"/>
                <w:szCs w:val="20"/>
              </w:rPr>
            </w:pPr>
            <w:r w:rsidRPr="00F62FC8">
              <w:rPr>
                <w:rFonts w:eastAsia="Times New Roman" w:cs="Arial Black"/>
                <w:sz w:val="20"/>
                <w:szCs w:val="20"/>
              </w:rPr>
              <w:t>0</w:t>
            </w:r>
            <w:r w:rsidR="0014783C" w:rsidRPr="00F62FC8">
              <w:rPr>
                <w:rFonts w:eastAsia="Times New Roman" w:cs="Arial Black"/>
                <w:sz w:val="20"/>
                <w:szCs w:val="20"/>
              </w:rPr>
              <w:t>..1</w:t>
            </w:r>
          </w:p>
        </w:tc>
      </w:tr>
    </w:tbl>
    <w:p w14:paraId="6537DCBD" w14:textId="6BC9D440" w:rsidR="00F62FC8" w:rsidRDefault="00F62FC8" w:rsidP="00F62FC8">
      <w:pPr>
        <w:pStyle w:val="Legenda"/>
        <w:keepNext/>
      </w:pPr>
      <w:bookmarkStart w:id="63" w:name="_Toc184021044"/>
      <w:r>
        <w:t xml:space="preserve">Tabela </w:t>
      </w:r>
      <w:r w:rsidR="009A710E">
        <w:fldChar w:fldCharType="begin"/>
      </w:r>
      <w:r w:rsidR="009A710E">
        <w:instrText xml:space="preserve"> SEQ Tabela \* ARABIC </w:instrText>
      </w:r>
      <w:r w:rsidR="009A710E">
        <w:fldChar w:fldCharType="separate"/>
      </w:r>
      <w:r>
        <w:rPr>
          <w:noProof/>
        </w:rPr>
        <w:t>15</w:t>
      </w:r>
      <w:r w:rsidR="009A710E">
        <w:rPr>
          <w:noProof/>
        </w:rPr>
        <w:fldChar w:fldCharType="end"/>
      </w:r>
      <w:r>
        <w:t xml:space="preserve">. </w:t>
      </w:r>
      <w:r w:rsidRPr="00F62FC8">
        <w:t>Struktura elementu CalcFeulFeeType</w:t>
      </w:r>
      <w:bookmarkEnd w:id="63"/>
    </w:p>
    <w:tbl>
      <w:tblPr>
        <w:tblStyle w:val="Tabela-Siatka"/>
        <w:tblW w:w="0" w:type="auto"/>
        <w:tblLook w:val="01E0" w:firstRow="1" w:lastRow="1" w:firstColumn="1" w:lastColumn="1" w:noHBand="0" w:noVBand="0"/>
      </w:tblPr>
      <w:tblGrid>
        <w:gridCol w:w="2205"/>
        <w:gridCol w:w="3599"/>
        <w:gridCol w:w="2057"/>
        <w:gridCol w:w="1193"/>
      </w:tblGrid>
      <w:tr w:rsidR="001147E3" w:rsidRPr="00EA11AC" w14:paraId="37BCEA49" w14:textId="77777777" w:rsidTr="00FD1B43">
        <w:trPr>
          <w:cnfStyle w:val="100000000000" w:firstRow="1" w:lastRow="0" w:firstColumn="0" w:lastColumn="0" w:oddVBand="0" w:evenVBand="0" w:oddHBand="0" w:evenHBand="0" w:firstRowFirstColumn="0" w:firstRowLastColumn="0" w:lastRowFirstColumn="0" w:lastRowLastColumn="0"/>
          <w:trHeight w:val="213"/>
          <w:tblHeader/>
        </w:trPr>
        <w:tc>
          <w:tcPr>
            <w:tcW w:w="2205" w:type="dxa"/>
          </w:tcPr>
          <w:p w14:paraId="00935667" w14:textId="77777777" w:rsidR="001147E3" w:rsidRPr="00EA11AC" w:rsidRDefault="001147E3" w:rsidP="00346BFA">
            <w:pPr>
              <w:rPr>
                <w:rFonts w:eastAsia="Times New Roman" w:cs="Arial Black"/>
                <w:b w:val="0"/>
                <w:sz w:val="18"/>
                <w:szCs w:val="18"/>
              </w:rPr>
            </w:pPr>
            <w:r w:rsidRPr="00EA11AC">
              <w:rPr>
                <w:rFonts w:eastAsia="Times New Roman" w:cs="Arial Black"/>
                <w:sz w:val="18"/>
                <w:szCs w:val="18"/>
              </w:rPr>
              <w:t xml:space="preserve">Nazwa </w:t>
            </w:r>
          </w:p>
        </w:tc>
        <w:tc>
          <w:tcPr>
            <w:tcW w:w="3599" w:type="dxa"/>
          </w:tcPr>
          <w:p w14:paraId="2F665D39" w14:textId="77777777" w:rsidR="001147E3" w:rsidRPr="00EA11AC" w:rsidRDefault="001147E3" w:rsidP="00346BFA">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057" w:type="dxa"/>
          </w:tcPr>
          <w:p w14:paraId="05132935" w14:textId="77777777" w:rsidR="001147E3" w:rsidRPr="00EA11AC" w:rsidRDefault="001147E3" w:rsidP="00346BFA">
            <w:pPr>
              <w:rPr>
                <w:rFonts w:cs="Arial Black"/>
                <w:b w:val="0"/>
                <w:sz w:val="18"/>
                <w:szCs w:val="18"/>
              </w:rPr>
            </w:pPr>
            <w:r w:rsidRPr="00EA11AC">
              <w:rPr>
                <w:rFonts w:cs="Arial Black"/>
                <w:sz w:val="18"/>
                <w:szCs w:val="18"/>
              </w:rPr>
              <w:t>Typ</w:t>
            </w:r>
          </w:p>
        </w:tc>
        <w:tc>
          <w:tcPr>
            <w:tcW w:w="1193" w:type="dxa"/>
          </w:tcPr>
          <w:p w14:paraId="4B207889" w14:textId="77777777" w:rsidR="001147E3" w:rsidRPr="00EA11AC" w:rsidRDefault="001147E3" w:rsidP="00346BFA">
            <w:pPr>
              <w:rPr>
                <w:rFonts w:eastAsia="Times New Roman" w:cs="Arial Black"/>
                <w:b w:val="0"/>
                <w:sz w:val="18"/>
                <w:szCs w:val="18"/>
              </w:rPr>
            </w:pPr>
            <w:r w:rsidRPr="00EA11AC">
              <w:rPr>
                <w:rFonts w:eastAsia="Times New Roman" w:cs="Arial Black"/>
                <w:sz w:val="18"/>
                <w:szCs w:val="18"/>
              </w:rPr>
              <w:t>Liczebność</w:t>
            </w:r>
          </w:p>
        </w:tc>
      </w:tr>
      <w:tr w:rsidR="001147E3" w:rsidRPr="00EA11AC" w14:paraId="304593D2" w14:textId="77777777" w:rsidTr="00FD1B43">
        <w:trPr>
          <w:trHeight w:val="213"/>
        </w:trPr>
        <w:tc>
          <w:tcPr>
            <w:tcW w:w="2205" w:type="dxa"/>
          </w:tcPr>
          <w:p w14:paraId="6574D1D4" w14:textId="77777777" w:rsidR="001147E3" w:rsidRPr="00F62FC8" w:rsidRDefault="001147E3" w:rsidP="00346BFA">
            <w:pPr>
              <w:rPr>
                <w:rStyle w:val="pole"/>
                <w:rFonts w:ascii="Lato" w:hAnsi="Lato"/>
                <w:sz w:val="20"/>
                <w:szCs w:val="20"/>
              </w:rPr>
            </w:pPr>
            <w:r w:rsidRPr="00F62FC8">
              <w:rPr>
                <w:rStyle w:val="pole"/>
                <w:rFonts w:ascii="Lato" w:hAnsi="Lato"/>
                <w:sz w:val="20"/>
                <w:szCs w:val="20"/>
              </w:rPr>
              <w:t>sum</w:t>
            </w:r>
          </w:p>
        </w:tc>
        <w:tc>
          <w:tcPr>
            <w:tcW w:w="3599" w:type="dxa"/>
          </w:tcPr>
          <w:p w14:paraId="4DA28DA7" w14:textId="77777777" w:rsidR="001147E3" w:rsidRPr="00F62FC8" w:rsidRDefault="001147E3" w:rsidP="006C6507">
            <w:pPr>
              <w:rPr>
                <w:rFonts w:eastAsia="Times New Roman" w:cs="Arial Black"/>
                <w:sz w:val="20"/>
                <w:szCs w:val="20"/>
              </w:rPr>
            </w:pPr>
            <w:r w:rsidRPr="00F62FC8">
              <w:rPr>
                <w:rFonts w:eastAsia="Times New Roman" w:cs="Arial Black"/>
                <w:sz w:val="20"/>
                <w:szCs w:val="20"/>
              </w:rPr>
              <w:t>Kwota ogółem opłaty paliwowej do zapłaty w zł.</w:t>
            </w:r>
            <w:r w:rsidR="005557FF" w:rsidRPr="00F62FC8">
              <w:rPr>
                <w:rFonts w:eastAsia="Times New Roman" w:cs="Arial Black"/>
                <w:sz w:val="20"/>
                <w:szCs w:val="20"/>
              </w:rPr>
              <w:t xml:space="preserve"> (poz.117)</w:t>
            </w:r>
          </w:p>
        </w:tc>
        <w:tc>
          <w:tcPr>
            <w:tcW w:w="2057" w:type="dxa"/>
          </w:tcPr>
          <w:p w14:paraId="70211F20" w14:textId="77777777" w:rsidR="001147E3" w:rsidRPr="00F62FC8" w:rsidRDefault="001147E3" w:rsidP="00346BFA">
            <w:pPr>
              <w:rPr>
                <w:rStyle w:val="pole"/>
                <w:rFonts w:ascii="Lato" w:hAnsi="Lato"/>
                <w:sz w:val="20"/>
                <w:szCs w:val="20"/>
              </w:rPr>
            </w:pPr>
            <w:r w:rsidRPr="00F62FC8">
              <w:rPr>
                <w:rStyle w:val="pole"/>
                <w:rFonts w:ascii="Lato" w:hAnsi="Lato"/>
                <w:sz w:val="20"/>
                <w:szCs w:val="20"/>
              </w:rPr>
              <w:t>ZAmount</w:t>
            </w:r>
            <w:r w:rsidR="00974DEE" w:rsidRPr="00F62FC8">
              <w:rPr>
                <w:rStyle w:val="pole"/>
                <w:rFonts w:ascii="Lato" w:hAnsi="Lato"/>
                <w:sz w:val="20"/>
                <w:szCs w:val="20"/>
              </w:rPr>
              <w:t>P</w:t>
            </w:r>
          </w:p>
        </w:tc>
        <w:tc>
          <w:tcPr>
            <w:tcW w:w="1193" w:type="dxa"/>
          </w:tcPr>
          <w:p w14:paraId="41B3F833" w14:textId="77777777" w:rsidR="001147E3" w:rsidRPr="00F62FC8" w:rsidRDefault="001147E3" w:rsidP="00346BFA">
            <w:pPr>
              <w:rPr>
                <w:rFonts w:eastAsia="Times New Roman" w:cs="Arial Black"/>
                <w:sz w:val="20"/>
                <w:szCs w:val="20"/>
              </w:rPr>
            </w:pPr>
            <w:r w:rsidRPr="00F62FC8">
              <w:rPr>
                <w:rFonts w:eastAsia="Times New Roman" w:cs="Arial Black"/>
                <w:sz w:val="20"/>
                <w:szCs w:val="20"/>
              </w:rPr>
              <w:t>1..1</w:t>
            </w:r>
          </w:p>
        </w:tc>
      </w:tr>
      <w:tr w:rsidR="001147E3" w:rsidRPr="00EA11AC" w14:paraId="0C724C6C" w14:textId="77777777" w:rsidTr="00FD1B43">
        <w:trPr>
          <w:trHeight w:val="213"/>
        </w:trPr>
        <w:tc>
          <w:tcPr>
            <w:tcW w:w="2205" w:type="dxa"/>
          </w:tcPr>
          <w:p w14:paraId="7844AA37" w14:textId="77777777" w:rsidR="001147E3" w:rsidRPr="00F62FC8" w:rsidRDefault="001147E3" w:rsidP="00346BFA">
            <w:pPr>
              <w:rPr>
                <w:rStyle w:val="pole"/>
                <w:rFonts w:ascii="Lato" w:hAnsi="Lato"/>
                <w:sz w:val="20"/>
                <w:szCs w:val="20"/>
              </w:rPr>
            </w:pPr>
            <w:r w:rsidRPr="00F62FC8">
              <w:rPr>
                <w:rStyle w:val="pole"/>
                <w:rFonts w:ascii="Lato" w:hAnsi="Lato"/>
                <w:sz w:val="20"/>
                <w:szCs w:val="20"/>
              </w:rPr>
              <w:t>Item</w:t>
            </w:r>
          </w:p>
        </w:tc>
        <w:tc>
          <w:tcPr>
            <w:tcW w:w="3599" w:type="dxa"/>
          </w:tcPr>
          <w:p w14:paraId="7D42F264" w14:textId="77777777" w:rsidR="001147E3" w:rsidRPr="00F62FC8" w:rsidRDefault="001147E3" w:rsidP="00346BFA">
            <w:pPr>
              <w:rPr>
                <w:rFonts w:eastAsia="Times New Roman" w:cs="Arial Black"/>
                <w:sz w:val="20"/>
                <w:szCs w:val="20"/>
              </w:rPr>
            </w:pPr>
            <w:r w:rsidRPr="00F62FC8">
              <w:rPr>
                <w:rFonts w:eastAsia="Times New Roman" w:cs="Arial Black"/>
                <w:sz w:val="20"/>
                <w:szCs w:val="20"/>
              </w:rPr>
              <w:t>Pozycje opłaty paliwowej</w:t>
            </w:r>
            <w:r w:rsidR="00035E7D" w:rsidRPr="00F62FC8">
              <w:rPr>
                <w:rFonts w:eastAsia="Times New Roman" w:cs="Arial Black"/>
                <w:sz w:val="20"/>
                <w:szCs w:val="20"/>
              </w:rPr>
              <w:t xml:space="preserve"> (sekcja D)</w:t>
            </w:r>
          </w:p>
        </w:tc>
        <w:tc>
          <w:tcPr>
            <w:tcW w:w="2057" w:type="dxa"/>
          </w:tcPr>
          <w:p w14:paraId="0C59F49F" w14:textId="77777777" w:rsidR="0052183A" w:rsidRPr="00F62FC8" w:rsidRDefault="00156BBD" w:rsidP="004322B4">
            <w:pPr>
              <w:rPr>
                <w:rStyle w:val="polegwne"/>
                <w:rFonts w:ascii="Lato" w:hAnsi="Lato"/>
                <w:sz w:val="20"/>
                <w:szCs w:val="20"/>
              </w:rPr>
            </w:pPr>
            <w:r w:rsidRPr="00F62FC8">
              <w:rPr>
                <w:rStyle w:val="poleodsylacz"/>
                <w:rFonts w:ascii="Lato" w:hAnsi="Lato"/>
                <w:sz w:val="20"/>
                <w:szCs w:val="20"/>
              </w:rPr>
              <w:fldChar w:fldCharType="begin"/>
            </w:r>
            <w:r w:rsidRPr="00F62FC8">
              <w:rPr>
                <w:rStyle w:val="poleodsylacz"/>
                <w:rFonts w:ascii="Lato" w:hAnsi="Lato"/>
                <w:sz w:val="20"/>
                <w:szCs w:val="20"/>
              </w:rPr>
              <w:instrText xml:space="preserve"> REF ItemType \h  \* MERGEFORMAT </w:instrText>
            </w:r>
            <w:r w:rsidRPr="00F62FC8">
              <w:rPr>
                <w:rStyle w:val="poleodsylacz"/>
                <w:rFonts w:ascii="Lato" w:hAnsi="Lato"/>
                <w:sz w:val="20"/>
                <w:szCs w:val="20"/>
              </w:rPr>
            </w:r>
            <w:r w:rsidRPr="00F62FC8">
              <w:rPr>
                <w:rStyle w:val="poleodsylacz"/>
                <w:rFonts w:ascii="Lato" w:hAnsi="Lato"/>
                <w:sz w:val="20"/>
                <w:szCs w:val="20"/>
              </w:rPr>
              <w:fldChar w:fldCharType="separate"/>
            </w:r>
            <w:r w:rsidR="0052183A" w:rsidRPr="00F62FC8">
              <w:rPr>
                <w:rStyle w:val="poleodsylacz"/>
                <w:rFonts w:ascii="Lato" w:hAnsi="Lato"/>
                <w:sz w:val="20"/>
                <w:szCs w:val="20"/>
              </w:rPr>
              <w:t>ItemType</w:t>
            </w:r>
          </w:p>
          <w:p w14:paraId="720A28D6" w14:textId="77777777" w:rsidR="001147E3" w:rsidRPr="00F62FC8" w:rsidRDefault="00156BBD" w:rsidP="00156BBD">
            <w:pPr>
              <w:rPr>
                <w:rStyle w:val="poleodsylacz"/>
                <w:rFonts w:ascii="Lato" w:hAnsi="Lato"/>
                <w:sz w:val="20"/>
                <w:szCs w:val="20"/>
              </w:rPr>
            </w:pPr>
            <w:r w:rsidRPr="00F62FC8">
              <w:rPr>
                <w:rStyle w:val="poleodsylacz"/>
                <w:rFonts w:ascii="Lato" w:hAnsi="Lato"/>
                <w:sz w:val="20"/>
                <w:szCs w:val="20"/>
              </w:rPr>
              <w:fldChar w:fldCharType="end"/>
            </w:r>
          </w:p>
        </w:tc>
        <w:tc>
          <w:tcPr>
            <w:tcW w:w="1193" w:type="dxa"/>
          </w:tcPr>
          <w:p w14:paraId="0ACD98F9" w14:textId="77777777" w:rsidR="001147E3" w:rsidRPr="00F62FC8" w:rsidRDefault="00E075DB" w:rsidP="00FF40B6">
            <w:pPr>
              <w:rPr>
                <w:rFonts w:eastAsia="Times New Roman" w:cs="Arial Black"/>
                <w:sz w:val="20"/>
                <w:szCs w:val="20"/>
              </w:rPr>
            </w:pPr>
            <w:r w:rsidRPr="00F62FC8">
              <w:rPr>
                <w:rFonts w:eastAsia="Times New Roman" w:cs="Arial Black"/>
                <w:sz w:val="20"/>
                <w:szCs w:val="20"/>
              </w:rPr>
              <w:t>0</w:t>
            </w:r>
            <w:r w:rsidR="001147E3" w:rsidRPr="00F62FC8">
              <w:rPr>
                <w:rFonts w:eastAsia="Times New Roman" w:cs="Arial Black"/>
                <w:sz w:val="20"/>
                <w:szCs w:val="20"/>
              </w:rPr>
              <w:t>..</w:t>
            </w:r>
            <w:r w:rsidR="00C447F4" w:rsidRPr="00F62FC8">
              <w:rPr>
                <w:rFonts w:eastAsia="Times New Roman" w:cs="Arial Black"/>
                <w:sz w:val="20"/>
                <w:szCs w:val="20"/>
              </w:rPr>
              <w:t>99</w:t>
            </w:r>
          </w:p>
        </w:tc>
      </w:tr>
    </w:tbl>
    <w:p w14:paraId="474AE6D3" w14:textId="0E8C8915" w:rsidR="00F62FC8" w:rsidRDefault="00F62FC8" w:rsidP="00F62FC8">
      <w:pPr>
        <w:pStyle w:val="Legenda"/>
        <w:keepNext/>
      </w:pPr>
      <w:bookmarkStart w:id="64" w:name="_Toc184021045"/>
      <w:r>
        <w:t xml:space="preserve">Tabela </w:t>
      </w:r>
      <w:r w:rsidR="009A710E">
        <w:fldChar w:fldCharType="begin"/>
      </w:r>
      <w:r w:rsidR="009A710E">
        <w:instrText xml:space="preserve"> SEQ Tabela \* ARABIC </w:instrText>
      </w:r>
      <w:r w:rsidR="009A710E">
        <w:fldChar w:fldCharType="separate"/>
      </w:r>
      <w:r>
        <w:rPr>
          <w:noProof/>
        </w:rPr>
        <w:t>16</w:t>
      </w:r>
      <w:r w:rsidR="009A710E">
        <w:rPr>
          <w:noProof/>
        </w:rPr>
        <w:fldChar w:fldCharType="end"/>
      </w:r>
      <w:r>
        <w:t xml:space="preserve">. </w:t>
      </w:r>
      <w:r w:rsidRPr="00833AE1">
        <w:t>Struktura elementu ItemType</w:t>
      </w:r>
      <w:bookmarkEnd w:id="64"/>
    </w:p>
    <w:tbl>
      <w:tblPr>
        <w:tblStyle w:val="Tabela-Siatka"/>
        <w:tblW w:w="0" w:type="auto"/>
        <w:tblLook w:val="01E0" w:firstRow="1" w:lastRow="1" w:firstColumn="1" w:lastColumn="1" w:noHBand="0" w:noVBand="0"/>
      </w:tblPr>
      <w:tblGrid>
        <w:gridCol w:w="2866"/>
        <w:gridCol w:w="2787"/>
        <w:gridCol w:w="2218"/>
        <w:gridCol w:w="1183"/>
      </w:tblGrid>
      <w:tr w:rsidR="0007371F" w:rsidRPr="00EA11AC" w14:paraId="23E438F8" w14:textId="77777777" w:rsidTr="00FD1B43">
        <w:trPr>
          <w:cnfStyle w:val="100000000000" w:firstRow="1" w:lastRow="0" w:firstColumn="0" w:lastColumn="0" w:oddVBand="0" w:evenVBand="0" w:oddHBand="0" w:evenHBand="0" w:firstRowFirstColumn="0" w:firstRowLastColumn="0" w:lastRowFirstColumn="0" w:lastRowLastColumn="0"/>
          <w:trHeight w:val="213"/>
          <w:tblHeader/>
        </w:trPr>
        <w:tc>
          <w:tcPr>
            <w:tcW w:w="2866" w:type="dxa"/>
          </w:tcPr>
          <w:p w14:paraId="6A7474AE" w14:textId="77777777" w:rsidR="0007371F" w:rsidRPr="00EA11AC" w:rsidRDefault="0007371F" w:rsidP="004322B4">
            <w:pPr>
              <w:rPr>
                <w:rFonts w:eastAsia="Times New Roman" w:cs="Arial Black"/>
                <w:b w:val="0"/>
                <w:sz w:val="18"/>
                <w:szCs w:val="18"/>
              </w:rPr>
            </w:pPr>
            <w:r w:rsidRPr="00EA11AC">
              <w:rPr>
                <w:rFonts w:eastAsia="Times New Roman" w:cs="Arial Black"/>
                <w:sz w:val="18"/>
                <w:szCs w:val="18"/>
              </w:rPr>
              <w:t xml:space="preserve">Nazwa </w:t>
            </w:r>
          </w:p>
        </w:tc>
        <w:tc>
          <w:tcPr>
            <w:tcW w:w="2787" w:type="dxa"/>
          </w:tcPr>
          <w:p w14:paraId="10AD3492" w14:textId="77777777" w:rsidR="0007371F" w:rsidRPr="00EA11AC" w:rsidRDefault="0007371F" w:rsidP="004322B4">
            <w:pPr>
              <w:rPr>
                <w:rFonts w:eastAsia="Times New Roman" w:cs="Arial Black"/>
                <w:b w:val="0"/>
                <w:color w:val="000000"/>
                <w:sz w:val="18"/>
                <w:szCs w:val="18"/>
                <w:lang w:eastAsia="pl-PL"/>
              </w:rPr>
            </w:pPr>
            <w:r w:rsidRPr="00EA11AC">
              <w:rPr>
                <w:rFonts w:eastAsia="Times New Roman" w:cs="Arial Black"/>
                <w:color w:val="000000"/>
                <w:sz w:val="18"/>
                <w:szCs w:val="18"/>
                <w:lang w:eastAsia="pl-PL"/>
              </w:rPr>
              <w:t>Opis</w:t>
            </w:r>
          </w:p>
        </w:tc>
        <w:tc>
          <w:tcPr>
            <w:tcW w:w="2218" w:type="dxa"/>
          </w:tcPr>
          <w:p w14:paraId="5FC67418" w14:textId="77777777" w:rsidR="0007371F" w:rsidRPr="00EA11AC" w:rsidRDefault="0007371F" w:rsidP="004322B4">
            <w:pPr>
              <w:rPr>
                <w:rFonts w:cs="Arial Black"/>
                <w:b w:val="0"/>
                <w:sz w:val="18"/>
                <w:szCs w:val="18"/>
              </w:rPr>
            </w:pPr>
            <w:r w:rsidRPr="00EA11AC">
              <w:rPr>
                <w:rFonts w:cs="Arial Black"/>
                <w:sz w:val="18"/>
                <w:szCs w:val="18"/>
              </w:rPr>
              <w:t>Typ</w:t>
            </w:r>
          </w:p>
        </w:tc>
        <w:tc>
          <w:tcPr>
            <w:tcW w:w="1183" w:type="dxa"/>
          </w:tcPr>
          <w:p w14:paraId="5B609941" w14:textId="77777777" w:rsidR="0007371F" w:rsidRPr="00EA11AC" w:rsidRDefault="0007371F" w:rsidP="004322B4">
            <w:pPr>
              <w:rPr>
                <w:rFonts w:eastAsia="Times New Roman" w:cs="Arial Black"/>
                <w:b w:val="0"/>
                <w:sz w:val="18"/>
                <w:szCs w:val="18"/>
              </w:rPr>
            </w:pPr>
            <w:r w:rsidRPr="00EA11AC">
              <w:rPr>
                <w:rFonts w:eastAsia="Times New Roman" w:cs="Arial Black"/>
                <w:sz w:val="18"/>
                <w:szCs w:val="18"/>
              </w:rPr>
              <w:t>Liczebność</w:t>
            </w:r>
          </w:p>
        </w:tc>
      </w:tr>
      <w:tr w:rsidR="0007371F" w:rsidRPr="00EA11AC" w14:paraId="0DCBF1C6" w14:textId="77777777" w:rsidTr="00FD1B43">
        <w:trPr>
          <w:trHeight w:val="213"/>
        </w:trPr>
        <w:tc>
          <w:tcPr>
            <w:tcW w:w="2866" w:type="dxa"/>
          </w:tcPr>
          <w:p w14:paraId="056A3A38" w14:textId="77777777" w:rsidR="0007371F" w:rsidRPr="00F62FC8" w:rsidRDefault="00C56D5E" w:rsidP="00C56D5E">
            <w:pPr>
              <w:rPr>
                <w:rStyle w:val="pole"/>
                <w:rFonts w:ascii="Lato" w:hAnsi="Lato"/>
                <w:sz w:val="20"/>
                <w:szCs w:val="20"/>
              </w:rPr>
            </w:pPr>
            <w:r w:rsidRPr="00F62FC8">
              <w:rPr>
                <w:rStyle w:val="pole"/>
                <w:rFonts w:ascii="Lato" w:hAnsi="Lato"/>
                <w:sz w:val="20"/>
                <w:szCs w:val="20"/>
              </w:rPr>
              <w:t>id</w:t>
            </w:r>
          </w:p>
        </w:tc>
        <w:tc>
          <w:tcPr>
            <w:tcW w:w="2787" w:type="dxa"/>
          </w:tcPr>
          <w:p w14:paraId="57482BB1" w14:textId="77777777" w:rsidR="0007371F" w:rsidRPr="00F62FC8" w:rsidRDefault="00C56D5E" w:rsidP="00C56D5E">
            <w:pPr>
              <w:rPr>
                <w:rFonts w:eastAsia="Times New Roman" w:cs="Arial Black"/>
                <w:sz w:val="20"/>
                <w:szCs w:val="20"/>
              </w:rPr>
            </w:pPr>
            <w:r w:rsidRPr="00F62FC8">
              <w:rPr>
                <w:rFonts w:eastAsia="Times New Roman" w:cs="Arial Black"/>
                <w:sz w:val="20"/>
                <w:szCs w:val="20"/>
              </w:rPr>
              <w:t>Liczba porządkowa.</w:t>
            </w:r>
            <w:r w:rsidR="005557FF" w:rsidRPr="00F62FC8">
              <w:rPr>
                <w:rFonts w:eastAsia="Times New Roman" w:cs="Arial Black"/>
                <w:sz w:val="20"/>
                <w:szCs w:val="20"/>
              </w:rPr>
              <w:t xml:space="preserve"> (poz. D/a)</w:t>
            </w:r>
          </w:p>
        </w:tc>
        <w:tc>
          <w:tcPr>
            <w:tcW w:w="2218" w:type="dxa"/>
          </w:tcPr>
          <w:p w14:paraId="06C10BBB" w14:textId="77777777" w:rsidR="0007371F" w:rsidRPr="00F62FC8" w:rsidRDefault="004E7230" w:rsidP="00C56D5E">
            <w:pPr>
              <w:rPr>
                <w:rStyle w:val="pole"/>
                <w:rFonts w:ascii="Lato" w:hAnsi="Lato"/>
                <w:sz w:val="20"/>
                <w:szCs w:val="20"/>
              </w:rPr>
            </w:pPr>
            <w:r w:rsidRPr="00F62FC8">
              <w:rPr>
                <w:rStyle w:val="pole"/>
                <w:rFonts w:ascii="Lato" w:hAnsi="Lato"/>
                <w:sz w:val="20"/>
                <w:szCs w:val="20"/>
              </w:rPr>
              <w:t>ZNumeric</w:t>
            </w:r>
          </w:p>
        </w:tc>
        <w:tc>
          <w:tcPr>
            <w:tcW w:w="1183" w:type="dxa"/>
          </w:tcPr>
          <w:p w14:paraId="36EBC406" w14:textId="77777777" w:rsidR="0007371F" w:rsidRPr="00F62FC8" w:rsidRDefault="00993907" w:rsidP="00C56D5E">
            <w:pPr>
              <w:rPr>
                <w:rFonts w:eastAsia="Times New Roman" w:cs="Arial Black"/>
                <w:sz w:val="20"/>
                <w:szCs w:val="20"/>
              </w:rPr>
            </w:pPr>
            <w:r w:rsidRPr="00F62FC8">
              <w:rPr>
                <w:rFonts w:eastAsia="Times New Roman" w:cs="Arial Black"/>
                <w:sz w:val="20"/>
                <w:szCs w:val="20"/>
              </w:rPr>
              <w:t>1</w:t>
            </w:r>
            <w:r w:rsidR="0007371F" w:rsidRPr="00F62FC8">
              <w:rPr>
                <w:rFonts w:eastAsia="Times New Roman" w:cs="Arial Black"/>
                <w:sz w:val="20"/>
                <w:szCs w:val="20"/>
              </w:rPr>
              <w:t>..1</w:t>
            </w:r>
          </w:p>
        </w:tc>
      </w:tr>
      <w:tr w:rsidR="00D6022D" w:rsidRPr="00EA11AC" w14:paraId="0ED07243" w14:textId="77777777" w:rsidTr="00FD1B43">
        <w:trPr>
          <w:trHeight w:val="213"/>
        </w:trPr>
        <w:tc>
          <w:tcPr>
            <w:tcW w:w="2866" w:type="dxa"/>
          </w:tcPr>
          <w:p w14:paraId="6406F95E" w14:textId="77777777" w:rsidR="00D6022D" w:rsidRPr="00F62FC8" w:rsidRDefault="00C56D5E" w:rsidP="00C56D5E">
            <w:pPr>
              <w:rPr>
                <w:rStyle w:val="pole"/>
                <w:rFonts w:ascii="Lato" w:hAnsi="Lato"/>
                <w:sz w:val="20"/>
                <w:szCs w:val="20"/>
              </w:rPr>
            </w:pPr>
            <w:r w:rsidRPr="00F62FC8">
              <w:rPr>
                <w:rStyle w:val="pole"/>
                <w:rFonts w:ascii="Lato" w:hAnsi="Lato"/>
                <w:sz w:val="20"/>
                <w:szCs w:val="20"/>
              </w:rPr>
              <w:t>groupOfGoodsName</w:t>
            </w:r>
          </w:p>
        </w:tc>
        <w:tc>
          <w:tcPr>
            <w:tcW w:w="2787" w:type="dxa"/>
          </w:tcPr>
          <w:p w14:paraId="7A996D14" w14:textId="77777777" w:rsidR="00D6022D" w:rsidRPr="00F62FC8" w:rsidRDefault="00C56D5E" w:rsidP="005557FF">
            <w:pPr>
              <w:rPr>
                <w:rFonts w:eastAsia="Times New Roman" w:cs="Arial Black"/>
                <w:sz w:val="20"/>
                <w:szCs w:val="20"/>
              </w:rPr>
            </w:pPr>
            <w:r w:rsidRPr="00F62FC8">
              <w:rPr>
                <w:rFonts w:eastAsia="Times New Roman" w:cs="Arial Black"/>
                <w:sz w:val="20"/>
                <w:szCs w:val="20"/>
              </w:rPr>
              <w:t>Nazwa wyrobów podlegających opłacie paliwowej.</w:t>
            </w:r>
            <w:r w:rsidR="005557FF" w:rsidRPr="00F62FC8">
              <w:rPr>
                <w:rFonts w:eastAsia="Times New Roman" w:cs="Arial Black"/>
                <w:sz w:val="20"/>
                <w:szCs w:val="20"/>
              </w:rPr>
              <w:t xml:space="preserve"> (poz. D/b)</w:t>
            </w:r>
          </w:p>
        </w:tc>
        <w:tc>
          <w:tcPr>
            <w:tcW w:w="2218" w:type="dxa"/>
          </w:tcPr>
          <w:p w14:paraId="6AFA819D" w14:textId="77777777" w:rsidR="00CD3CBD" w:rsidRPr="00F62FC8" w:rsidRDefault="00896FF3" w:rsidP="00C56D5E">
            <w:pPr>
              <w:rPr>
                <w:rStyle w:val="pole"/>
                <w:rFonts w:ascii="Lato" w:hAnsi="Lato"/>
                <w:sz w:val="20"/>
                <w:szCs w:val="20"/>
              </w:rPr>
            </w:pPr>
            <w:r w:rsidRPr="00F62FC8">
              <w:rPr>
                <w:rStyle w:val="pole"/>
                <w:rFonts w:ascii="Lato" w:hAnsi="Lato"/>
                <w:sz w:val="20"/>
                <w:szCs w:val="20"/>
              </w:rPr>
              <w:t>ZGroupOfGoodsName</w:t>
            </w:r>
          </w:p>
        </w:tc>
        <w:tc>
          <w:tcPr>
            <w:tcW w:w="1183" w:type="dxa"/>
          </w:tcPr>
          <w:p w14:paraId="274B4CDD" w14:textId="77777777" w:rsidR="00D6022D" w:rsidRPr="00F62FC8" w:rsidRDefault="004E7230" w:rsidP="00C56D5E">
            <w:pPr>
              <w:rPr>
                <w:rFonts w:eastAsia="Times New Roman" w:cs="Arial Black"/>
                <w:sz w:val="20"/>
                <w:szCs w:val="20"/>
              </w:rPr>
            </w:pPr>
            <w:r w:rsidRPr="00F62FC8">
              <w:rPr>
                <w:rFonts w:eastAsia="Times New Roman" w:cs="Arial Black"/>
                <w:sz w:val="20"/>
                <w:szCs w:val="20"/>
              </w:rPr>
              <w:t>1..1</w:t>
            </w:r>
          </w:p>
        </w:tc>
      </w:tr>
      <w:tr w:rsidR="00D6022D" w:rsidRPr="00EA11AC" w14:paraId="28B4DED0" w14:textId="77777777" w:rsidTr="00FD1B43">
        <w:trPr>
          <w:trHeight w:val="213"/>
        </w:trPr>
        <w:tc>
          <w:tcPr>
            <w:tcW w:w="2866" w:type="dxa"/>
          </w:tcPr>
          <w:p w14:paraId="6DBC1BC0" w14:textId="77777777" w:rsidR="00D6022D" w:rsidRPr="00F62FC8" w:rsidRDefault="00C56D5E" w:rsidP="00C56D5E">
            <w:pPr>
              <w:rPr>
                <w:rStyle w:val="pole"/>
                <w:rFonts w:ascii="Lato" w:hAnsi="Lato"/>
                <w:sz w:val="20"/>
                <w:szCs w:val="20"/>
              </w:rPr>
            </w:pPr>
            <w:r w:rsidRPr="00F62FC8">
              <w:rPr>
                <w:rStyle w:val="pole"/>
                <w:rFonts w:ascii="Lato" w:hAnsi="Lato"/>
                <w:sz w:val="20"/>
                <w:szCs w:val="20"/>
              </w:rPr>
              <w:t>codeCN</w:t>
            </w:r>
          </w:p>
        </w:tc>
        <w:tc>
          <w:tcPr>
            <w:tcW w:w="2787" w:type="dxa"/>
          </w:tcPr>
          <w:p w14:paraId="6481836B" w14:textId="77777777" w:rsidR="00D6022D" w:rsidRPr="00F62FC8" w:rsidRDefault="005557FF" w:rsidP="005557FF">
            <w:pPr>
              <w:rPr>
                <w:rFonts w:eastAsia="Times New Roman" w:cs="Arial Black"/>
                <w:sz w:val="20"/>
                <w:szCs w:val="20"/>
              </w:rPr>
            </w:pPr>
            <w:r w:rsidRPr="00F62FC8">
              <w:rPr>
                <w:rFonts w:eastAsia="Times New Roman" w:cs="Arial Black"/>
                <w:sz w:val="20"/>
                <w:szCs w:val="20"/>
              </w:rPr>
              <w:t>K</w:t>
            </w:r>
            <w:r w:rsidR="004E7230" w:rsidRPr="00F62FC8">
              <w:rPr>
                <w:rFonts w:eastAsia="Times New Roman" w:cs="Arial Black"/>
                <w:sz w:val="20"/>
                <w:szCs w:val="20"/>
              </w:rPr>
              <w:t>od CN.</w:t>
            </w:r>
            <w:r w:rsidRPr="00F62FC8">
              <w:rPr>
                <w:rFonts w:eastAsia="Times New Roman" w:cs="Arial Black"/>
                <w:sz w:val="20"/>
                <w:szCs w:val="20"/>
              </w:rPr>
              <w:t xml:space="preserve"> (ośmiocyfrowy poz D/c)</w:t>
            </w:r>
          </w:p>
        </w:tc>
        <w:tc>
          <w:tcPr>
            <w:tcW w:w="2218" w:type="dxa"/>
          </w:tcPr>
          <w:p w14:paraId="579B84A6" w14:textId="77777777" w:rsidR="00FB5C64" w:rsidRPr="00F62FC8" w:rsidRDefault="00D4587A" w:rsidP="00C56D5E">
            <w:pPr>
              <w:rPr>
                <w:rStyle w:val="pole"/>
                <w:rFonts w:ascii="Lato" w:hAnsi="Lato"/>
                <w:sz w:val="20"/>
                <w:szCs w:val="20"/>
              </w:rPr>
            </w:pPr>
            <w:r w:rsidRPr="00F62FC8">
              <w:rPr>
                <w:rStyle w:val="pole"/>
                <w:rFonts w:ascii="Lato" w:hAnsi="Lato"/>
                <w:sz w:val="20"/>
                <w:szCs w:val="20"/>
              </w:rPr>
              <w:t>ZCodeCN</w:t>
            </w:r>
          </w:p>
        </w:tc>
        <w:tc>
          <w:tcPr>
            <w:tcW w:w="1183" w:type="dxa"/>
          </w:tcPr>
          <w:p w14:paraId="043CB9E9" w14:textId="77777777" w:rsidR="00D6022D" w:rsidRPr="00F62FC8" w:rsidRDefault="004E7230" w:rsidP="00C56D5E">
            <w:pPr>
              <w:rPr>
                <w:rFonts w:eastAsia="Times New Roman" w:cs="Arial Black"/>
                <w:sz w:val="20"/>
                <w:szCs w:val="20"/>
              </w:rPr>
            </w:pPr>
            <w:r w:rsidRPr="00F62FC8">
              <w:rPr>
                <w:rFonts w:eastAsia="Times New Roman" w:cs="Arial Black"/>
                <w:sz w:val="20"/>
                <w:szCs w:val="20"/>
              </w:rPr>
              <w:t>1..1</w:t>
            </w:r>
          </w:p>
        </w:tc>
      </w:tr>
      <w:tr w:rsidR="00D6022D" w:rsidRPr="00EA11AC" w14:paraId="5430F21C" w14:textId="77777777" w:rsidTr="00FD1B43">
        <w:trPr>
          <w:trHeight w:val="213"/>
        </w:trPr>
        <w:tc>
          <w:tcPr>
            <w:tcW w:w="2866" w:type="dxa"/>
          </w:tcPr>
          <w:p w14:paraId="3DD489C2" w14:textId="77777777" w:rsidR="00D6022D" w:rsidRPr="00F62FC8" w:rsidRDefault="00045FF1" w:rsidP="00C56D5E">
            <w:pPr>
              <w:rPr>
                <w:rStyle w:val="pole"/>
                <w:rFonts w:ascii="Lato" w:hAnsi="Lato"/>
                <w:sz w:val="20"/>
                <w:szCs w:val="20"/>
              </w:rPr>
            </w:pPr>
            <w:r w:rsidRPr="00F62FC8">
              <w:rPr>
                <w:rStyle w:val="pole"/>
                <w:rFonts w:ascii="Lato" w:hAnsi="Lato"/>
                <w:sz w:val="20"/>
                <w:szCs w:val="20"/>
              </w:rPr>
              <w:lastRenderedPageBreak/>
              <w:t>numberOfGoods</w:t>
            </w:r>
          </w:p>
        </w:tc>
        <w:tc>
          <w:tcPr>
            <w:tcW w:w="2787" w:type="dxa"/>
          </w:tcPr>
          <w:p w14:paraId="1DB5BA29" w14:textId="77777777" w:rsidR="00D6022D" w:rsidRPr="00F62FC8" w:rsidRDefault="00AD3611" w:rsidP="00AD3611">
            <w:pPr>
              <w:rPr>
                <w:rFonts w:eastAsia="Times New Roman" w:cs="Arial Black"/>
                <w:sz w:val="20"/>
                <w:szCs w:val="20"/>
              </w:rPr>
            </w:pPr>
            <w:r w:rsidRPr="00F62FC8">
              <w:rPr>
                <w:rFonts w:eastAsia="Times New Roman" w:cs="Arial Black"/>
                <w:sz w:val="20"/>
                <w:szCs w:val="20"/>
              </w:rPr>
              <w:t>Podstawa obliczenia wysokości opłaty paliwowej. (</w:t>
            </w:r>
            <w:r w:rsidR="004E7230" w:rsidRPr="00F62FC8">
              <w:rPr>
                <w:rFonts w:eastAsia="Times New Roman" w:cs="Arial Black"/>
                <w:sz w:val="20"/>
                <w:szCs w:val="20"/>
              </w:rPr>
              <w:t xml:space="preserve">Jednostka miary, w jakiej podane są ilości wyrobów. </w:t>
            </w:r>
            <w:r w:rsidRPr="00F62FC8">
              <w:rPr>
                <w:rFonts w:eastAsia="Times New Roman" w:cs="Arial Black"/>
                <w:sz w:val="20"/>
                <w:szCs w:val="20"/>
              </w:rPr>
              <w:t>Podstawę obliczenia wysokości opłaty paliwowej podaje się w tysiącach litrów tys.L albo tysiącach kilogramówtys.Kg z dokładnością do trzech miejsc po przecinku.  Poz. D/d)</w:t>
            </w:r>
            <w:r w:rsidR="004E7230" w:rsidRPr="00F62FC8">
              <w:rPr>
                <w:rFonts w:eastAsia="Times New Roman" w:cs="Arial Black"/>
                <w:sz w:val="20"/>
                <w:szCs w:val="20"/>
              </w:rPr>
              <w:t xml:space="preserve">. </w:t>
            </w:r>
          </w:p>
        </w:tc>
        <w:tc>
          <w:tcPr>
            <w:tcW w:w="2218" w:type="dxa"/>
          </w:tcPr>
          <w:p w14:paraId="5FB372D6" w14:textId="77777777" w:rsidR="00D6022D" w:rsidRPr="00F62FC8" w:rsidRDefault="008B7CE7" w:rsidP="00C56D5E">
            <w:pPr>
              <w:rPr>
                <w:rStyle w:val="pole"/>
                <w:rFonts w:ascii="Lato" w:hAnsi="Lato"/>
                <w:sz w:val="20"/>
                <w:szCs w:val="20"/>
              </w:rPr>
            </w:pPr>
            <w:r w:rsidRPr="00F62FC8">
              <w:rPr>
                <w:rStyle w:val="pole"/>
                <w:rFonts w:ascii="Lato" w:hAnsi="Lato"/>
                <w:sz w:val="20"/>
                <w:szCs w:val="20"/>
              </w:rPr>
              <w:t>ZAmountE</w:t>
            </w:r>
          </w:p>
        </w:tc>
        <w:tc>
          <w:tcPr>
            <w:tcW w:w="1183" w:type="dxa"/>
          </w:tcPr>
          <w:p w14:paraId="02496193" w14:textId="77777777" w:rsidR="00D6022D" w:rsidRPr="00F62FC8" w:rsidRDefault="004E7230" w:rsidP="00C56D5E">
            <w:pPr>
              <w:rPr>
                <w:rFonts w:eastAsia="Times New Roman" w:cs="Arial Black"/>
                <w:sz w:val="20"/>
                <w:szCs w:val="20"/>
              </w:rPr>
            </w:pPr>
            <w:r w:rsidRPr="00F62FC8">
              <w:rPr>
                <w:rFonts w:eastAsia="Times New Roman" w:cs="Arial Black"/>
                <w:sz w:val="20"/>
                <w:szCs w:val="20"/>
              </w:rPr>
              <w:t>1..1</w:t>
            </w:r>
          </w:p>
        </w:tc>
      </w:tr>
      <w:tr w:rsidR="00D6022D" w:rsidRPr="00EA11AC" w14:paraId="7CB124A5" w14:textId="77777777" w:rsidTr="00FD1B43">
        <w:trPr>
          <w:trHeight w:val="213"/>
        </w:trPr>
        <w:tc>
          <w:tcPr>
            <w:tcW w:w="2866" w:type="dxa"/>
          </w:tcPr>
          <w:p w14:paraId="74C4EE5E" w14:textId="77777777" w:rsidR="00D6022D" w:rsidRPr="00F62FC8" w:rsidRDefault="00C56D5E" w:rsidP="00C56D5E">
            <w:pPr>
              <w:rPr>
                <w:rStyle w:val="pole"/>
                <w:rFonts w:ascii="Lato" w:hAnsi="Lato"/>
                <w:sz w:val="20"/>
                <w:szCs w:val="20"/>
              </w:rPr>
            </w:pPr>
            <w:r w:rsidRPr="00F62FC8">
              <w:rPr>
                <w:rStyle w:val="pole"/>
                <w:rFonts w:ascii="Lato" w:hAnsi="Lato"/>
                <w:sz w:val="20"/>
                <w:szCs w:val="20"/>
              </w:rPr>
              <w:t>taxRate</w:t>
            </w:r>
          </w:p>
        </w:tc>
        <w:tc>
          <w:tcPr>
            <w:tcW w:w="2787" w:type="dxa"/>
          </w:tcPr>
          <w:p w14:paraId="41F986F5" w14:textId="77777777" w:rsidR="00D6022D" w:rsidRPr="00F62FC8" w:rsidRDefault="004E7230" w:rsidP="00AD3611">
            <w:pPr>
              <w:rPr>
                <w:rFonts w:eastAsia="Times New Roman" w:cs="Arial Black"/>
                <w:sz w:val="20"/>
                <w:szCs w:val="20"/>
              </w:rPr>
            </w:pPr>
            <w:r w:rsidRPr="00F62FC8">
              <w:rPr>
                <w:rFonts w:eastAsia="Times New Roman" w:cs="Arial Black"/>
                <w:sz w:val="20"/>
                <w:szCs w:val="20"/>
              </w:rPr>
              <w:t>Stawka opłaty.</w:t>
            </w:r>
            <w:r w:rsidR="00AD3611" w:rsidRPr="00F62FC8">
              <w:rPr>
                <w:rFonts w:eastAsia="Times New Roman" w:cs="Arial Black"/>
                <w:sz w:val="20"/>
                <w:szCs w:val="20"/>
              </w:rPr>
              <w:t>( poz. D/e)</w:t>
            </w:r>
          </w:p>
        </w:tc>
        <w:tc>
          <w:tcPr>
            <w:tcW w:w="2218" w:type="dxa"/>
          </w:tcPr>
          <w:p w14:paraId="1CBB33C2" w14:textId="77777777" w:rsidR="00D6022D" w:rsidRPr="00F62FC8" w:rsidRDefault="005101CA" w:rsidP="00C56D5E">
            <w:pPr>
              <w:rPr>
                <w:rStyle w:val="pole"/>
                <w:rFonts w:ascii="Lato" w:hAnsi="Lato"/>
                <w:sz w:val="20"/>
                <w:szCs w:val="20"/>
              </w:rPr>
            </w:pPr>
            <w:r w:rsidRPr="00F62FC8">
              <w:rPr>
                <w:rStyle w:val="pole"/>
                <w:rFonts w:ascii="Lato" w:hAnsi="Lato"/>
                <w:sz w:val="20"/>
                <w:szCs w:val="20"/>
              </w:rPr>
              <w:t>ZAmountC</w:t>
            </w:r>
          </w:p>
        </w:tc>
        <w:tc>
          <w:tcPr>
            <w:tcW w:w="1183" w:type="dxa"/>
          </w:tcPr>
          <w:p w14:paraId="54BD4948" w14:textId="77777777" w:rsidR="00D6022D" w:rsidRPr="00F62FC8" w:rsidRDefault="004E7230" w:rsidP="00C56D5E">
            <w:pPr>
              <w:rPr>
                <w:rFonts w:eastAsia="Times New Roman" w:cs="Arial Black"/>
                <w:sz w:val="20"/>
                <w:szCs w:val="20"/>
              </w:rPr>
            </w:pPr>
            <w:r w:rsidRPr="00F62FC8">
              <w:rPr>
                <w:rFonts w:eastAsia="Times New Roman" w:cs="Arial Black"/>
                <w:sz w:val="20"/>
                <w:szCs w:val="20"/>
              </w:rPr>
              <w:t>1..1</w:t>
            </w:r>
          </w:p>
        </w:tc>
      </w:tr>
      <w:tr w:rsidR="00BB3BD6" w:rsidRPr="00EA11AC" w14:paraId="1CA10482" w14:textId="77777777" w:rsidTr="00FD1B43">
        <w:trPr>
          <w:trHeight w:val="213"/>
        </w:trPr>
        <w:tc>
          <w:tcPr>
            <w:tcW w:w="2866" w:type="dxa"/>
          </w:tcPr>
          <w:p w14:paraId="32D7D7D0" w14:textId="77777777" w:rsidR="00BB3BD6" w:rsidRPr="00F62FC8" w:rsidRDefault="00BB3BD6" w:rsidP="00BB3BD6">
            <w:pPr>
              <w:rPr>
                <w:rStyle w:val="pole"/>
                <w:rFonts w:ascii="Lato" w:hAnsi="Lato"/>
                <w:sz w:val="20"/>
                <w:szCs w:val="20"/>
              </w:rPr>
            </w:pPr>
            <w:r w:rsidRPr="00F62FC8">
              <w:rPr>
                <w:rStyle w:val="pole"/>
                <w:rFonts w:ascii="Lato" w:hAnsi="Lato"/>
                <w:sz w:val="20"/>
                <w:szCs w:val="20"/>
              </w:rPr>
              <w:t>amountOfFee</w:t>
            </w:r>
          </w:p>
        </w:tc>
        <w:tc>
          <w:tcPr>
            <w:tcW w:w="2787" w:type="dxa"/>
          </w:tcPr>
          <w:p w14:paraId="1D7F026F" w14:textId="77777777" w:rsidR="00BB3BD6" w:rsidRPr="00F62FC8" w:rsidRDefault="006C6507" w:rsidP="00AD3611">
            <w:pPr>
              <w:rPr>
                <w:rFonts w:eastAsia="Times New Roman" w:cs="Arial Black"/>
                <w:sz w:val="20"/>
                <w:szCs w:val="20"/>
              </w:rPr>
            </w:pPr>
            <w:r w:rsidRPr="00F62FC8">
              <w:rPr>
                <w:rFonts w:eastAsia="Times New Roman" w:cs="Arial Black"/>
                <w:sz w:val="20"/>
                <w:szCs w:val="20"/>
              </w:rPr>
              <w:t>Kwota opłaty w zł</w:t>
            </w:r>
            <w:r w:rsidR="00AD3611" w:rsidRPr="00F62FC8">
              <w:rPr>
                <w:rFonts w:eastAsia="Times New Roman" w:cs="Arial Black"/>
                <w:sz w:val="20"/>
                <w:szCs w:val="20"/>
              </w:rPr>
              <w:t xml:space="preserve"> </w:t>
            </w:r>
            <w:r w:rsidRPr="00F62FC8">
              <w:rPr>
                <w:rFonts w:eastAsia="Times New Roman" w:cs="Arial Black"/>
                <w:sz w:val="20"/>
                <w:szCs w:val="20"/>
              </w:rPr>
              <w:t>(</w:t>
            </w:r>
            <w:r w:rsidR="00AD3611" w:rsidRPr="00F62FC8">
              <w:rPr>
                <w:rFonts w:eastAsia="Times New Roman" w:cs="Arial Black"/>
                <w:sz w:val="20"/>
                <w:szCs w:val="20"/>
              </w:rPr>
              <w:t>Kwoty opłaty paliwowej zaokrągla się do pełnych złotych w ten sposób, że końcówki kwot wynoszące mniej niż 50 groszy pomija się, a końcówki kwot wynoszące 50 i więcej groszy podwyższa się do pełnych złotych</w:t>
            </w:r>
            <w:r w:rsidRPr="00F62FC8">
              <w:rPr>
                <w:rFonts w:eastAsia="Times New Roman" w:cs="Arial Black"/>
                <w:sz w:val="20"/>
                <w:szCs w:val="20"/>
              </w:rPr>
              <w:t>)</w:t>
            </w:r>
            <w:r w:rsidR="005557FF" w:rsidRPr="00F62FC8">
              <w:rPr>
                <w:rFonts w:eastAsia="Times New Roman" w:cs="Arial Black"/>
                <w:sz w:val="20"/>
                <w:szCs w:val="20"/>
              </w:rPr>
              <w:t xml:space="preserve"> (poz D/f)</w:t>
            </w:r>
          </w:p>
        </w:tc>
        <w:tc>
          <w:tcPr>
            <w:tcW w:w="2218" w:type="dxa"/>
          </w:tcPr>
          <w:p w14:paraId="2C8D14D2" w14:textId="77777777" w:rsidR="00BB3BD6" w:rsidRPr="00F62FC8" w:rsidRDefault="00BB3BD6" w:rsidP="00BB3BD6">
            <w:pPr>
              <w:rPr>
                <w:rStyle w:val="pole"/>
                <w:rFonts w:ascii="Lato" w:hAnsi="Lato"/>
                <w:sz w:val="20"/>
                <w:szCs w:val="20"/>
              </w:rPr>
            </w:pPr>
            <w:r w:rsidRPr="00F62FC8">
              <w:rPr>
                <w:rStyle w:val="pole"/>
                <w:rFonts w:ascii="Lato" w:hAnsi="Lato"/>
                <w:sz w:val="20"/>
                <w:szCs w:val="20"/>
              </w:rPr>
              <w:t>ZAmountP</w:t>
            </w:r>
          </w:p>
        </w:tc>
        <w:tc>
          <w:tcPr>
            <w:tcW w:w="1183" w:type="dxa"/>
          </w:tcPr>
          <w:p w14:paraId="3B64947B" w14:textId="77777777" w:rsidR="00BB3BD6" w:rsidRPr="00F62FC8" w:rsidRDefault="00BB3BD6" w:rsidP="00BB3BD6">
            <w:pPr>
              <w:rPr>
                <w:rFonts w:eastAsia="Times New Roman" w:cs="Arial Black"/>
                <w:sz w:val="20"/>
                <w:szCs w:val="20"/>
              </w:rPr>
            </w:pPr>
            <w:r w:rsidRPr="00F62FC8">
              <w:rPr>
                <w:rFonts w:eastAsia="Times New Roman" w:cs="Arial Black"/>
                <w:sz w:val="20"/>
                <w:szCs w:val="20"/>
              </w:rPr>
              <w:t>1..1</w:t>
            </w:r>
          </w:p>
        </w:tc>
      </w:tr>
    </w:tbl>
    <w:p w14:paraId="15120DC9" w14:textId="77777777" w:rsidR="006A7186" w:rsidRPr="00FD1B43" w:rsidRDefault="006A7186" w:rsidP="00F90727">
      <w:pPr>
        <w:pStyle w:val="Nagwek2"/>
        <w:rPr>
          <w:lang w:val="pl-PL"/>
        </w:rPr>
      </w:pPr>
      <w:bookmarkStart w:id="65" w:name="_Toc184021061"/>
      <w:r w:rsidRPr="00FD1B43">
        <w:rPr>
          <w:lang w:val="pl-PL"/>
        </w:rPr>
        <w:t>Reguły</w:t>
      </w:r>
      <w:bookmarkEnd w:id="65"/>
    </w:p>
    <w:p w14:paraId="70D8EA01" w14:textId="06ED7E63" w:rsidR="00F62FC8" w:rsidRDefault="00F62FC8" w:rsidP="00F62FC8">
      <w:pPr>
        <w:pStyle w:val="Legenda"/>
        <w:keepNext/>
      </w:pPr>
      <w:bookmarkStart w:id="66" w:name="_Toc184021046"/>
      <w:r>
        <w:t xml:space="preserve">Tabela </w:t>
      </w:r>
      <w:r w:rsidR="009A710E">
        <w:fldChar w:fldCharType="begin"/>
      </w:r>
      <w:r w:rsidR="009A710E">
        <w:instrText xml:space="preserve"> SEQ Tabela \* ARABIC </w:instrText>
      </w:r>
      <w:r w:rsidR="009A710E">
        <w:fldChar w:fldCharType="separate"/>
      </w:r>
      <w:r>
        <w:rPr>
          <w:noProof/>
        </w:rPr>
        <w:t>17</w:t>
      </w:r>
      <w:r w:rsidR="009A710E">
        <w:rPr>
          <w:noProof/>
        </w:rPr>
        <w:fldChar w:fldCharType="end"/>
      </w:r>
      <w:r>
        <w:t xml:space="preserve">. </w:t>
      </w:r>
      <w:r w:rsidRPr="0087133D">
        <w:t>Reguły dotyczące deklaracji OPAL</w:t>
      </w:r>
      <w:bookmarkEnd w:id="66"/>
    </w:p>
    <w:tbl>
      <w:tblPr>
        <w:tblStyle w:val="Tabela-Siatka"/>
        <w:tblW w:w="0" w:type="auto"/>
        <w:tblLook w:val="01E0" w:firstRow="1" w:lastRow="1" w:firstColumn="1" w:lastColumn="1" w:noHBand="0" w:noVBand="0"/>
      </w:tblPr>
      <w:tblGrid>
        <w:gridCol w:w="942"/>
        <w:gridCol w:w="8112"/>
      </w:tblGrid>
      <w:tr w:rsidR="005B2984" w:rsidRPr="00EA11AC" w14:paraId="69FCFE11" w14:textId="77777777" w:rsidTr="009A274D">
        <w:trPr>
          <w:cnfStyle w:val="100000000000" w:firstRow="1" w:lastRow="0" w:firstColumn="0" w:lastColumn="0" w:oddVBand="0" w:evenVBand="0" w:oddHBand="0" w:evenHBand="0" w:firstRowFirstColumn="0" w:firstRowLastColumn="0" w:lastRowFirstColumn="0" w:lastRowLastColumn="0"/>
          <w:trHeight w:val="213"/>
          <w:tblHeader/>
        </w:trPr>
        <w:tc>
          <w:tcPr>
            <w:tcW w:w="942" w:type="dxa"/>
          </w:tcPr>
          <w:p w14:paraId="70A7A485" w14:textId="77777777" w:rsidR="005B2984" w:rsidRPr="00EA11AC" w:rsidRDefault="005B2984" w:rsidP="00D61C39">
            <w:pPr>
              <w:rPr>
                <w:rFonts w:eastAsia="Arial Narrow" w:cs="Courier New"/>
                <w:b w:val="0"/>
                <w:sz w:val="18"/>
                <w:szCs w:val="18"/>
              </w:rPr>
            </w:pPr>
            <w:r w:rsidRPr="00EA11AC">
              <w:rPr>
                <w:rFonts w:eastAsia="Arial Narrow" w:cs="Courier New"/>
                <w:sz w:val="18"/>
                <w:szCs w:val="18"/>
              </w:rPr>
              <w:t xml:space="preserve">Nazwa </w:t>
            </w:r>
          </w:p>
        </w:tc>
        <w:tc>
          <w:tcPr>
            <w:tcW w:w="8112" w:type="dxa"/>
          </w:tcPr>
          <w:p w14:paraId="6A5F6D9D" w14:textId="77777777" w:rsidR="005B2984" w:rsidRPr="00EA11AC" w:rsidRDefault="005B2984" w:rsidP="00D61C39">
            <w:pPr>
              <w:rPr>
                <w:rFonts w:eastAsia="Arial Narrow" w:cs="Courier New"/>
                <w:b w:val="0"/>
                <w:color w:val="000000"/>
                <w:sz w:val="18"/>
                <w:szCs w:val="18"/>
                <w:lang w:eastAsia="pl-PL"/>
              </w:rPr>
            </w:pPr>
            <w:r w:rsidRPr="00EA11AC">
              <w:rPr>
                <w:rFonts w:eastAsia="Arial Narrow" w:cs="Courier New"/>
                <w:color w:val="000000"/>
                <w:sz w:val="18"/>
                <w:szCs w:val="18"/>
                <w:lang w:eastAsia="pl-PL"/>
              </w:rPr>
              <w:t>Opis</w:t>
            </w:r>
          </w:p>
        </w:tc>
      </w:tr>
      <w:tr w:rsidR="00102517" w:rsidRPr="00EA11AC" w14:paraId="50AE6C24" w14:textId="77777777" w:rsidTr="009A274D">
        <w:trPr>
          <w:trHeight w:val="20"/>
        </w:trPr>
        <w:tc>
          <w:tcPr>
            <w:tcW w:w="942" w:type="dxa"/>
          </w:tcPr>
          <w:p w14:paraId="29ABD0CE" w14:textId="77777777" w:rsidR="00102517" w:rsidRPr="00F62FC8" w:rsidRDefault="0016350F" w:rsidP="00D61C39">
            <w:pPr>
              <w:rPr>
                <w:rFonts w:eastAsia="Arial Narrow" w:cs="Arial"/>
                <w:sz w:val="20"/>
                <w:szCs w:val="20"/>
              </w:rPr>
            </w:pPr>
            <w:bookmarkStart w:id="67" w:name="R1"/>
            <w:r w:rsidRPr="00F62FC8">
              <w:rPr>
                <w:rFonts w:eastAsia="Arial Narrow" w:cs="Arial"/>
                <w:sz w:val="20"/>
                <w:szCs w:val="20"/>
              </w:rPr>
              <w:t>R1</w:t>
            </w:r>
            <w:bookmarkEnd w:id="67"/>
          </w:p>
        </w:tc>
        <w:tc>
          <w:tcPr>
            <w:tcW w:w="8112" w:type="dxa"/>
          </w:tcPr>
          <w:p w14:paraId="3F7647A0" w14:textId="77777777" w:rsidR="00102517" w:rsidRPr="00F62FC8" w:rsidRDefault="00102517" w:rsidP="00102517">
            <w:pPr>
              <w:pStyle w:val="Z2tabelatekst"/>
              <w:spacing w:before="0" w:after="0"/>
              <w:jc w:val="both"/>
              <w:rPr>
                <w:rFonts w:ascii="Lato" w:hAnsi="Lato" w:cs="Arial"/>
                <w:sz w:val="20"/>
                <w:szCs w:val="20"/>
                <w:lang w:val="pl-PL" w:eastAsia="pl-PL"/>
              </w:rPr>
            </w:pPr>
            <w:r w:rsidRPr="00F62FC8">
              <w:rPr>
                <w:rFonts w:ascii="Lato" w:hAnsi="Lato" w:cs="Arial"/>
                <w:sz w:val="20"/>
                <w:szCs w:val="20"/>
                <w:lang w:val="pl-PL" w:eastAsia="pl-PL"/>
              </w:rPr>
              <w:t xml:space="preserve">Pole </w:t>
            </w:r>
            <w:r w:rsidR="00810EC7" w:rsidRPr="00F62FC8">
              <w:rPr>
                <w:rStyle w:val="poleodsylacz"/>
                <w:rFonts w:ascii="Lato" w:hAnsi="Lato" w:cs="Arial"/>
                <w:sz w:val="20"/>
                <w:szCs w:val="20"/>
              </w:rPr>
              <w:fldChar w:fldCharType="begin"/>
            </w:r>
            <w:r w:rsidR="00810EC7" w:rsidRPr="00F62FC8">
              <w:rPr>
                <w:rStyle w:val="poleodsylacz"/>
                <w:rFonts w:ascii="Lato" w:hAnsi="Lato" w:cs="Arial"/>
                <w:sz w:val="20"/>
                <w:szCs w:val="20"/>
                <w:lang w:val="pl-PL"/>
              </w:rPr>
              <w:instrText xml:space="preserve"> REF typeOfTrader \h </w:instrText>
            </w:r>
            <w:r w:rsidR="00EE076E" w:rsidRPr="00F62FC8">
              <w:rPr>
                <w:rStyle w:val="poleodsylacz"/>
                <w:rFonts w:ascii="Lato" w:hAnsi="Lato" w:cs="Arial"/>
                <w:sz w:val="20"/>
                <w:szCs w:val="20"/>
                <w:lang w:val="pl-PL"/>
              </w:rPr>
              <w:instrText xml:space="preserve"> \* MERGEFORMAT </w:instrText>
            </w:r>
            <w:r w:rsidR="00810EC7" w:rsidRPr="00F62FC8">
              <w:rPr>
                <w:rStyle w:val="poleodsylacz"/>
                <w:rFonts w:ascii="Lato" w:hAnsi="Lato" w:cs="Arial"/>
                <w:sz w:val="20"/>
                <w:szCs w:val="20"/>
              </w:rPr>
            </w:r>
            <w:r w:rsidR="00810EC7" w:rsidRPr="00F62FC8">
              <w:rPr>
                <w:rStyle w:val="poleodsylacz"/>
                <w:rFonts w:ascii="Lato" w:hAnsi="Lato" w:cs="Arial"/>
                <w:sz w:val="20"/>
                <w:szCs w:val="20"/>
              </w:rPr>
              <w:fldChar w:fldCharType="separate"/>
            </w:r>
            <w:r w:rsidR="0052183A" w:rsidRPr="00F62FC8">
              <w:rPr>
                <w:rStyle w:val="poleodsylacz"/>
                <w:rFonts w:ascii="Lato" w:hAnsi="Lato" w:cs="Arial"/>
                <w:sz w:val="20"/>
                <w:szCs w:val="20"/>
                <w:lang w:val="pl-PL"/>
              </w:rPr>
              <w:t>typeOfTrader</w:t>
            </w:r>
            <w:r w:rsidR="00810EC7" w:rsidRPr="00F62FC8">
              <w:rPr>
                <w:rStyle w:val="poleodsylacz"/>
                <w:rFonts w:ascii="Lato" w:hAnsi="Lato" w:cs="Arial"/>
                <w:sz w:val="20"/>
                <w:szCs w:val="20"/>
              </w:rPr>
              <w:fldChar w:fldCharType="end"/>
            </w:r>
            <w:r w:rsidR="00810EC7" w:rsidRPr="00F62FC8">
              <w:rPr>
                <w:rFonts w:ascii="Lato" w:hAnsi="Lato" w:cs="Arial"/>
                <w:sz w:val="20"/>
                <w:szCs w:val="20"/>
                <w:lang w:val="pl-PL" w:eastAsia="pl-PL"/>
              </w:rPr>
              <w:t xml:space="preserve"> </w:t>
            </w:r>
            <w:r w:rsidRPr="00F62FC8">
              <w:rPr>
                <w:rFonts w:ascii="Lato" w:hAnsi="Lato" w:cs="Arial"/>
                <w:sz w:val="20"/>
                <w:szCs w:val="20"/>
                <w:lang w:val="pl-PL" w:eastAsia="pl-PL"/>
              </w:rPr>
              <w:t>może przyjmować następujące wartości:</w:t>
            </w:r>
          </w:p>
          <w:p w14:paraId="37A6A855" w14:textId="77777777" w:rsidR="00102517" w:rsidRPr="00F62FC8" w:rsidRDefault="00102517" w:rsidP="00241173">
            <w:pPr>
              <w:pStyle w:val="Z2tabelatekst"/>
              <w:numPr>
                <w:ilvl w:val="0"/>
                <w:numId w:val="3"/>
              </w:numPr>
              <w:tabs>
                <w:tab w:val="clear" w:pos="4536"/>
                <w:tab w:val="clear" w:pos="9072"/>
              </w:tabs>
              <w:spacing w:before="0" w:after="0"/>
              <w:ind w:left="714" w:hanging="357"/>
              <w:jc w:val="both"/>
              <w:rPr>
                <w:rFonts w:ascii="Lato" w:hAnsi="Lato" w:cs="Arial"/>
                <w:sz w:val="20"/>
                <w:szCs w:val="20"/>
                <w:lang w:val="pl-PL" w:eastAsia="pl-PL"/>
              </w:rPr>
            </w:pPr>
            <w:r w:rsidRPr="00F62FC8">
              <w:rPr>
                <w:rFonts w:ascii="Lato" w:hAnsi="Lato" w:cs="Arial"/>
                <w:sz w:val="20"/>
                <w:szCs w:val="20"/>
                <w:lang w:val="pl-PL" w:eastAsia="pl-PL"/>
              </w:rPr>
              <w:t>IMP – Importer,</w:t>
            </w:r>
          </w:p>
          <w:p w14:paraId="0F948B3D" w14:textId="77777777" w:rsidR="00102517" w:rsidRPr="00F62FC8" w:rsidRDefault="00102517" w:rsidP="00241173">
            <w:pPr>
              <w:pStyle w:val="Z2tabelatekst"/>
              <w:numPr>
                <w:ilvl w:val="0"/>
                <w:numId w:val="3"/>
              </w:numPr>
              <w:tabs>
                <w:tab w:val="clear" w:pos="4536"/>
                <w:tab w:val="clear" w:pos="9072"/>
              </w:tabs>
              <w:spacing w:before="0" w:after="0"/>
              <w:ind w:left="714" w:hanging="357"/>
              <w:jc w:val="both"/>
              <w:rPr>
                <w:rFonts w:ascii="Lato" w:hAnsi="Lato" w:cs="Arial"/>
                <w:sz w:val="20"/>
                <w:szCs w:val="20"/>
                <w:lang w:val="pl-PL" w:eastAsia="pl-PL"/>
              </w:rPr>
            </w:pPr>
            <w:r w:rsidRPr="00F62FC8">
              <w:rPr>
                <w:rFonts w:ascii="Lato" w:hAnsi="Lato" w:cs="Arial"/>
                <w:sz w:val="20"/>
                <w:szCs w:val="20"/>
                <w:lang w:val="pl-PL" w:eastAsia="pl-PL"/>
              </w:rPr>
              <w:t>PRNAB – Producent/Nabywca</w:t>
            </w:r>
            <w:r w:rsidR="00D951BD" w:rsidRPr="00F62FC8">
              <w:rPr>
                <w:rFonts w:ascii="Lato" w:hAnsi="Lato" w:cs="Arial"/>
                <w:sz w:val="20"/>
                <w:szCs w:val="20"/>
                <w:lang w:val="pl-PL" w:eastAsia="pl-PL"/>
              </w:rPr>
              <w:t>.</w:t>
            </w:r>
          </w:p>
        </w:tc>
      </w:tr>
      <w:tr w:rsidR="000227C9" w:rsidRPr="00EA11AC" w14:paraId="5C2B2EFA" w14:textId="77777777" w:rsidTr="009A274D">
        <w:trPr>
          <w:trHeight w:val="20"/>
        </w:trPr>
        <w:tc>
          <w:tcPr>
            <w:tcW w:w="942" w:type="dxa"/>
          </w:tcPr>
          <w:p w14:paraId="4E7777C5" w14:textId="77777777" w:rsidR="000227C9" w:rsidRPr="00F62FC8" w:rsidRDefault="0016350F" w:rsidP="00D61C39">
            <w:pPr>
              <w:rPr>
                <w:rFonts w:eastAsia="Arial Narrow" w:cs="Arial"/>
                <w:sz w:val="20"/>
                <w:szCs w:val="20"/>
              </w:rPr>
            </w:pPr>
            <w:bookmarkStart w:id="68" w:name="R2"/>
            <w:r w:rsidRPr="00F62FC8">
              <w:rPr>
                <w:rFonts w:eastAsia="Arial Narrow" w:cs="Arial"/>
                <w:sz w:val="20"/>
                <w:szCs w:val="20"/>
              </w:rPr>
              <w:t>R2</w:t>
            </w:r>
            <w:bookmarkEnd w:id="68"/>
          </w:p>
        </w:tc>
        <w:tc>
          <w:tcPr>
            <w:tcW w:w="8112" w:type="dxa"/>
          </w:tcPr>
          <w:p w14:paraId="583AA079" w14:textId="77777777" w:rsidR="000227C9" w:rsidRPr="00F62FC8" w:rsidRDefault="000227C9" w:rsidP="00D61C39">
            <w:pPr>
              <w:pStyle w:val="Z2tabelatekst"/>
              <w:spacing w:before="0" w:after="0"/>
              <w:jc w:val="both"/>
              <w:rPr>
                <w:rFonts w:ascii="Lato" w:hAnsi="Lato" w:cs="Arial"/>
                <w:sz w:val="20"/>
                <w:szCs w:val="20"/>
                <w:lang w:val="pl-PL" w:eastAsia="pl-PL"/>
              </w:rPr>
            </w:pPr>
            <w:r w:rsidRPr="00F62FC8">
              <w:rPr>
                <w:rFonts w:ascii="Lato" w:hAnsi="Lato" w:cs="Arial"/>
                <w:sz w:val="20"/>
                <w:szCs w:val="20"/>
                <w:lang w:val="pl-PL" w:eastAsia="pl-PL"/>
              </w:rPr>
              <w:t>Deklaracja nie może być złożona za okres który się jeszcze nie zakończył</w:t>
            </w:r>
            <w:r w:rsidR="00016818" w:rsidRPr="00F62FC8">
              <w:rPr>
                <w:rFonts w:ascii="Lato" w:hAnsi="Lato" w:cs="Arial"/>
                <w:sz w:val="20"/>
                <w:szCs w:val="20"/>
                <w:lang w:val="pl-PL" w:eastAsia="pl-PL"/>
              </w:rPr>
              <w:t xml:space="preserve"> lub data złożenia większą niż bieżąca</w:t>
            </w:r>
            <w:r w:rsidRPr="00F62FC8">
              <w:rPr>
                <w:rFonts w:ascii="Lato" w:hAnsi="Lato" w:cs="Arial"/>
                <w:sz w:val="20"/>
                <w:szCs w:val="20"/>
                <w:lang w:val="pl-PL" w:eastAsia="pl-PL"/>
              </w:rPr>
              <w:t>.</w:t>
            </w:r>
          </w:p>
        </w:tc>
      </w:tr>
      <w:tr w:rsidR="00A95C28" w:rsidRPr="00EA11AC" w14:paraId="16305A92" w14:textId="77777777" w:rsidTr="009A274D">
        <w:trPr>
          <w:trHeight w:val="20"/>
        </w:trPr>
        <w:tc>
          <w:tcPr>
            <w:tcW w:w="942" w:type="dxa"/>
          </w:tcPr>
          <w:p w14:paraId="7FB611AC" w14:textId="77777777" w:rsidR="00A95C28" w:rsidRPr="00F62FC8" w:rsidRDefault="00A95C28" w:rsidP="00A95C28">
            <w:pPr>
              <w:rPr>
                <w:rFonts w:eastAsia="Arial Narrow" w:cs="Arial"/>
                <w:sz w:val="20"/>
                <w:szCs w:val="20"/>
              </w:rPr>
            </w:pPr>
            <w:bookmarkStart w:id="69" w:name="R3"/>
            <w:r w:rsidRPr="00F62FC8">
              <w:rPr>
                <w:rFonts w:eastAsia="Arial Narrow" w:cs="Arial"/>
                <w:sz w:val="20"/>
                <w:szCs w:val="20"/>
              </w:rPr>
              <w:lastRenderedPageBreak/>
              <w:t>R</w:t>
            </w:r>
            <w:r w:rsidR="0016350F" w:rsidRPr="00F62FC8">
              <w:rPr>
                <w:rFonts w:eastAsia="Arial Narrow" w:cs="Arial"/>
                <w:sz w:val="20"/>
                <w:szCs w:val="20"/>
              </w:rPr>
              <w:t>3</w:t>
            </w:r>
            <w:bookmarkEnd w:id="69"/>
          </w:p>
        </w:tc>
        <w:tc>
          <w:tcPr>
            <w:tcW w:w="8112" w:type="dxa"/>
          </w:tcPr>
          <w:p w14:paraId="06D0E00F" w14:textId="77777777" w:rsidR="00A95C28" w:rsidRPr="00F62FC8" w:rsidRDefault="002112B1" w:rsidP="002112B1">
            <w:pPr>
              <w:pStyle w:val="Z2tabelatekst"/>
              <w:spacing w:before="0" w:after="0"/>
              <w:jc w:val="both"/>
              <w:rPr>
                <w:rFonts w:ascii="Lato" w:hAnsi="Lato" w:cs="Arial"/>
                <w:sz w:val="20"/>
                <w:szCs w:val="20"/>
                <w:lang w:val="pl-PL" w:eastAsia="pl-PL"/>
              </w:rPr>
            </w:pPr>
            <w:r w:rsidRPr="00F62FC8">
              <w:rPr>
                <w:rFonts w:ascii="Lato" w:hAnsi="Lato" w:cs="Arial"/>
                <w:sz w:val="20"/>
                <w:szCs w:val="20"/>
                <w:lang w:val="pl-PL" w:eastAsia="pl-PL"/>
              </w:rPr>
              <w:t>Zaznaczenie jednego z:pol</w:t>
            </w:r>
            <w:r w:rsidR="00E94954" w:rsidRPr="00F62FC8">
              <w:rPr>
                <w:rFonts w:ascii="Lato" w:hAnsi="Lato" w:cs="Arial"/>
                <w:sz w:val="20"/>
                <w:szCs w:val="20"/>
                <w:lang w:val="pl-PL" w:eastAsia="pl-PL"/>
              </w:rPr>
              <w:t>a</w:t>
            </w:r>
            <w:r w:rsidR="00A95C28" w:rsidRPr="00F62FC8">
              <w:rPr>
                <w:rFonts w:ascii="Lato" w:hAnsi="Lato" w:cs="Arial"/>
                <w:sz w:val="20"/>
                <w:szCs w:val="20"/>
                <w:lang w:val="pl-PL" w:eastAsia="pl-PL"/>
              </w:rPr>
              <w:t xml:space="preserve"> </w:t>
            </w:r>
            <w:r w:rsidR="00027324" w:rsidRPr="00F62FC8">
              <w:rPr>
                <w:rStyle w:val="poleodsylacz"/>
                <w:rFonts w:ascii="Lato" w:hAnsi="Lato" w:cs="Arial"/>
                <w:sz w:val="20"/>
                <w:szCs w:val="20"/>
              </w:rPr>
              <w:fldChar w:fldCharType="begin"/>
            </w:r>
            <w:r w:rsidR="00027324" w:rsidRPr="00F62FC8">
              <w:rPr>
                <w:rStyle w:val="poleodsylacz"/>
                <w:rFonts w:ascii="Lato" w:hAnsi="Lato" w:cs="Arial"/>
                <w:sz w:val="20"/>
                <w:szCs w:val="20"/>
                <w:lang w:val="pl-PL"/>
              </w:rPr>
              <w:instrText xml:space="preserve"> REF period\h </w:instrText>
            </w:r>
            <w:r w:rsidR="00EE076E" w:rsidRPr="00F62FC8">
              <w:rPr>
                <w:rStyle w:val="poleodsylacz"/>
                <w:rFonts w:ascii="Lato" w:hAnsi="Lato" w:cs="Arial"/>
                <w:sz w:val="20"/>
                <w:szCs w:val="20"/>
                <w:lang w:val="pl-PL"/>
              </w:rPr>
              <w:instrText xml:space="preserve"> \* MERGEFORMAT </w:instrText>
            </w:r>
            <w:r w:rsidR="00027324" w:rsidRPr="00F62FC8">
              <w:rPr>
                <w:rStyle w:val="poleodsylacz"/>
                <w:rFonts w:ascii="Lato" w:hAnsi="Lato" w:cs="Arial"/>
                <w:sz w:val="20"/>
                <w:szCs w:val="20"/>
              </w:rPr>
            </w:r>
            <w:r w:rsidR="00027324" w:rsidRPr="00F62FC8">
              <w:rPr>
                <w:rStyle w:val="poleodsylacz"/>
                <w:rFonts w:ascii="Lato" w:hAnsi="Lato" w:cs="Arial"/>
                <w:sz w:val="20"/>
                <w:szCs w:val="20"/>
              </w:rPr>
              <w:fldChar w:fldCharType="separate"/>
            </w:r>
            <w:r w:rsidR="0052183A" w:rsidRPr="00F62FC8">
              <w:rPr>
                <w:rStyle w:val="poleodsylacz"/>
                <w:rFonts w:ascii="Lato" w:hAnsi="Lato" w:cs="Arial"/>
                <w:sz w:val="20"/>
                <w:szCs w:val="20"/>
                <w:lang w:val="pl-PL"/>
              </w:rPr>
              <w:t>period</w:t>
            </w:r>
            <w:r w:rsidR="00027324" w:rsidRPr="00F62FC8">
              <w:rPr>
                <w:rStyle w:val="poleodsylacz"/>
                <w:rFonts w:ascii="Lato" w:hAnsi="Lato" w:cs="Arial"/>
                <w:sz w:val="20"/>
                <w:szCs w:val="20"/>
              </w:rPr>
              <w:fldChar w:fldCharType="end"/>
            </w:r>
            <w:r w:rsidR="00027324" w:rsidRPr="00F62FC8">
              <w:rPr>
                <w:rFonts w:ascii="Lato" w:hAnsi="Lato" w:cs="Arial"/>
                <w:sz w:val="20"/>
                <w:szCs w:val="20"/>
                <w:lang w:val="pl-PL" w:eastAsia="pl-PL"/>
              </w:rPr>
              <w:t xml:space="preserve"> </w:t>
            </w:r>
            <w:r w:rsidR="00A05176" w:rsidRPr="00F62FC8">
              <w:rPr>
                <w:rFonts w:ascii="Lato" w:hAnsi="Lato" w:cs="Arial"/>
                <w:sz w:val="20"/>
                <w:szCs w:val="20"/>
                <w:lang w:val="pl-PL" w:eastAsia="pl-PL"/>
              </w:rPr>
              <w:t>albo doda</w:t>
            </w:r>
            <w:r w:rsidRPr="00F62FC8">
              <w:rPr>
                <w:rFonts w:ascii="Lato" w:hAnsi="Lato" w:cs="Arial"/>
                <w:sz w:val="20"/>
                <w:szCs w:val="20"/>
                <w:lang w:val="pl-PL" w:eastAsia="pl-PL"/>
              </w:rPr>
              <w:t>nie</w:t>
            </w:r>
            <w:r w:rsidR="00A05176" w:rsidRPr="00F62FC8">
              <w:rPr>
                <w:rFonts w:ascii="Lato" w:hAnsi="Lato" w:cs="Arial"/>
                <w:sz w:val="20"/>
                <w:szCs w:val="20"/>
                <w:lang w:val="pl-PL" w:eastAsia="pl-PL"/>
              </w:rPr>
              <w:t xml:space="preserve"> element</w:t>
            </w:r>
            <w:r w:rsidRPr="00F62FC8">
              <w:rPr>
                <w:rFonts w:ascii="Lato" w:hAnsi="Lato" w:cs="Arial"/>
                <w:sz w:val="20"/>
                <w:szCs w:val="20"/>
                <w:lang w:val="pl-PL" w:eastAsia="pl-PL"/>
              </w:rPr>
              <w:t>u</w:t>
            </w:r>
            <w:r w:rsidR="00027324" w:rsidRPr="00F62FC8">
              <w:rPr>
                <w:rFonts w:ascii="Lato" w:hAnsi="Lato" w:cs="Arial"/>
                <w:sz w:val="20"/>
                <w:szCs w:val="20"/>
                <w:lang w:val="pl-PL" w:eastAsia="pl-PL"/>
              </w:rPr>
              <w:t xml:space="preserve"> </w:t>
            </w:r>
            <w:r w:rsidR="00027324" w:rsidRPr="00F62FC8">
              <w:rPr>
                <w:rStyle w:val="poleodsylacz"/>
                <w:rFonts w:ascii="Lato" w:hAnsi="Lato" w:cs="Arial"/>
                <w:sz w:val="20"/>
                <w:szCs w:val="20"/>
              </w:rPr>
              <w:fldChar w:fldCharType="begin"/>
            </w:r>
            <w:r w:rsidR="00027324" w:rsidRPr="00F62FC8">
              <w:rPr>
                <w:rStyle w:val="poleodsylacz"/>
                <w:rFonts w:ascii="Lato" w:hAnsi="Lato" w:cs="Arial"/>
                <w:sz w:val="20"/>
                <w:szCs w:val="20"/>
                <w:lang w:val="pl-PL"/>
              </w:rPr>
              <w:instrText xml:space="preserve"> REF Application\h </w:instrText>
            </w:r>
            <w:r w:rsidR="00EE076E" w:rsidRPr="00F62FC8">
              <w:rPr>
                <w:rStyle w:val="poleodsylacz"/>
                <w:rFonts w:ascii="Lato" w:hAnsi="Lato" w:cs="Arial"/>
                <w:sz w:val="20"/>
                <w:szCs w:val="20"/>
                <w:lang w:val="pl-PL"/>
              </w:rPr>
              <w:instrText xml:space="preserve"> \* MERGEFORMAT </w:instrText>
            </w:r>
            <w:r w:rsidR="00027324" w:rsidRPr="00F62FC8">
              <w:rPr>
                <w:rStyle w:val="poleodsylacz"/>
                <w:rFonts w:ascii="Lato" w:hAnsi="Lato" w:cs="Arial"/>
                <w:sz w:val="20"/>
                <w:szCs w:val="20"/>
              </w:rPr>
            </w:r>
            <w:r w:rsidR="00027324" w:rsidRPr="00F62FC8">
              <w:rPr>
                <w:rStyle w:val="poleodsylacz"/>
                <w:rFonts w:ascii="Lato" w:hAnsi="Lato" w:cs="Arial"/>
                <w:sz w:val="20"/>
                <w:szCs w:val="20"/>
              </w:rPr>
              <w:fldChar w:fldCharType="separate"/>
            </w:r>
            <w:r w:rsidR="0052183A" w:rsidRPr="00F62FC8">
              <w:rPr>
                <w:rStyle w:val="poleodsylacz"/>
                <w:rFonts w:ascii="Lato" w:hAnsi="Lato" w:cs="Arial"/>
                <w:b/>
                <w:bCs/>
                <w:sz w:val="20"/>
                <w:szCs w:val="20"/>
                <w:lang w:val="pl-PL"/>
              </w:rPr>
              <w:t>Błąd! Nie można odnaleźć źródła odwołania.</w:t>
            </w:r>
            <w:r w:rsidR="00027324" w:rsidRPr="00F62FC8">
              <w:rPr>
                <w:rStyle w:val="poleodsylacz"/>
                <w:rFonts w:ascii="Lato" w:hAnsi="Lato" w:cs="Arial"/>
                <w:sz w:val="20"/>
                <w:szCs w:val="20"/>
              </w:rPr>
              <w:fldChar w:fldCharType="end"/>
            </w:r>
            <w:r w:rsidR="00A95C28" w:rsidRPr="00F62FC8">
              <w:rPr>
                <w:rFonts w:ascii="Lato" w:hAnsi="Lato" w:cs="Arial"/>
                <w:sz w:val="20"/>
                <w:szCs w:val="20"/>
                <w:lang w:val="pl-PL" w:eastAsia="pl-PL"/>
              </w:rPr>
              <w:t>.</w:t>
            </w:r>
          </w:p>
        </w:tc>
      </w:tr>
      <w:tr w:rsidR="00A95C28" w:rsidRPr="00EA11AC" w14:paraId="4BA6F6E9" w14:textId="77777777" w:rsidTr="009A274D">
        <w:trPr>
          <w:trHeight w:val="20"/>
        </w:trPr>
        <w:tc>
          <w:tcPr>
            <w:tcW w:w="942" w:type="dxa"/>
          </w:tcPr>
          <w:p w14:paraId="580F5294" w14:textId="77777777" w:rsidR="00A95C28" w:rsidRPr="00F62FC8" w:rsidRDefault="00A95C28" w:rsidP="00FF40B6">
            <w:pPr>
              <w:rPr>
                <w:rFonts w:eastAsia="Arial Narrow" w:cs="Arial"/>
                <w:sz w:val="20"/>
                <w:szCs w:val="20"/>
              </w:rPr>
            </w:pPr>
            <w:bookmarkStart w:id="70" w:name="R5"/>
            <w:r w:rsidRPr="00F62FC8">
              <w:rPr>
                <w:rFonts w:eastAsia="Arial Narrow" w:cs="Arial"/>
                <w:sz w:val="20"/>
                <w:szCs w:val="20"/>
              </w:rPr>
              <w:t>R</w:t>
            </w:r>
            <w:bookmarkEnd w:id="70"/>
            <w:r w:rsidR="00FF40B6" w:rsidRPr="00F62FC8">
              <w:rPr>
                <w:rFonts w:eastAsia="Arial Narrow" w:cs="Arial"/>
                <w:sz w:val="20"/>
                <w:szCs w:val="20"/>
              </w:rPr>
              <w:t>4</w:t>
            </w:r>
          </w:p>
        </w:tc>
        <w:tc>
          <w:tcPr>
            <w:tcW w:w="8112" w:type="dxa"/>
          </w:tcPr>
          <w:p w14:paraId="5EDFD2CD" w14:textId="77777777" w:rsidR="00A95C28" w:rsidRPr="00F62FC8" w:rsidRDefault="00A95C28" w:rsidP="00524C30">
            <w:pPr>
              <w:rPr>
                <w:rFonts w:eastAsia="Arial Narrow" w:cs="Arial"/>
                <w:sz w:val="20"/>
                <w:szCs w:val="20"/>
                <w:lang w:val="en-US"/>
              </w:rPr>
            </w:pPr>
            <w:r w:rsidRPr="00D92777">
              <w:rPr>
                <w:rFonts w:eastAsia="Arial Narrow" w:cs="Arial"/>
                <w:sz w:val="20"/>
                <w:szCs w:val="20"/>
              </w:rPr>
              <w:t xml:space="preserve">Muszą być wypełnione </w:t>
            </w:r>
            <w:r w:rsidR="00721F67" w:rsidRPr="00D92777">
              <w:rPr>
                <w:rFonts w:eastAsia="Arial Narrow" w:cs="Arial"/>
                <w:sz w:val="20"/>
                <w:szCs w:val="20"/>
              </w:rPr>
              <w:t xml:space="preserve">atrybuty </w:t>
            </w:r>
            <w:r w:rsidRPr="00D92777">
              <w:rPr>
                <w:rFonts w:eastAsia="Arial Narrow" w:cs="Arial"/>
                <w:sz w:val="20"/>
                <w:szCs w:val="20"/>
              </w:rPr>
              <w:t xml:space="preserve">pola </w:t>
            </w:r>
            <w:r w:rsidR="00721F67" w:rsidRPr="00F62FC8">
              <w:rPr>
                <w:rStyle w:val="poleodsylacz"/>
                <w:rFonts w:ascii="Lato" w:hAnsi="Lato" w:cs="Arial"/>
                <w:sz w:val="20"/>
                <w:szCs w:val="20"/>
              </w:rPr>
              <w:fldChar w:fldCharType="begin"/>
            </w:r>
            <w:r w:rsidR="00721F67" w:rsidRPr="00D92777">
              <w:rPr>
                <w:rStyle w:val="poleodsylacz"/>
                <w:rFonts w:ascii="Lato" w:hAnsi="Lato" w:cs="Arial"/>
                <w:sz w:val="20"/>
                <w:szCs w:val="20"/>
                <w:lang w:val="pl-PL"/>
              </w:rPr>
              <w:instrText xml:space="preserve"> REF Trader \h </w:instrText>
            </w:r>
            <w:r w:rsidR="00EE076E" w:rsidRPr="00D92777">
              <w:rPr>
                <w:rStyle w:val="poleodsylacz"/>
                <w:rFonts w:ascii="Lato" w:hAnsi="Lato" w:cs="Arial"/>
                <w:sz w:val="20"/>
                <w:szCs w:val="20"/>
                <w:lang w:val="pl-PL"/>
              </w:rPr>
              <w:instrText xml:space="preserve"> \* MERGEFORMAT </w:instrText>
            </w:r>
            <w:r w:rsidR="00721F67" w:rsidRPr="00F62FC8">
              <w:rPr>
                <w:rStyle w:val="poleodsylacz"/>
                <w:rFonts w:ascii="Lato" w:hAnsi="Lato" w:cs="Arial"/>
                <w:sz w:val="20"/>
                <w:szCs w:val="20"/>
              </w:rPr>
            </w:r>
            <w:r w:rsidR="00721F67" w:rsidRPr="00F62FC8">
              <w:rPr>
                <w:rStyle w:val="poleodsylacz"/>
                <w:rFonts w:ascii="Lato" w:hAnsi="Lato" w:cs="Arial"/>
                <w:sz w:val="20"/>
                <w:szCs w:val="20"/>
              </w:rPr>
              <w:fldChar w:fldCharType="separate"/>
            </w:r>
            <w:r w:rsidR="0052183A" w:rsidRPr="00F62FC8">
              <w:rPr>
                <w:rStyle w:val="poleodsylacz"/>
                <w:rFonts w:ascii="Lato" w:hAnsi="Lato" w:cs="Arial"/>
                <w:b/>
                <w:bCs/>
                <w:sz w:val="20"/>
                <w:szCs w:val="20"/>
                <w:lang w:val="pl-PL"/>
              </w:rPr>
              <w:t>Błąd! Nie można odnaleźć źródła odwołania.</w:t>
            </w:r>
            <w:r w:rsidR="00721F67" w:rsidRPr="00F62FC8">
              <w:rPr>
                <w:rStyle w:val="poleodsylacz"/>
                <w:rFonts w:ascii="Lato" w:hAnsi="Lato" w:cs="Arial"/>
                <w:sz w:val="20"/>
                <w:szCs w:val="20"/>
              </w:rPr>
              <w:fldChar w:fldCharType="end"/>
            </w:r>
            <w:r w:rsidR="00721F67" w:rsidRPr="00F62FC8">
              <w:rPr>
                <w:rFonts w:eastAsia="Arial Narrow" w:cs="Arial"/>
                <w:sz w:val="20"/>
                <w:szCs w:val="20"/>
                <w:lang w:val="en-US"/>
              </w:rPr>
              <w:t xml:space="preserve">: </w:t>
            </w:r>
            <w:r w:rsidRPr="00F62FC8">
              <w:rPr>
                <w:rStyle w:val="pole"/>
                <w:rFonts w:ascii="Lato" w:hAnsi="Lato" w:cs="Arial"/>
                <w:sz w:val="20"/>
                <w:szCs w:val="20"/>
              </w:rPr>
              <w:t>province, district, commune, houseNumber, postalCode, postalName</w:t>
            </w:r>
            <w:r w:rsidRPr="00F62FC8">
              <w:rPr>
                <w:rFonts w:eastAsia="Arial Narrow" w:cs="Arial"/>
                <w:sz w:val="20"/>
                <w:szCs w:val="20"/>
                <w:lang w:val="en-US"/>
              </w:rPr>
              <w:t>.</w:t>
            </w:r>
          </w:p>
        </w:tc>
      </w:tr>
      <w:tr w:rsidR="00A95C28" w:rsidRPr="00EA11AC" w14:paraId="64CF72DA" w14:textId="77777777" w:rsidTr="009A274D">
        <w:trPr>
          <w:trHeight w:val="20"/>
        </w:trPr>
        <w:tc>
          <w:tcPr>
            <w:tcW w:w="942" w:type="dxa"/>
          </w:tcPr>
          <w:p w14:paraId="5F5B2CD2" w14:textId="77777777" w:rsidR="00A95C28" w:rsidRPr="00F62FC8" w:rsidRDefault="00A95C28" w:rsidP="00FF40B6">
            <w:pPr>
              <w:rPr>
                <w:rFonts w:eastAsia="Arial Narrow" w:cs="Arial"/>
                <w:sz w:val="20"/>
                <w:szCs w:val="20"/>
              </w:rPr>
            </w:pPr>
            <w:bookmarkStart w:id="71" w:name="R6"/>
            <w:r w:rsidRPr="00F62FC8">
              <w:rPr>
                <w:rFonts w:eastAsia="Arial Narrow" w:cs="Arial"/>
                <w:sz w:val="20"/>
                <w:szCs w:val="20"/>
              </w:rPr>
              <w:t>R</w:t>
            </w:r>
            <w:bookmarkEnd w:id="71"/>
            <w:r w:rsidR="00FF40B6" w:rsidRPr="00F62FC8">
              <w:rPr>
                <w:rFonts w:eastAsia="Arial Narrow" w:cs="Arial"/>
                <w:sz w:val="20"/>
                <w:szCs w:val="20"/>
              </w:rPr>
              <w:t>5</w:t>
            </w:r>
          </w:p>
        </w:tc>
        <w:tc>
          <w:tcPr>
            <w:tcW w:w="8112" w:type="dxa"/>
          </w:tcPr>
          <w:p w14:paraId="47D36EDF" w14:textId="77777777" w:rsidR="00A95C28" w:rsidRPr="00F62FC8" w:rsidRDefault="00A95C28" w:rsidP="00A95C28">
            <w:pPr>
              <w:pStyle w:val="Z2tabelatekst"/>
              <w:spacing w:before="0" w:after="0"/>
              <w:jc w:val="both"/>
              <w:rPr>
                <w:rFonts w:ascii="Lato" w:hAnsi="Lato" w:cs="Arial"/>
                <w:sz w:val="20"/>
                <w:szCs w:val="20"/>
                <w:lang w:val="pl-PL" w:eastAsia="pl-PL"/>
              </w:rPr>
            </w:pPr>
            <w:r w:rsidRPr="00F62FC8">
              <w:rPr>
                <w:rFonts w:ascii="Lato" w:hAnsi="Lato" w:cs="Arial"/>
                <w:sz w:val="20"/>
                <w:szCs w:val="20"/>
                <w:lang w:val="pl-PL" w:eastAsia="pl-PL"/>
              </w:rPr>
              <w:t xml:space="preserve">Pole </w:t>
            </w:r>
            <w:r w:rsidR="00E443FA" w:rsidRPr="00F62FC8">
              <w:rPr>
                <w:rStyle w:val="poleodsylacz"/>
                <w:rFonts w:ascii="Lato" w:hAnsi="Lato" w:cs="Arial"/>
                <w:sz w:val="20"/>
                <w:szCs w:val="20"/>
              </w:rPr>
              <w:fldChar w:fldCharType="begin"/>
            </w:r>
            <w:r w:rsidR="00E443FA" w:rsidRPr="00F62FC8">
              <w:rPr>
                <w:rStyle w:val="poleodsylacz"/>
                <w:rFonts w:ascii="Lato" w:hAnsi="Lato" w:cs="Arial"/>
                <w:sz w:val="20"/>
                <w:szCs w:val="20"/>
                <w:lang w:val="pl-PL"/>
              </w:rPr>
              <w:instrText xml:space="preserve"> REF type \h </w:instrText>
            </w:r>
            <w:r w:rsidR="00EE076E" w:rsidRPr="00F62FC8">
              <w:rPr>
                <w:rStyle w:val="poleodsylacz"/>
                <w:rFonts w:ascii="Lato" w:hAnsi="Lato" w:cs="Arial"/>
                <w:sz w:val="20"/>
                <w:szCs w:val="20"/>
                <w:lang w:val="pl-PL"/>
              </w:rPr>
              <w:instrText xml:space="preserve"> \* MERGEFORMAT </w:instrText>
            </w:r>
            <w:r w:rsidR="00E443FA" w:rsidRPr="00F62FC8">
              <w:rPr>
                <w:rStyle w:val="poleodsylacz"/>
                <w:rFonts w:ascii="Lato" w:hAnsi="Lato" w:cs="Arial"/>
                <w:sz w:val="20"/>
                <w:szCs w:val="20"/>
              </w:rPr>
            </w:r>
            <w:r w:rsidR="00E443FA" w:rsidRPr="00F62FC8">
              <w:rPr>
                <w:rStyle w:val="poleodsylacz"/>
                <w:rFonts w:ascii="Lato" w:hAnsi="Lato" w:cs="Arial"/>
                <w:sz w:val="20"/>
                <w:szCs w:val="20"/>
              </w:rPr>
              <w:fldChar w:fldCharType="separate"/>
            </w:r>
            <w:r w:rsidR="0052183A" w:rsidRPr="00F62FC8">
              <w:rPr>
                <w:rStyle w:val="poleodsylacz"/>
                <w:rFonts w:ascii="Lato" w:hAnsi="Lato" w:cs="Arial"/>
                <w:sz w:val="20"/>
                <w:szCs w:val="20"/>
                <w:lang w:val="pl-PL"/>
              </w:rPr>
              <w:t>type</w:t>
            </w:r>
            <w:r w:rsidR="00E443FA" w:rsidRPr="00F62FC8">
              <w:rPr>
                <w:rStyle w:val="poleodsylacz"/>
                <w:rFonts w:ascii="Lato" w:hAnsi="Lato" w:cs="Arial"/>
                <w:sz w:val="20"/>
                <w:szCs w:val="20"/>
              </w:rPr>
              <w:fldChar w:fldCharType="end"/>
            </w:r>
            <w:r w:rsidR="00E443FA" w:rsidRPr="00F62FC8">
              <w:rPr>
                <w:rFonts w:ascii="Lato" w:hAnsi="Lato" w:cs="Arial"/>
                <w:sz w:val="20"/>
                <w:szCs w:val="20"/>
                <w:lang w:val="pl-PL" w:eastAsia="pl-PL"/>
              </w:rPr>
              <w:t xml:space="preserve"> </w:t>
            </w:r>
            <w:r w:rsidRPr="00F62FC8">
              <w:rPr>
                <w:rFonts w:ascii="Lato" w:hAnsi="Lato" w:cs="Arial"/>
                <w:sz w:val="20"/>
                <w:szCs w:val="20"/>
                <w:lang w:val="pl-PL" w:eastAsia="pl-PL"/>
              </w:rPr>
              <w:t>może przyjmować następujące wartości:</w:t>
            </w:r>
          </w:p>
          <w:p w14:paraId="15514126" w14:textId="77777777" w:rsidR="00A95C28" w:rsidRPr="00F62FC8" w:rsidRDefault="00A95C28" w:rsidP="00241173">
            <w:pPr>
              <w:pStyle w:val="Z2tabelatekst"/>
              <w:numPr>
                <w:ilvl w:val="0"/>
                <w:numId w:val="3"/>
              </w:numPr>
              <w:tabs>
                <w:tab w:val="clear" w:pos="4536"/>
                <w:tab w:val="clear" w:pos="9072"/>
              </w:tabs>
              <w:spacing w:before="0" w:after="0"/>
              <w:ind w:left="714" w:hanging="357"/>
              <w:jc w:val="both"/>
              <w:rPr>
                <w:rFonts w:ascii="Lato" w:hAnsi="Lato" w:cs="Arial"/>
                <w:sz w:val="20"/>
                <w:szCs w:val="20"/>
                <w:lang w:val="pl-PL" w:eastAsia="pl-PL"/>
              </w:rPr>
            </w:pPr>
            <w:r w:rsidRPr="00F62FC8">
              <w:rPr>
                <w:rFonts w:ascii="Lato" w:hAnsi="Lato" w:cs="Arial"/>
                <w:sz w:val="20"/>
                <w:szCs w:val="20"/>
                <w:lang w:val="pl-PL" w:eastAsia="pl-PL"/>
              </w:rPr>
              <w:t>GEN – Generalne,</w:t>
            </w:r>
          </w:p>
          <w:p w14:paraId="693D0400" w14:textId="77777777" w:rsidR="00A95C28" w:rsidRPr="00F62FC8" w:rsidRDefault="00A95C28" w:rsidP="00241173">
            <w:pPr>
              <w:pStyle w:val="Z2tabelatekst"/>
              <w:numPr>
                <w:ilvl w:val="0"/>
                <w:numId w:val="3"/>
              </w:numPr>
              <w:tabs>
                <w:tab w:val="clear" w:pos="4536"/>
                <w:tab w:val="clear" w:pos="9072"/>
              </w:tabs>
              <w:spacing w:before="0" w:after="0"/>
              <w:ind w:left="714" w:hanging="357"/>
              <w:jc w:val="both"/>
              <w:rPr>
                <w:rFonts w:ascii="Lato" w:hAnsi="Lato" w:cs="Arial"/>
                <w:sz w:val="20"/>
                <w:szCs w:val="20"/>
                <w:lang w:val="pl-PL" w:eastAsia="pl-PL"/>
              </w:rPr>
            </w:pPr>
            <w:r w:rsidRPr="00F62FC8">
              <w:rPr>
                <w:rFonts w:ascii="Lato" w:hAnsi="Lato" w:cs="Arial"/>
                <w:sz w:val="20"/>
                <w:szCs w:val="20"/>
                <w:lang w:val="pl-PL" w:eastAsia="pl-PL"/>
              </w:rPr>
              <w:t>JEDN – Jednorazowe.</w:t>
            </w:r>
          </w:p>
        </w:tc>
      </w:tr>
      <w:tr w:rsidR="00016818" w:rsidRPr="00EA11AC" w14:paraId="4AB6990E" w14:textId="77777777" w:rsidTr="009A274D">
        <w:trPr>
          <w:trHeight w:val="20"/>
        </w:trPr>
        <w:tc>
          <w:tcPr>
            <w:tcW w:w="942" w:type="dxa"/>
          </w:tcPr>
          <w:p w14:paraId="057602E5" w14:textId="77777777" w:rsidR="00016818" w:rsidRPr="00F62FC8" w:rsidRDefault="00016818" w:rsidP="00A12BFC">
            <w:pPr>
              <w:rPr>
                <w:rFonts w:eastAsia="Arial Narrow" w:cs="Arial"/>
                <w:sz w:val="20"/>
                <w:szCs w:val="20"/>
              </w:rPr>
            </w:pPr>
            <w:r w:rsidRPr="00F62FC8">
              <w:rPr>
                <w:rFonts w:eastAsia="Arial Narrow" w:cs="Arial"/>
                <w:sz w:val="20"/>
                <w:szCs w:val="20"/>
              </w:rPr>
              <w:t>R</w:t>
            </w:r>
            <w:r w:rsidR="00A12BFC" w:rsidRPr="00F62FC8">
              <w:rPr>
                <w:rFonts w:eastAsia="Arial Narrow" w:cs="Arial"/>
                <w:sz w:val="20"/>
                <w:szCs w:val="20"/>
              </w:rPr>
              <w:t>6</w:t>
            </w:r>
          </w:p>
        </w:tc>
        <w:tc>
          <w:tcPr>
            <w:tcW w:w="8112" w:type="dxa"/>
          </w:tcPr>
          <w:p w14:paraId="1B59BBAC" w14:textId="77777777" w:rsidR="00D2090B" w:rsidRPr="00F62FC8" w:rsidRDefault="00016818" w:rsidP="00596430">
            <w:pPr>
              <w:tabs>
                <w:tab w:val="left" w:pos="753"/>
              </w:tabs>
              <w:rPr>
                <w:rFonts w:cs="Arial"/>
                <w:sz w:val="20"/>
                <w:szCs w:val="20"/>
                <w:lang w:eastAsia="pl-PL"/>
              </w:rPr>
            </w:pPr>
            <w:r w:rsidRPr="00F62FC8">
              <w:rPr>
                <w:rFonts w:cs="Arial"/>
                <w:sz w:val="20"/>
                <w:szCs w:val="20"/>
                <w:lang w:eastAsia="pl-PL"/>
              </w:rPr>
              <w:t xml:space="preserve">Jeżeli </w:t>
            </w:r>
            <w:r w:rsidR="00596430" w:rsidRPr="00F62FC8">
              <w:rPr>
                <w:rFonts w:cs="Arial"/>
                <w:sz w:val="20"/>
                <w:szCs w:val="20"/>
                <w:lang w:eastAsia="pl-PL"/>
              </w:rPr>
              <w:t>p</w:t>
            </w:r>
            <w:r w:rsidRPr="00F62FC8">
              <w:rPr>
                <w:rFonts w:cs="Arial"/>
                <w:sz w:val="20"/>
                <w:szCs w:val="20"/>
                <w:lang w:eastAsia="pl-PL"/>
              </w:rPr>
              <w:t>ole „Cel złożenia formularza”</w:t>
            </w:r>
            <w:r w:rsidR="00D2090B" w:rsidRPr="00F62FC8">
              <w:rPr>
                <w:rFonts w:cs="Arial"/>
                <w:sz w:val="20"/>
                <w:szCs w:val="20"/>
                <w:lang w:eastAsia="pl-PL"/>
              </w:rPr>
              <w:t>:</w:t>
            </w:r>
          </w:p>
          <w:p w14:paraId="5C817CF7" w14:textId="77777777" w:rsidR="00D2090B" w:rsidRPr="00D92777" w:rsidRDefault="00016818" w:rsidP="00241173">
            <w:pPr>
              <w:numPr>
                <w:ilvl w:val="0"/>
                <w:numId w:val="10"/>
              </w:numPr>
              <w:tabs>
                <w:tab w:val="left" w:pos="753"/>
              </w:tabs>
              <w:rPr>
                <w:rStyle w:val="pole"/>
                <w:rFonts w:ascii="Lato" w:hAnsi="Lato" w:cs="Arial"/>
                <w:sz w:val="20"/>
                <w:szCs w:val="20"/>
                <w:lang w:val="pl-PL"/>
              </w:rPr>
            </w:pPr>
            <w:r w:rsidRPr="00D92777">
              <w:rPr>
                <w:rStyle w:val="pole"/>
                <w:rFonts w:ascii="Lato" w:hAnsi="Lato" w:cs="Arial"/>
                <w:sz w:val="20"/>
                <w:szCs w:val="20"/>
                <w:lang w:val="pl-PL"/>
              </w:rPr>
              <w:t xml:space="preserve">submissionAim=Korekta </w:t>
            </w:r>
            <w:r w:rsidR="00D2090B" w:rsidRPr="00D92777">
              <w:rPr>
                <w:rStyle w:val="pole"/>
                <w:rFonts w:ascii="Lato" w:hAnsi="Lato" w:cs="Arial"/>
                <w:sz w:val="20"/>
                <w:szCs w:val="20"/>
                <w:lang w:val="pl-PL"/>
              </w:rPr>
              <w:t>i typeOfTrader</w:t>
            </w:r>
            <w:r w:rsidR="00D2090B" w:rsidRPr="00F62FC8">
              <w:rPr>
                <w:rFonts w:cs="Arial"/>
                <w:sz w:val="20"/>
                <w:szCs w:val="20"/>
                <w:lang w:eastAsia="pl-PL"/>
              </w:rPr>
              <w:t xml:space="preserve"> =&lt;Producent/nabywca&gt; (deklaracja dotyczy nabycia wewnątrzwspólnotowego i produkcji, odnosząca się do okresu – miesiąc/rok) </w:t>
            </w:r>
            <w:r w:rsidRPr="00D92777">
              <w:rPr>
                <w:rStyle w:val="pole"/>
                <w:rFonts w:ascii="Lato" w:hAnsi="Lato" w:cs="Arial"/>
                <w:sz w:val="20"/>
                <w:szCs w:val="20"/>
                <w:lang w:val="pl-PL"/>
              </w:rPr>
              <w:t>to pol</w:t>
            </w:r>
            <w:r w:rsidR="00596430" w:rsidRPr="00D92777">
              <w:rPr>
                <w:rStyle w:val="pole"/>
                <w:rFonts w:ascii="Lato" w:hAnsi="Lato" w:cs="Arial"/>
                <w:sz w:val="20"/>
                <w:szCs w:val="20"/>
                <w:lang w:val="pl-PL"/>
              </w:rPr>
              <w:t xml:space="preserve">e orgDocNo </w:t>
            </w:r>
            <w:r w:rsidR="00D2090B" w:rsidRPr="00D92777">
              <w:rPr>
                <w:rStyle w:val="pole"/>
                <w:rFonts w:ascii="Lato" w:hAnsi="Lato" w:cs="Arial"/>
                <w:sz w:val="20"/>
                <w:szCs w:val="20"/>
                <w:lang w:val="pl-PL"/>
              </w:rPr>
              <w:t xml:space="preserve">nie jest </w:t>
            </w:r>
            <w:r w:rsidR="00596430" w:rsidRPr="00D92777">
              <w:rPr>
                <w:rStyle w:val="pole"/>
                <w:rFonts w:ascii="Lato" w:hAnsi="Lato" w:cs="Arial"/>
                <w:sz w:val="20"/>
                <w:szCs w:val="20"/>
                <w:lang w:val="pl-PL"/>
              </w:rPr>
              <w:t>wymagalne</w:t>
            </w:r>
          </w:p>
          <w:p w14:paraId="3A0E1E8B" w14:textId="4F3383E4" w:rsidR="00016818" w:rsidRPr="00F62FC8" w:rsidRDefault="00D2090B" w:rsidP="009A710E">
            <w:pPr>
              <w:numPr>
                <w:ilvl w:val="0"/>
                <w:numId w:val="10"/>
              </w:numPr>
              <w:tabs>
                <w:tab w:val="left" w:pos="753"/>
              </w:tabs>
              <w:rPr>
                <w:rFonts w:cs="Arial"/>
                <w:sz w:val="20"/>
                <w:szCs w:val="20"/>
                <w:lang w:eastAsia="pl-PL"/>
              </w:rPr>
            </w:pPr>
            <w:r w:rsidRPr="009A710E">
              <w:rPr>
                <w:rStyle w:val="pole"/>
                <w:rFonts w:ascii="Lato" w:hAnsi="Lato" w:cs="Arial"/>
                <w:sz w:val="20"/>
                <w:szCs w:val="20"/>
                <w:lang w:val="pl-PL"/>
              </w:rPr>
              <w:t>submissionAim=Korekta i typeOfTrader</w:t>
            </w:r>
            <w:r w:rsidRPr="009A710E">
              <w:rPr>
                <w:rFonts w:cs="Arial"/>
                <w:sz w:val="20"/>
                <w:szCs w:val="20"/>
                <w:lang w:eastAsia="pl-PL"/>
              </w:rPr>
              <w:t xml:space="preserve"> =&lt;Importer&gt; (deklaracja dotyczy importu, nie odnosząca się do okresu)</w:t>
            </w:r>
            <w:r w:rsidR="00687318" w:rsidRPr="009A710E">
              <w:rPr>
                <w:rFonts w:cs="Arial"/>
                <w:sz w:val="20"/>
                <w:szCs w:val="20"/>
                <w:lang w:eastAsia="pl-PL"/>
              </w:rPr>
              <w:t xml:space="preserve"> </w:t>
            </w:r>
            <w:r w:rsidRPr="009A710E">
              <w:rPr>
                <w:rStyle w:val="pole"/>
                <w:rFonts w:ascii="Lato" w:hAnsi="Lato" w:cs="Arial"/>
                <w:sz w:val="20"/>
                <w:szCs w:val="20"/>
                <w:lang w:val="pl-PL"/>
              </w:rPr>
              <w:t>to pole orgDocNo jest wymagalne</w:t>
            </w:r>
            <w:r w:rsidR="00596430" w:rsidRPr="00D92777">
              <w:rPr>
                <w:rStyle w:val="pole"/>
                <w:rFonts w:ascii="Lato" w:hAnsi="Lato" w:cs="Arial"/>
                <w:sz w:val="20"/>
                <w:szCs w:val="20"/>
                <w:lang w:val="pl-PL"/>
              </w:rPr>
              <w:t xml:space="preserve"> oraz Pole justification jako opcjonalne</w:t>
            </w:r>
          </w:p>
        </w:tc>
      </w:tr>
      <w:tr w:rsidR="009D36F2" w:rsidRPr="00EA11AC" w14:paraId="32F6AE73" w14:textId="77777777" w:rsidTr="009A274D">
        <w:trPr>
          <w:trHeight w:val="20"/>
        </w:trPr>
        <w:tc>
          <w:tcPr>
            <w:tcW w:w="942" w:type="dxa"/>
          </w:tcPr>
          <w:p w14:paraId="5A1A90C4" w14:textId="77777777" w:rsidR="009D36F2" w:rsidRPr="00F62FC8" w:rsidRDefault="009D36F2" w:rsidP="00A12BFC">
            <w:pPr>
              <w:rPr>
                <w:rFonts w:eastAsia="Arial Narrow" w:cs="Arial"/>
                <w:sz w:val="20"/>
                <w:szCs w:val="20"/>
              </w:rPr>
            </w:pPr>
            <w:r w:rsidRPr="00F62FC8">
              <w:rPr>
                <w:rFonts w:eastAsia="Arial Narrow" w:cs="Arial"/>
                <w:sz w:val="20"/>
                <w:szCs w:val="20"/>
              </w:rPr>
              <w:t>R</w:t>
            </w:r>
            <w:r w:rsidR="00A12BFC" w:rsidRPr="00F62FC8">
              <w:rPr>
                <w:rFonts w:eastAsia="Arial Narrow" w:cs="Arial"/>
                <w:sz w:val="20"/>
                <w:szCs w:val="20"/>
              </w:rPr>
              <w:t>7</w:t>
            </w:r>
          </w:p>
        </w:tc>
        <w:tc>
          <w:tcPr>
            <w:tcW w:w="8112" w:type="dxa"/>
          </w:tcPr>
          <w:p w14:paraId="48309182" w14:textId="77777777" w:rsidR="00DD76C4" w:rsidRPr="00F62FC8" w:rsidRDefault="00DD76C4" w:rsidP="00DD76C4">
            <w:pPr>
              <w:tabs>
                <w:tab w:val="left" w:pos="753"/>
              </w:tabs>
              <w:rPr>
                <w:rFonts w:cs="Arial"/>
                <w:sz w:val="20"/>
                <w:szCs w:val="20"/>
                <w:lang w:eastAsia="pl-PL"/>
              </w:rPr>
            </w:pPr>
            <w:r w:rsidRPr="00F62FC8">
              <w:rPr>
                <w:rFonts w:cs="Arial"/>
                <w:sz w:val="20"/>
                <w:szCs w:val="20"/>
                <w:lang w:eastAsia="pl-PL"/>
              </w:rPr>
              <w:t>Okres obowiązujący dla deklaracji:</w:t>
            </w:r>
          </w:p>
          <w:p w14:paraId="0A4B0E0F" w14:textId="77777777" w:rsidR="00E94954" w:rsidRPr="00F62FC8" w:rsidRDefault="00DD76C4" w:rsidP="00E94954">
            <w:pPr>
              <w:rPr>
                <w:sz w:val="20"/>
                <w:szCs w:val="20"/>
              </w:rPr>
            </w:pPr>
            <w:r w:rsidRPr="00F62FC8">
              <w:rPr>
                <w:rFonts w:cs="Arial"/>
                <w:sz w:val="20"/>
                <w:szCs w:val="20"/>
                <w:lang w:eastAsia="pl-PL"/>
              </w:rPr>
              <w:t xml:space="preserve">- </w:t>
            </w:r>
            <w:r w:rsidR="00E94954" w:rsidRPr="00F62FC8">
              <w:rPr>
                <w:sz w:val="20"/>
                <w:szCs w:val="20"/>
              </w:rPr>
              <w:t>za okres miesięczny, gdy okres nie jest wcześniejszy niż grudzień 2017  roku oraz późniejszy niż wrzesień 2021, dotyczy deklaracji niepowiązanych ze zgłoszeniami celnymi.</w:t>
            </w:r>
          </w:p>
          <w:p w14:paraId="16F0E7BB" w14:textId="0657A2F0" w:rsidR="009D36F2" w:rsidRPr="00F62FC8" w:rsidRDefault="00E94954" w:rsidP="009A710E">
            <w:pPr>
              <w:rPr>
                <w:rFonts w:cs="Arial"/>
                <w:sz w:val="20"/>
                <w:szCs w:val="20"/>
                <w:lang w:eastAsia="pl-PL"/>
              </w:rPr>
            </w:pPr>
            <w:r w:rsidRPr="00F62FC8">
              <w:rPr>
                <w:sz w:val="20"/>
                <w:szCs w:val="20"/>
              </w:rPr>
              <w:t>- nieokresowych, "data złożenia" nie jest wcześniejsza niż 01.01.2018 roku oraz późniejsza niż 30.09.2021, dotyczy deklaracji powiązanych ze zgłoszeniami celnymi</w:t>
            </w:r>
          </w:p>
        </w:tc>
      </w:tr>
      <w:tr w:rsidR="009D36F2" w:rsidRPr="00EA11AC" w14:paraId="09A782DF" w14:textId="77777777" w:rsidTr="009A274D">
        <w:trPr>
          <w:trHeight w:val="20"/>
        </w:trPr>
        <w:tc>
          <w:tcPr>
            <w:tcW w:w="942" w:type="dxa"/>
          </w:tcPr>
          <w:p w14:paraId="3C8F507D" w14:textId="77777777" w:rsidR="009D36F2" w:rsidRPr="00F62FC8" w:rsidRDefault="009D36F2" w:rsidP="00A12BFC">
            <w:pPr>
              <w:rPr>
                <w:rFonts w:eastAsia="Arial Narrow" w:cs="Arial"/>
                <w:sz w:val="20"/>
                <w:szCs w:val="20"/>
              </w:rPr>
            </w:pPr>
            <w:r w:rsidRPr="00F62FC8">
              <w:rPr>
                <w:rFonts w:eastAsia="Arial Narrow" w:cs="Arial"/>
                <w:sz w:val="20"/>
                <w:szCs w:val="20"/>
              </w:rPr>
              <w:t>R</w:t>
            </w:r>
            <w:r w:rsidR="00A12BFC" w:rsidRPr="00F62FC8">
              <w:rPr>
                <w:rFonts w:eastAsia="Arial Narrow" w:cs="Arial"/>
                <w:sz w:val="20"/>
                <w:szCs w:val="20"/>
              </w:rPr>
              <w:t>8</w:t>
            </w:r>
          </w:p>
        </w:tc>
        <w:tc>
          <w:tcPr>
            <w:tcW w:w="8112" w:type="dxa"/>
          </w:tcPr>
          <w:p w14:paraId="610F95AA" w14:textId="77777777" w:rsidR="009D36F2" w:rsidRPr="00F62FC8" w:rsidRDefault="009D36F2" w:rsidP="009D36F2">
            <w:pPr>
              <w:tabs>
                <w:tab w:val="left" w:pos="753"/>
              </w:tabs>
              <w:rPr>
                <w:rFonts w:cs="Arial"/>
                <w:sz w:val="20"/>
                <w:szCs w:val="20"/>
                <w:lang w:eastAsia="pl-PL"/>
              </w:rPr>
            </w:pPr>
            <w:r w:rsidRPr="00F62FC8">
              <w:rPr>
                <w:rFonts w:cs="Arial"/>
                <w:sz w:val="20"/>
                <w:szCs w:val="20"/>
                <w:lang w:eastAsia="pl-PL"/>
              </w:rPr>
              <w:t xml:space="preserve">Dokument złożony do </w:t>
            </w:r>
            <w:r w:rsidR="00680DB6" w:rsidRPr="00F62FC8">
              <w:rPr>
                <w:rFonts w:cs="Arial"/>
                <w:sz w:val="20"/>
                <w:szCs w:val="20"/>
                <w:lang w:eastAsia="pl-PL"/>
              </w:rPr>
              <w:t>U</w:t>
            </w:r>
            <w:r w:rsidRPr="00F62FC8">
              <w:rPr>
                <w:rFonts w:cs="Arial"/>
                <w:sz w:val="20"/>
                <w:szCs w:val="20"/>
                <w:lang w:eastAsia="pl-PL"/>
              </w:rPr>
              <w:t>rzędu celno-skarbowego</w:t>
            </w:r>
            <w:r w:rsidR="00680DB6" w:rsidRPr="00F62FC8">
              <w:rPr>
                <w:rFonts w:cs="Arial"/>
                <w:sz w:val="20"/>
                <w:szCs w:val="20"/>
                <w:lang w:eastAsia="pl-PL"/>
              </w:rPr>
              <w:t xml:space="preserve"> lub Delegatury Urzędu celno-skarbowego</w:t>
            </w:r>
            <w:r w:rsidRPr="00F62FC8">
              <w:rPr>
                <w:rFonts w:cs="Arial"/>
                <w:sz w:val="20"/>
                <w:szCs w:val="20"/>
                <w:lang w:eastAsia="pl-PL"/>
              </w:rPr>
              <w:t>, domyślnie zaznaczona opcja</w:t>
            </w:r>
            <w:r w:rsidR="00680DB6" w:rsidRPr="00F62FC8">
              <w:rPr>
                <w:rFonts w:cs="Arial"/>
                <w:sz w:val="20"/>
                <w:szCs w:val="20"/>
                <w:lang w:eastAsia="pl-PL"/>
              </w:rPr>
              <w:t xml:space="preserve"> </w:t>
            </w:r>
            <w:r w:rsidR="00680DB6" w:rsidRPr="00D92777">
              <w:rPr>
                <w:rStyle w:val="pole"/>
                <w:rFonts w:ascii="Lato" w:hAnsi="Lato" w:cs="Arial"/>
                <w:sz w:val="20"/>
                <w:szCs w:val="20"/>
                <w:lang w:val="pl-PL"/>
              </w:rPr>
              <w:t>typeOfTrader=</w:t>
            </w:r>
            <w:r w:rsidRPr="00F62FC8">
              <w:rPr>
                <w:rFonts w:cs="Arial"/>
                <w:sz w:val="20"/>
                <w:szCs w:val="20"/>
                <w:lang w:eastAsia="pl-PL"/>
              </w:rPr>
              <w:t>&lt;Import</w:t>
            </w:r>
            <w:r w:rsidR="00680DB6" w:rsidRPr="00F62FC8">
              <w:rPr>
                <w:rFonts w:cs="Arial"/>
                <w:sz w:val="20"/>
                <w:szCs w:val="20"/>
                <w:lang w:eastAsia="pl-PL"/>
              </w:rPr>
              <w:t>er</w:t>
            </w:r>
            <w:r w:rsidRPr="00F62FC8">
              <w:rPr>
                <w:rFonts w:cs="Arial"/>
                <w:sz w:val="20"/>
                <w:szCs w:val="20"/>
                <w:lang w:eastAsia="pl-PL"/>
              </w:rPr>
              <w:t>&gt; (deklaracja dotyczy importu, nie odnosząca się do okresu).</w:t>
            </w:r>
          </w:p>
          <w:p w14:paraId="2DED74D3" w14:textId="77777777" w:rsidR="009D36F2" w:rsidRPr="00F62FC8" w:rsidRDefault="009D36F2" w:rsidP="00680DB6">
            <w:pPr>
              <w:tabs>
                <w:tab w:val="left" w:pos="753"/>
              </w:tabs>
              <w:rPr>
                <w:rFonts w:cs="Arial"/>
                <w:sz w:val="20"/>
                <w:szCs w:val="20"/>
                <w:lang w:eastAsia="pl-PL"/>
              </w:rPr>
            </w:pPr>
            <w:r w:rsidRPr="00F62FC8">
              <w:rPr>
                <w:rFonts w:cs="Arial"/>
                <w:sz w:val="20"/>
                <w:szCs w:val="20"/>
                <w:lang w:eastAsia="pl-PL"/>
              </w:rPr>
              <w:t xml:space="preserve">Dokument złożony do </w:t>
            </w:r>
            <w:r w:rsidR="00680DB6" w:rsidRPr="00F62FC8">
              <w:rPr>
                <w:rFonts w:cs="Arial"/>
                <w:sz w:val="20"/>
                <w:szCs w:val="20"/>
                <w:lang w:eastAsia="pl-PL"/>
              </w:rPr>
              <w:t>U</w:t>
            </w:r>
            <w:r w:rsidRPr="00F62FC8">
              <w:rPr>
                <w:rFonts w:cs="Arial"/>
                <w:sz w:val="20"/>
                <w:szCs w:val="20"/>
                <w:lang w:eastAsia="pl-PL"/>
              </w:rPr>
              <w:t xml:space="preserve">rzędu skarbowego, , domyślnie zaznaczona opcja </w:t>
            </w:r>
            <w:r w:rsidR="00680DB6" w:rsidRPr="00D92777">
              <w:rPr>
                <w:rStyle w:val="pole"/>
                <w:rFonts w:ascii="Lato" w:hAnsi="Lato" w:cs="Arial"/>
                <w:sz w:val="20"/>
                <w:szCs w:val="20"/>
                <w:lang w:val="pl-PL"/>
              </w:rPr>
              <w:t>typeOfTrader</w:t>
            </w:r>
            <w:r w:rsidR="00680DB6" w:rsidRPr="00F62FC8">
              <w:rPr>
                <w:rFonts w:cs="Arial"/>
                <w:sz w:val="20"/>
                <w:szCs w:val="20"/>
                <w:lang w:eastAsia="pl-PL"/>
              </w:rPr>
              <w:t xml:space="preserve"> =</w:t>
            </w:r>
            <w:r w:rsidRPr="00F62FC8">
              <w:rPr>
                <w:rFonts w:cs="Arial"/>
                <w:sz w:val="20"/>
                <w:szCs w:val="20"/>
                <w:lang w:eastAsia="pl-PL"/>
              </w:rPr>
              <w:t>&lt;</w:t>
            </w:r>
            <w:r w:rsidR="00680DB6" w:rsidRPr="00F62FC8">
              <w:rPr>
                <w:rFonts w:cs="Arial"/>
                <w:sz w:val="20"/>
                <w:szCs w:val="20"/>
                <w:lang w:eastAsia="pl-PL"/>
              </w:rPr>
              <w:t>Producent/nabywca</w:t>
            </w:r>
            <w:r w:rsidRPr="00F62FC8">
              <w:rPr>
                <w:rFonts w:cs="Arial"/>
                <w:sz w:val="20"/>
                <w:szCs w:val="20"/>
                <w:lang w:eastAsia="pl-PL"/>
              </w:rPr>
              <w:t>&gt; (deklaracja dotyczy nabycia wewnątrzwspólnotowego i produkcji, odnosi się do okresu – miesiąc</w:t>
            </w:r>
            <w:r w:rsidR="00680DB6" w:rsidRPr="00F62FC8">
              <w:rPr>
                <w:rFonts w:cs="Arial"/>
                <w:sz w:val="20"/>
                <w:szCs w:val="20"/>
                <w:lang w:eastAsia="pl-PL"/>
              </w:rPr>
              <w:t>/rok</w:t>
            </w:r>
            <w:r w:rsidRPr="00F62FC8">
              <w:rPr>
                <w:rFonts w:cs="Arial"/>
                <w:sz w:val="20"/>
                <w:szCs w:val="20"/>
                <w:lang w:eastAsia="pl-PL"/>
              </w:rPr>
              <w:t>).</w:t>
            </w:r>
          </w:p>
        </w:tc>
      </w:tr>
    </w:tbl>
    <w:p w14:paraId="7A544BAC" w14:textId="77777777" w:rsidR="003F3585" w:rsidRPr="00EA11AC" w:rsidRDefault="003F3585" w:rsidP="00F90727">
      <w:pPr>
        <w:pStyle w:val="Nagwek1"/>
      </w:pPr>
      <w:bookmarkStart w:id="72" w:name="_Toc341696655"/>
      <w:bookmarkStart w:id="73" w:name="_Toc349568563"/>
      <w:bookmarkStart w:id="74" w:name="_Toc184021062"/>
      <w:r w:rsidRPr="00EA11AC">
        <w:lastRenderedPageBreak/>
        <w:t>Załączniki</w:t>
      </w:r>
      <w:bookmarkEnd w:id="72"/>
      <w:bookmarkEnd w:id="73"/>
      <w:bookmarkEnd w:id="74"/>
    </w:p>
    <w:p w14:paraId="0EE7FB33" w14:textId="77777777" w:rsidR="005C3EE5" w:rsidRPr="00EA11AC" w:rsidRDefault="005C3EE5" w:rsidP="00FD1B43">
      <w:pPr>
        <w:pStyle w:val="Akapitzlist"/>
        <w:numPr>
          <w:ilvl w:val="0"/>
          <w:numId w:val="12"/>
        </w:numPr>
      </w:pPr>
      <w:bookmarkStart w:id="75" w:name="_Toc348954634"/>
      <w:bookmarkStart w:id="76" w:name="_Toc341696656"/>
      <w:bookmarkStart w:id="77" w:name="_Toc349568564"/>
      <w:r w:rsidRPr="00EA11AC">
        <w:t xml:space="preserve">Pliki </w:t>
      </w:r>
      <w:bookmarkEnd w:id="75"/>
      <w:r w:rsidR="00641D9C" w:rsidRPr="00EA11AC">
        <w:t xml:space="preserve">deklaracji </w:t>
      </w:r>
      <w:r w:rsidR="00A43A0C" w:rsidRPr="00EA11AC">
        <w:t>OPAL</w:t>
      </w:r>
    </w:p>
    <w:p w14:paraId="749C94C9" w14:textId="77777777" w:rsidR="005C3EE5" w:rsidRPr="00EA11AC" w:rsidRDefault="00A724E7" w:rsidP="00FD1B43">
      <w:pPr>
        <w:pStyle w:val="Akapitzlist"/>
        <w:numPr>
          <w:ilvl w:val="0"/>
          <w:numId w:val="12"/>
        </w:numPr>
      </w:pPr>
      <w:bookmarkStart w:id="78" w:name="_Toc348954635"/>
      <w:r w:rsidRPr="00EA11AC">
        <w:t xml:space="preserve">Plik </w:t>
      </w:r>
      <w:r w:rsidR="00A43A0C" w:rsidRPr="00EA11AC">
        <w:t>opal</w:t>
      </w:r>
      <w:r w:rsidR="005C3EE5" w:rsidRPr="00EA11AC">
        <w:t>.xsd</w:t>
      </w:r>
      <w:bookmarkEnd w:id="76"/>
      <w:bookmarkEnd w:id="77"/>
      <w:bookmarkEnd w:id="78"/>
    </w:p>
    <w:p w14:paraId="75C165B0" w14:textId="0D3603C6" w:rsidR="00657B27" w:rsidRPr="00EA11AC" w:rsidRDefault="00A724E7" w:rsidP="00FD1B43">
      <w:pPr>
        <w:ind w:firstLine="720"/>
      </w:pPr>
      <w:r w:rsidRPr="00EA11AC">
        <w:t xml:space="preserve">Plik zawiera strukturę deklaracji </w:t>
      </w:r>
      <w:r w:rsidR="00A43A0C" w:rsidRPr="00EA11AC">
        <w:t>OPAL</w:t>
      </w:r>
      <w:r w:rsidRPr="00EA11AC">
        <w:t>.</w:t>
      </w:r>
    </w:p>
    <w:sectPr w:rsidR="00657B27" w:rsidRPr="00EA11AC" w:rsidSect="00590661">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6AF60" w14:textId="77777777" w:rsidR="00F961F7" w:rsidRDefault="00F961F7" w:rsidP="007D0A84">
      <w:r>
        <w:separator/>
      </w:r>
    </w:p>
    <w:p w14:paraId="7862C239" w14:textId="77777777" w:rsidR="00F961F7" w:rsidRDefault="00F961F7" w:rsidP="007D0A84"/>
  </w:endnote>
  <w:endnote w:type="continuationSeparator" w:id="0">
    <w:p w14:paraId="51CA4A63" w14:textId="77777777" w:rsidR="00F961F7" w:rsidRDefault="00F961F7" w:rsidP="007D0A84">
      <w:r>
        <w:continuationSeparator/>
      </w:r>
    </w:p>
    <w:p w14:paraId="58949D7E" w14:textId="77777777" w:rsidR="00F961F7" w:rsidRDefault="00F961F7"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w:altName w:val="Century Gothic"/>
    <w:panose1 w:val="00000000000000000000"/>
    <w:charset w:val="EE"/>
    <w:family w:val="swiss"/>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2C4AF"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CB0410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B864" w14:textId="77777777" w:rsidR="002B3C9A" w:rsidRPr="00EC7675" w:rsidRDefault="002B3C9A" w:rsidP="005E41DE">
    <w:pPr>
      <w:pBdr>
        <w:top w:val="single" w:sz="4" w:space="1" w:color="auto"/>
      </w:pBdr>
      <w:jc w:val="right"/>
      <w:rPr>
        <w:rFonts w:cs="Courier New"/>
        <w:sz w:val="20"/>
        <w:szCs w:val="20"/>
      </w:rPr>
    </w:pPr>
    <w:r w:rsidRPr="00EC7675">
      <w:rPr>
        <w:rFonts w:cs="Courier New"/>
        <w:sz w:val="20"/>
        <w:szCs w:val="20"/>
      </w:rPr>
      <w:t xml:space="preserve">Strona </w:t>
    </w:r>
    <w:r w:rsidRPr="00EC7675">
      <w:rPr>
        <w:rFonts w:cs="Courier New"/>
        <w:sz w:val="20"/>
        <w:szCs w:val="20"/>
      </w:rPr>
      <w:fldChar w:fldCharType="begin"/>
    </w:r>
    <w:r w:rsidRPr="00EC7675">
      <w:rPr>
        <w:rFonts w:cs="Courier New"/>
        <w:sz w:val="20"/>
        <w:szCs w:val="20"/>
      </w:rPr>
      <w:instrText xml:space="preserve"> PAGE </w:instrText>
    </w:r>
    <w:r w:rsidRPr="00EC7675">
      <w:rPr>
        <w:rFonts w:cs="Courier New"/>
        <w:sz w:val="20"/>
        <w:szCs w:val="20"/>
      </w:rPr>
      <w:fldChar w:fldCharType="separate"/>
    </w:r>
    <w:r w:rsidR="001D4F4C" w:rsidRPr="00EC7675">
      <w:rPr>
        <w:rFonts w:cs="Courier New"/>
        <w:noProof/>
        <w:sz w:val="20"/>
        <w:szCs w:val="20"/>
      </w:rPr>
      <w:t>15</w:t>
    </w:r>
    <w:r w:rsidRPr="00EC7675">
      <w:rPr>
        <w:rFonts w:cs="Courier New"/>
        <w:sz w:val="20"/>
        <w:szCs w:val="20"/>
      </w:rPr>
      <w:fldChar w:fldCharType="end"/>
    </w:r>
    <w:r w:rsidRPr="00EC7675">
      <w:rPr>
        <w:rFonts w:cs="Courier New"/>
        <w:sz w:val="20"/>
        <w:szCs w:val="20"/>
      </w:rPr>
      <w:t xml:space="preserve"> z </w:t>
    </w:r>
    <w:r w:rsidRPr="00EC7675">
      <w:rPr>
        <w:rFonts w:cs="Courier New"/>
        <w:sz w:val="20"/>
        <w:szCs w:val="20"/>
      </w:rPr>
      <w:fldChar w:fldCharType="begin"/>
    </w:r>
    <w:r w:rsidRPr="00EC7675">
      <w:rPr>
        <w:rFonts w:cs="Courier New"/>
        <w:sz w:val="20"/>
        <w:szCs w:val="20"/>
      </w:rPr>
      <w:instrText xml:space="preserve"> NUMPAGES </w:instrText>
    </w:r>
    <w:r w:rsidRPr="00EC7675">
      <w:rPr>
        <w:rFonts w:cs="Courier New"/>
        <w:sz w:val="20"/>
        <w:szCs w:val="20"/>
      </w:rPr>
      <w:fldChar w:fldCharType="separate"/>
    </w:r>
    <w:r w:rsidR="001D4F4C" w:rsidRPr="00EC7675">
      <w:rPr>
        <w:rFonts w:cs="Courier New"/>
        <w:noProof/>
        <w:sz w:val="20"/>
        <w:szCs w:val="20"/>
      </w:rPr>
      <w:t>15</w:t>
    </w:r>
    <w:r w:rsidRPr="00EC7675">
      <w:rPr>
        <w:rFonts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70BAC" w14:textId="77777777" w:rsidR="00F961F7" w:rsidRDefault="00F961F7" w:rsidP="007D0A84">
      <w:r>
        <w:separator/>
      </w:r>
    </w:p>
    <w:p w14:paraId="67378D57" w14:textId="77777777" w:rsidR="00F961F7" w:rsidRDefault="00F961F7" w:rsidP="007D0A84"/>
  </w:footnote>
  <w:footnote w:type="continuationSeparator" w:id="0">
    <w:p w14:paraId="0D0AA649" w14:textId="77777777" w:rsidR="00F961F7" w:rsidRDefault="00F961F7" w:rsidP="007D0A84">
      <w:r>
        <w:continuationSeparator/>
      </w:r>
    </w:p>
    <w:p w14:paraId="6C99FF8E" w14:textId="77777777" w:rsidR="00F961F7" w:rsidRDefault="00F961F7"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BFDF" w14:textId="0C614CD0" w:rsidR="002B3C9A" w:rsidRPr="00EC7675" w:rsidRDefault="00EC7675" w:rsidP="00EC7675">
    <w:pPr>
      <w:pStyle w:val="Nagwek"/>
    </w:pPr>
    <w:r>
      <w:rPr>
        <w:noProof/>
      </w:rPr>
      <w:drawing>
        <wp:inline distT="0" distB="0" distL="0" distR="0" wp14:anchorId="0BCC89CD" wp14:editId="40CF46D4">
          <wp:extent cx="3185795" cy="649605"/>
          <wp:effectExtent l="0" t="0" r="0" b="0"/>
          <wp:docPr id="6" name="Obraz 6"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Futura Bk" w:hAnsi="Futura Bk"/>
      </w:rPr>
    </w:lvl>
    <w:lvl w:ilvl="1">
      <w:start w:val="1"/>
      <w:numFmt w:val="bullet"/>
      <w:lvlText w:val=""/>
      <w:lvlJc w:val="left"/>
      <w:pPr>
        <w:tabs>
          <w:tab w:val="num" w:pos="1080"/>
        </w:tabs>
        <w:ind w:left="1080" w:hanging="360"/>
      </w:pPr>
      <w:rPr>
        <w:rFonts w:ascii="Futura Bk" w:hAnsi="Futura Bk"/>
      </w:rPr>
    </w:lvl>
    <w:lvl w:ilvl="2">
      <w:start w:val="1"/>
      <w:numFmt w:val="bullet"/>
      <w:lvlText w:val=""/>
      <w:lvlJc w:val="left"/>
      <w:pPr>
        <w:tabs>
          <w:tab w:val="num" w:pos="1440"/>
        </w:tabs>
        <w:ind w:left="1440" w:hanging="360"/>
      </w:pPr>
      <w:rPr>
        <w:rFonts w:ascii="Futura Bk" w:hAnsi="Futura Bk"/>
      </w:rPr>
    </w:lvl>
    <w:lvl w:ilvl="3">
      <w:start w:val="1"/>
      <w:numFmt w:val="bullet"/>
      <w:lvlText w:val=""/>
      <w:lvlJc w:val="left"/>
      <w:pPr>
        <w:tabs>
          <w:tab w:val="num" w:pos="1800"/>
        </w:tabs>
        <w:ind w:left="1800" w:hanging="360"/>
      </w:pPr>
      <w:rPr>
        <w:rFonts w:ascii="Futura Bk" w:hAnsi="Futura Bk"/>
      </w:rPr>
    </w:lvl>
    <w:lvl w:ilvl="4">
      <w:start w:val="1"/>
      <w:numFmt w:val="bullet"/>
      <w:lvlText w:val=""/>
      <w:lvlJc w:val="left"/>
      <w:pPr>
        <w:tabs>
          <w:tab w:val="num" w:pos="2160"/>
        </w:tabs>
        <w:ind w:left="2160" w:hanging="360"/>
      </w:pPr>
      <w:rPr>
        <w:rFonts w:ascii="Futura Bk" w:hAnsi="Futura Bk"/>
      </w:rPr>
    </w:lvl>
    <w:lvl w:ilvl="5">
      <w:start w:val="1"/>
      <w:numFmt w:val="bullet"/>
      <w:lvlText w:val=""/>
      <w:lvlJc w:val="left"/>
      <w:pPr>
        <w:tabs>
          <w:tab w:val="num" w:pos="2520"/>
        </w:tabs>
        <w:ind w:left="2520" w:hanging="360"/>
      </w:pPr>
      <w:rPr>
        <w:rFonts w:ascii="Futura Bk" w:hAnsi="Futura Bk"/>
      </w:rPr>
    </w:lvl>
    <w:lvl w:ilvl="6">
      <w:start w:val="1"/>
      <w:numFmt w:val="bullet"/>
      <w:lvlText w:val=""/>
      <w:lvlJc w:val="left"/>
      <w:pPr>
        <w:tabs>
          <w:tab w:val="num" w:pos="2880"/>
        </w:tabs>
        <w:ind w:left="2880" w:hanging="360"/>
      </w:pPr>
      <w:rPr>
        <w:rFonts w:ascii="Futura Bk" w:hAnsi="Futura Bk"/>
      </w:rPr>
    </w:lvl>
    <w:lvl w:ilvl="7">
      <w:start w:val="1"/>
      <w:numFmt w:val="bullet"/>
      <w:lvlText w:val=""/>
      <w:lvlJc w:val="left"/>
      <w:pPr>
        <w:tabs>
          <w:tab w:val="num" w:pos="3240"/>
        </w:tabs>
        <w:ind w:left="3240" w:hanging="360"/>
      </w:pPr>
      <w:rPr>
        <w:rFonts w:ascii="Futura Bk" w:hAnsi="Futura Bk"/>
      </w:rPr>
    </w:lvl>
    <w:lvl w:ilvl="8">
      <w:start w:val="1"/>
      <w:numFmt w:val="bullet"/>
      <w:lvlText w:val=""/>
      <w:lvlJc w:val="left"/>
      <w:pPr>
        <w:tabs>
          <w:tab w:val="num" w:pos="3600"/>
        </w:tabs>
        <w:ind w:left="3600" w:hanging="360"/>
      </w:pPr>
      <w:rPr>
        <w:rFonts w:ascii="Futura Bk" w:hAnsi="Futura Bk"/>
      </w:rPr>
    </w:lvl>
  </w:abstractNum>
  <w:abstractNum w:abstractNumId="1" w15:restartNumberingAfterBreak="0">
    <w:nsid w:val="027C74F2"/>
    <w:multiLevelType w:val="hybridMultilevel"/>
    <w:tmpl w:val="17E284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A8C4D14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11326E50"/>
    <w:multiLevelType w:val="singleLevel"/>
    <w:tmpl w:val="47B0AC94"/>
    <w:lvl w:ilvl="0">
      <w:start w:val="1"/>
      <w:numFmt w:val="decimal"/>
      <w:pStyle w:val="Wylicznumery"/>
      <w:lvlText w:val="%1)"/>
      <w:lvlJc w:val="left"/>
      <w:pPr>
        <w:tabs>
          <w:tab w:val="num" w:pos="1494"/>
        </w:tabs>
        <w:ind w:left="1494" w:hanging="360"/>
      </w:pPr>
    </w:lvl>
  </w:abstractNum>
  <w:abstractNum w:abstractNumId="4" w15:restartNumberingAfterBreak="0">
    <w:nsid w:val="18EB18C8"/>
    <w:multiLevelType w:val="hybridMultilevel"/>
    <w:tmpl w:val="E52A37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751534"/>
    <w:multiLevelType w:val="hybridMultilevel"/>
    <w:tmpl w:val="45043DEC"/>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6"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2577428"/>
    <w:multiLevelType w:val="singleLevel"/>
    <w:tmpl w:val="70887418"/>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8" w15:restartNumberingAfterBreak="0">
    <w:nsid w:val="37AE42E8"/>
    <w:multiLevelType w:val="hybridMultilevel"/>
    <w:tmpl w:val="0E68F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FB6B1F"/>
    <w:multiLevelType w:val="hybridMultilevel"/>
    <w:tmpl w:val="2E4C6BEC"/>
    <w:lvl w:ilvl="0" w:tplc="BB3EBCDE">
      <w:start w:val="1"/>
      <w:numFmt w:val="bullet"/>
      <w:lvlText w:val="-"/>
      <w:lvlJc w:val="left"/>
      <w:pPr>
        <w:ind w:left="720" w:hanging="360"/>
      </w:pPr>
      <w:rPr>
        <w:rFonts w:ascii="Century Gothic" w:hAnsi="Century Gothic" w:hint="default"/>
      </w:rPr>
    </w:lvl>
    <w:lvl w:ilvl="1" w:tplc="04150003" w:tentative="1">
      <w:start w:val="1"/>
      <w:numFmt w:val="bullet"/>
      <w:lvlText w:val="o"/>
      <w:lvlJc w:val="left"/>
      <w:pPr>
        <w:ind w:left="1440" w:hanging="360"/>
      </w:pPr>
      <w:rPr>
        <w:rFonts w:ascii="Tahoma" w:hAnsi="Tahoma" w:cs="Tahoma" w:hint="default"/>
      </w:rPr>
    </w:lvl>
    <w:lvl w:ilvl="2" w:tplc="04150005" w:tentative="1">
      <w:start w:val="1"/>
      <w:numFmt w:val="bullet"/>
      <w:lvlText w:val=""/>
      <w:lvlJc w:val="left"/>
      <w:pPr>
        <w:ind w:left="2160" w:hanging="360"/>
      </w:pPr>
      <w:rPr>
        <w:rFonts w:ascii="Bookman Old Style" w:hAnsi="Bookman Old Style" w:hint="default"/>
      </w:rPr>
    </w:lvl>
    <w:lvl w:ilvl="3" w:tplc="04150001" w:tentative="1">
      <w:start w:val="1"/>
      <w:numFmt w:val="bullet"/>
      <w:lvlText w:val=""/>
      <w:lvlJc w:val="left"/>
      <w:pPr>
        <w:ind w:left="2880" w:hanging="360"/>
      </w:pPr>
      <w:rPr>
        <w:rFonts w:ascii="Futura Bk" w:hAnsi="Futura Bk" w:hint="default"/>
      </w:rPr>
    </w:lvl>
    <w:lvl w:ilvl="4" w:tplc="04150003" w:tentative="1">
      <w:start w:val="1"/>
      <w:numFmt w:val="bullet"/>
      <w:lvlText w:val="o"/>
      <w:lvlJc w:val="left"/>
      <w:pPr>
        <w:ind w:left="3600" w:hanging="360"/>
      </w:pPr>
      <w:rPr>
        <w:rFonts w:ascii="Tahoma" w:hAnsi="Tahoma" w:cs="Tahoma" w:hint="default"/>
      </w:rPr>
    </w:lvl>
    <w:lvl w:ilvl="5" w:tplc="04150005" w:tentative="1">
      <w:start w:val="1"/>
      <w:numFmt w:val="bullet"/>
      <w:lvlText w:val=""/>
      <w:lvlJc w:val="left"/>
      <w:pPr>
        <w:ind w:left="4320" w:hanging="360"/>
      </w:pPr>
      <w:rPr>
        <w:rFonts w:ascii="Bookman Old Style" w:hAnsi="Bookman Old Style" w:hint="default"/>
      </w:rPr>
    </w:lvl>
    <w:lvl w:ilvl="6" w:tplc="04150001" w:tentative="1">
      <w:start w:val="1"/>
      <w:numFmt w:val="bullet"/>
      <w:lvlText w:val=""/>
      <w:lvlJc w:val="left"/>
      <w:pPr>
        <w:ind w:left="5040" w:hanging="360"/>
      </w:pPr>
      <w:rPr>
        <w:rFonts w:ascii="Futura Bk" w:hAnsi="Futura Bk" w:hint="default"/>
      </w:rPr>
    </w:lvl>
    <w:lvl w:ilvl="7" w:tplc="04150003" w:tentative="1">
      <w:start w:val="1"/>
      <w:numFmt w:val="bullet"/>
      <w:lvlText w:val="o"/>
      <w:lvlJc w:val="left"/>
      <w:pPr>
        <w:ind w:left="5760" w:hanging="360"/>
      </w:pPr>
      <w:rPr>
        <w:rFonts w:ascii="Tahoma" w:hAnsi="Tahoma" w:cs="Tahoma" w:hint="default"/>
      </w:rPr>
    </w:lvl>
    <w:lvl w:ilvl="8" w:tplc="04150005" w:tentative="1">
      <w:start w:val="1"/>
      <w:numFmt w:val="bullet"/>
      <w:lvlText w:val=""/>
      <w:lvlJc w:val="left"/>
      <w:pPr>
        <w:ind w:left="6480" w:hanging="360"/>
      </w:pPr>
      <w:rPr>
        <w:rFonts w:ascii="Bookman Old Style" w:hAnsi="Bookman Old Style" w:hint="default"/>
      </w:rPr>
    </w:lvl>
  </w:abstractNum>
  <w:abstractNum w:abstractNumId="1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862010A"/>
    <w:multiLevelType w:val="singleLevel"/>
    <w:tmpl w:val="5FE68F34"/>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2" w15:restartNumberingAfterBreak="0">
    <w:nsid w:val="644A277A"/>
    <w:multiLevelType w:val="hybridMultilevel"/>
    <w:tmpl w:val="456A7C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340337"/>
    <w:multiLevelType w:val="hybridMultilevel"/>
    <w:tmpl w:val="043820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304DB4"/>
    <w:multiLevelType w:val="hybridMultilevel"/>
    <w:tmpl w:val="39B89F78"/>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abstractNumId w:val="6"/>
  </w:num>
  <w:num w:numId="2">
    <w:abstractNumId w:val="10"/>
  </w:num>
  <w:num w:numId="3">
    <w:abstractNumId w:val="9"/>
  </w:num>
  <w:num w:numId="4">
    <w:abstractNumId w:val="14"/>
  </w:num>
  <w:num w:numId="5">
    <w:abstractNumId w:val="2"/>
  </w:num>
  <w:num w:numId="6">
    <w:abstractNumId w:val="7"/>
  </w:num>
  <w:num w:numId="7">
    <w:abstractNumId w:val="1"/>
  </w:num>
  <w:num w:numId="8">
    <w:abstractNumId w:val="11"/>
  </w:num>
  <w:num w:numId="9">
    <w:abstractNumId w:val="3"/>
  </w:num>
  <w:num w:numId="10">
    <w:abstractNumId w:val="5"/>
  </w:num>
  <w:num w:numId="11">
    <w:abstractNumId w:val="8"/>
  </w:num>
  <w:num w:numId="12">
    <w:abstractNumId w:val="4"/>
  </w:num>
  <w:num w:numId="13">
    <w:abstractNumId w:val="12"/>
  </w:num>
  <w:num w:numId="1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1C"/>
    <w:rsid w:val="0000379A"/>
    <w:rsid w:val="00003D13"/>
    <w:rsid w:val="00004C2C"/>
    <w:rsid w:val="0000679B"/>
    <w:rsid w:val="0000721C"/>
    <w:rsid w:val="00007E47"/>
    <w:rsid w:val="00010350"/>
    <w:rsid w:val="00010F0D"/>
    <w:rsid w:val="00010FA9"/>
    <w:rsid w:val="00011D3A"/>
    <w:rsid w:val="00013575"/>
    <w:rsid w:val="000155A0"/>
    <w:rsid w:val="000158A1"/>
    <w:rsid w:val="000164B0"/>
    <w:rsid w:val="00016792"/>
    <w:rsid w:val="00016818"/>
    <w:rsid w:val="000174FC"/>
    <w:rsid w:val="000227C9"/>
    <w:rsid w:val="00024A70"/>
    <w:rsid w:val="00024E81"/>
    <w:rsid w:val="0002544A"/>
    <w:rsid w:val="000258BD"/>
    <w:rsid w:val="00026161"/>
    <w:rsid w:val="00027324"/>
    <w:rsid w:val="00027B41"/>
    <w:rsid w:val="00027BC0"/>
    <w:rsid w:val="0003228A"/>
    <w:rsid w:val="000330B6"/>
    <w:rsid w:val="00033522"/>
    <w:rsid w:val="00034C39"/>
    <w:rsid w:val="00035695"/>
    <w:rsid w:val="00035E7D"/>
    <w:rsid w:val="00035F37"/>
    <w:rsid w:val="0003631C"/>
    <w:rsid w:val="0003638D"/>
    <w:rsid w:val="00037DF7"/>
    <w:rsid w:val="000405BA"/>
    <w:rsid w:val="00040CE8"/>
    <w:rsid w:val="000412BA"/>
    <w:rsid w:val="00041401"/>
    <w:rsid w:val="0004241D"/>
    <w:rsid w:val="0004255A"/>
    <w:rsid w:val="00042AA7"/>
    <w:rsid w:val="00044402"/>
    <w:rsid w:val="00044568"/>
    <w:rsid w:val="00045101"/>
    <w:rsid w:val="00045783"/>
    <w:rsid w:val="00045788"/>
    <w:rsid w:val="000459F6"/>
    <w:rsid w:val="00045FF1"/>
    <w:rsid w:val="000467B5"/>
    <w:rsid w:val="0005018E"/>
    <w:rsid w:val="00050E71"/>
    <w:rsid w:val="000532A7"/>
    <w:rsid w:val="000548F3"/>
    <w:rsid w:val="00056119"/>
    <w:rsid w:val="00056781"/>
    <w:rsid w:val="00060B0C"/>
    <w:rsid w:val="0006207D"/>
    <w:rsid w:val="00063503"/>
    <w:rsid w:val="00063F52"/>
    <w:rsid w:val="00064EFD"/>
    <w:rsid w:val="00065494"/>
    <w:rsid w:val="000658AA"/>
    <w:rsid w:val="00065988"/>
    <w:rsid w:val="00066ADF"/>
    <w:rsid w:val="00066C07"/>
    <w:rsid w:val="00066EC5"/>
    <w:rsid w:val="00067FEA"/>
    <w:rsid w:val="00070FC9"/>
    <w:rsid w:val="00072327"/>
    <w:rsid w:val="00072EBE"/>
    <w:rsid w:val="0007371F"/>
    <w:rsid w:val="0007468F"/>
    <w:rsid w:val="000749E9"/>
    <w:rsid w:val="0007524F"/>
    <w:rsid w:val="00076781"/>
    <w:rsid w:val="00076B90"/>
    <w:rsid w:val="00076C0A"/>
    <w:rsid w:val="00076D12"/>
    <w:rsid w:val="00077637"/>
    <w:rsid w:val="000779FD"/>
    <w:rsid w:val="000804A6"/>
    <w:rsid w:val="000805DC"/>
    <w:rsid w:val="00080ECB"/>
    <w:rsid w:val="00083205"/>
    <w:rsid w:val="00083542"/>
    <w:rsid w:val="00086C72"/>
    <w:rsid w:val="0008784C"/>
    <w:rsid w:val="00091144"/>
    <w:rsid w:val="00097BAD"/>
    <w:rsid w:val="00097C72"/>
    <w:rsid w:val="000A0DD8"/>
    <w:rsid w:val="000A2072"/>
    <w:rsid w:val="000A2B35"/>
    <w:rsid w:val="000A3EDB"/>
    <w:rsid w:val="000A494E"/>
    <w:rsid w:val="000A5C28"/>
    <w:rsid w:val="000A6AF1"/>
    <w:rsid w:val="000A71C7"/>
    <w:rsid w:val="000B1B12"/>
    <w:rsid w:val="000B4713"/>
    <w:rsid w:val="000B4AAB"/>
    <w:rsid w:val="000B5847"/>
    <w:rsid w:val="000B5A33"/>
    <w:rsid w:val="000B5FB9"/>
    <w:rsid w:val="000B668C"/>
    <w:rsid w:val="000B678D"/>
    <w:rsid w:val="000C08EC"/>
    <w:rsid w:val="000C0B3E"/>
    <w:rsid w:val="000C0D2E"/>
    <w:rsid w:val="000C185F"/>
    <w:rsid w:val="000C19B7"/>
    <w:rsid w:val="000C29CB"/>
    <w:rsid w:val="000C2AEB"/>
    <w:rsid w:val="000C5C5C"/>
    <w:rsid w:val="000C6091"/>
    <w:rsid w:val="000C7663"/>
    <w:rsid w:val="000D083E"/>
    <w:rsid w:val="000D1722"/>
    <w:rsid w:val="000D19AC"/>
    <w:rsid w:val="000D2059"/>
    <w:rsid w:val="000D2898"/>
    <w:rsid w:val="000D33C6"/>
    <w:rsid w:val="000D3A6D"/>
    <w:rsid w:val="000D3AD4"/>
    <w:rsid w:val="000D4491"/>
    <w:rsid w:val="000D4C90"/>
    <w:rsid w:val="000D5C37"/>
    <w:rsid w:val="000D5EA2"/>
    <w:rsid w:val="000D7E14"/>
    <w:rsid w:val="000E0240"/>
    <w:rsid w:val="000E10D8"/>
    <w:rsid w:val="000E1792"/>
    <w:rsid w:val="000E2E61"/>
    <w:rsid w:val="000E348F"/>
    <w:rsid w:val="000E4F6A"/>
    <w:rsid w:val="000E62C9"/>
    <w:rsid w:val="000E74AA"/>
    <w:rsid w:val="000E7F02"/>
    <w:rsid w:val="000F0028"/>
    <w:rsid w:val="000F00D9"/>
    <w:rsid w:val="000F02FB"/>
    <w:rsid w:val="000F0652"/>
    <w:rsid w:val="000F0CEE"/>
    <w:rsid w:val="000F0EE2"/>
    <w:rsid w:val="000F136B"/>
    <w:rsid w:val="000F1845"/>
    <w:rsid w:val="000F1BC4"/>
    <w:rsid w:val="000F2C48"/>
    <w:rsid w:val="000F31D2"/>
    <w:rsid w:val="000F3AC0"/>
    <w:rsid w:val="000F438A"/>
    <w:rsid w:val="000F4DAB"/>
    <w:rsid w:val="000F5774"/>
    <w:rsid w:val="000F6854"/>
    <w:rsid w:val="001008A9"/>
    <w:rsid w:val="00101CE2"/>
    <w:rsid w:val="00102224"/>
    <w:rsid w:val="00102517"/>
    <w:rsid w:val="00103EBE"/>
    <w:rsid w:val="00104424"/>
    <w:rsid w:val="00104629"/>
    <w:rsid w:val="00105642"/>
    <w:rsid w:val="00106019"/>
    <w:rsid w:val="001062A8"/>
    <w:rsid w:val="0010649E"/>
    <w:rsid w:val="00106D69"/>
    <w:rsid w:val="00107697"/>
    <w:rsid w:val="00107DA2"/>
    <w:rsid w:val="0011093D"/>
    <w:rsid w:val="001119EA"/>
    <w:rsid w:val="0011244B"/>
    <w:rsid w:val="00113437"/>
    <w:rsid w:val="001135FF"/>
    <w:rsid w:val="00113668"/>
    <w:rsid w:val="001143F7"/>
    <w:rsid w:val="001147E3"/>
    <w:rsid w:val="001158EE"/>
    <w:rsid w:val="00116F38"/>
    <w:rsid w:val="001207D5"/>
    <w:rsid w:val="00122217"/>
    <w:rsid w:val="00122788"/>
    <w:rsid w:val="001231BE"/>
    <w:rsid w:val="0012590D"/>
    <w:rsid w:val="00125BDF"/>
    <w:rsid w:val="0012617A"/>
    <w:rsid w:val="00127D0D"/>
    <w:rsid w:val="00127E3E"/>
    <w:rsid w:val="001303B8"/>
    <w:rsid w:val="001320C1"/>
    <w:rsid w:val="001335AD"/>
    <w:rsid w:val="00133744"/>
    <w:rsid w:val="00133782"/>
    <w:rsid w:val="00135581"/>
    <w:rsid w:val="00135F3D"/>
    <w:rsid w:val="001364A2"/>
    <w:rsid w:val="00136C98"/>
    <w:rsid w:val="00140A1A"/>
    <w:rsid w:val="00141D91"/>
    <w:rsid w:val="001433D1"/>
    <w:rsid w:val="00145AA3"/>
    <w:rsid w:val="00146E34"/>
    <w:rsid w:val="0014783C"/>
    <w:rsid w:val="00147B20"/>
    <w:rsid w:val="0015040A"/>
    <w:rsid w:val="00154223"/>
    <w:rsid w:val="00154363"/>
    <w:rsid w:val="0015444F"/>
    <w:rsid w:val="00155CE4"/>
    <w:rsid w:val="0015662F"/>
    <w:rsid w:val="00156A53"/>
    <w:rsid w:val="00156BBD"/>
    <w:rsid w:val="00156E87"/>
    <w:rsid w:val="00156ECE"/>
    <w:rsid w:val="001572B7"/>
    <w:rsid w:val="001572F8"/>
    <w:rsid w:val="0015791D"/>
    <w:rsid w:val="001621D0"/>
    <w:rsid w:val="0016350F"/>
    <w:rsid w:val="0016423F"/>
    <w:rsid w:val="001643D6"/>
    <w:rsid w:val="00164F28"/>
    <w:rsid w:val="001652C0"/>
    <w:rsid w:val="00167006"/>
    <w:rsid w:val="00167530"/>
    <w:rsid w:val="0016795E"/>
    <w:rsid w:val="001707F0"/>
    <w:rsid w:val="00172536"/>
    <w:rsid w:val="00173D7D"/>
    <w:rsid w:val="00175DDD"/>
    <w:rsid w:val="0017629B"/>
    <w:rsid w:val="00176964"/>
    <w:rsid w:val="00176D0E"/>
    <w:rsid w:val="001827DF"/>
    <w:rsid w:val="00183201"/>
    <w:rsid w:val="00183692"/>
    <w:rsid w:val="00183E44"/>
    <w:rsid w:val="00184D98"/>
    <w:rsid w:val="0018576D"/>
    <w:rsid w:val="001858C8"/>
    <w:rsid w:val="0018612F"/>
    <w:rsid w:val="00187461"/>
    <w:rsid w:val="001910DD"/>
    <w:rsid w:val="00191898"/>
    <w:rsid w:val="00191A04"/>
    <w:rsid w:val="00194635"/>
    <w:rsid w:val="00194BF6"/>
    <w:rsid w:val="001952DE"/>
    <w:rsid w:val="001956BD"/>
    <w:rsid w:val="001A095A"/>
    <w:rsid w:val="001A1306"/>
    <w:rsid w:val="001A1E5E"/>
    <w:rsid w:val="001A2A4F"/>
    <w:rsid w:val="001A2CA2"/>
    <w:rsid w:val="001A2D45"/>
    <w:rsid w:val="001A49B8"/>
    <w:rsid w:val="001A65AD"/>
    <w:rsid w:val="001A66D1"/>
    <w:rsid w:val="001A6D14"/>
    <w:rsid w:val="001A7D46"/>
    <w:rsid w:val="001A7F9A"/>
    <w:rsid w:val="001B1F70"/>
    <w:rsid w:val="001B281C"/>
    <w:rsid w:val="001B37BF"/>
    <w:rsid w:val="001B3B84"/>
    <w:rsid w:val="001B3C74"/>
    <w:rsid w:val="001B481E"/>
    <w:rsid w:val="001B4B47"/>
    <w:rsid w:val="001B5F9A"/>
    <w:rsid w:val="001C0016"/>
    <w:rsid w:val="001C07B7"/>
    <w:rsid w:val="001C0BE0"/>
    <w:rsid w:val="001C0E6B"/>
    <w:rsid w:val="001C12BE"/>
    <w:rsid w:val="001C21DA"/>
    <w:rsid w:val="001C34B1"/>
    <w:rsid w:val="001C5204"/>
    <w:rsid w:val="001C5477"/>
    <w:rsid w:val="001C6732"/>
    <w:rsid w:val="001C680A"/>
    <w:rsid w:val="001D05F4"/>
    <w:rsid w:val="001D0B08"/>
    <w:rsid w:val="001D1ACD"/>
    <w:rsid w:val="001D21A9"/>
    <w:rsid w:val="001D22D9"/>
    <w:rsid w:val="001D26E8"/>
    <w:rsid w:val="001D272F"/>
    <w:rsid w:val="001D3411"/>
    <w:rsid w:val="001D3662"/>
    <w:rsid w:val="001D3742"/>
    <w:rsid w:val="001D4F4C"/>
    <w:rsid w:val="001D5101"/>
    <w:rsid w:val="001D5B7F"/>
    <w:rsid w:val="001D5F33"/>
    <w:rsid w:val="001D6170"/>
    <w:rsid w:val="001D67CF"/>
    <w:rsid w:val="001D6850"/>
    <w:rsid w:val="001D7BA3"/>
    <w:rsid w:val="001D7E1E"/>
    <w:rsid w:val="001E013C"/>
    <w:rsid w:val="001E020F"/>
    <w:rsid w:val="001E037B"/>
    <w:rsid w:val="001E1E66"/>
    <w:rsid w:val="001E2352"/>
    <w:rsid w:val="001E290A"/>
    <w:rsid w:val="001E5403"/>
    <w:rsid w:val="001E671F"/>
    <w:rsid w:val="001E6DC5"/>
    <w:rsid w:val="001F0DD7"/>
    <w:rsid w:val="001F101C"/>
    <w:rsid w:val="001F211B"/>
    <w:rsid w:val="001F28E9"/>
    <w:rsid w:val="001F4A25"/>
    <w:rsid w:val="001F5F7F"/>
    <w:rsid w:val="001F613C"/>
    <w:rsid w:val="001F771E"/>
    <w:rsid w:val="001F77ED"/>
    <w:rsid w:val="00201898"/>
    <w:rsid w:val="00201B37"/>
    <w:rsid w:val="00201EF5"/>
    <w:rsid w:val="0020262B"/>
    <w:rsid w:val="00202C00"/>
    <w:rsid w:val="002035F6"/>
    <w:rsid w:val="00203AA1"/>
    <w:rsid w:val="0020483B"/>
    <w:rsid w:val="0020545E"/>
    <w:rsid w:val="00205E66"/>
    <w:rsid w:val="00207C62"/>
    <w:rsid w:val="002100B6"/>
    <w:rsid w:val="00210EB2"/>
    <w:rsid w:val="00210F00"/>
    <w:rsid w:val="002112B1"/>
    <w:rsid w:val="00211695"/>
    <w:rsid w:val="00213414"/>
    <w:rsid w:val="002138CE"/>
    <w:rsid w:val="0021450A"/>
    <w:rsid w:val="002146A0"/>
    <w:rsid w:val="002174CF"/>
    <w:rsid w:val="00217B8F"/>
    <w:rsid w:val="002208C3"/>
    <w:rsid w:val="00222C99"/>
    <w:rsid w:val="00222ED9"/>
    <w:rsid w:val="002230BB"/>
    <w:rsid w:val="0022380D"/>
    <w:rsid w:val="00224180"/>
    <w:rsid w:val="0022428E"/>
    <w:rsid w:val="00224343"/>
    <w:rsid w:val="00224923"/>
    <w:rsid w:val="00225962"/>
    <w:rsid w:val="00225B07"/>
    <w:rsid w:val="00226E74"/>
    <w:rsid w:val="002321D7"/>
    <w:rsid w:val="0023234F"/>
    <w:rsid w:val="00232BCD"/>
    <w:rsid w:val="00232BDE"/>
    <w:rsid w:val="002336F0"/>
    <w:rsid w:val="002349F2"/>
    <w:rsid w:val="00235D10"/>
    <w:rsid w:val="00235FFC"/>
    <w:rsid w:val="00237AB5"/>
    <w:rsid w:val="00237E2E"/>
    <w:rsid w:val="00240E9C"/>
    <w:rsid w:val="00241173"/>
    <w:rsid w:val="0024177B"/>
    <w:rsid w:val="00241903"/>
    <w:rsid w:val="00241C8C"/>
    <w:rsid w:val="00242A35"/>
    <w:rsid w:val="0024396D"/>
    <w:rsid w:val="00244385"/>
    <w:rsid w:val="0024532B"/>
    <w:rsid w:val="00245A93"/>
    <w:rsid w:val="00245B08"/>
    <w:rsid w:val="002462C7"/>
    <w:rsid w:val="00246D75"/>
    <w:rsid w:val="002502DC"/>
    <w:rsid w:val="002504DB"/>
    <w:rsid w:val="00250E81"/>
    <w:rsid w:val="00251166"/>
    <w:rsid w:val="002516BD"/>
    <w:rsid w:val="00251EF3"/>
    <w:rsid w:val="00252761"/>
    <w:rsid w:val="00252A58"/>
    <w:rsid w:val="00252AF2"/>
    <w:rsid w:val="00252F9B"/>
    <w:rsid w:val="00252FBB"/>
    <w:rsid w:val="00253F17"/>
    <w:rsid w:val="00254F98"/>
    <w:rsid w:val="00255056"/>
    <w:rsid w:val="0025612E"/>
    <w:rsid w:val="002563DF"/>
    <w:rsid w:val="002566B5"/>
    <w:rsid w:val="00260CC4"/>
    <w:rsid w:val="00260DA5"/>
    <w:rsid w:val="002611C8"/>
    <w:rsid w:val="00261D79"/>
    <w:rsid w:val="0026369D"/>
    <w:rsid w:val="0026369E"/>
    <w:rsid w:val="002636E2"/>
    <w:rsid w:val="00263784"/>
    <w:rsid w:val="0026475F"/>
    <w:rsid w:val="002667E4"/>
    <w:rsid w:val="00270A59"/>
    <w:rsid w:val="00270DE0"/>
    <w:rsid w:val="0027147B"/>
    <w:rsid w:val="002716E7"/>
    <w:rsid w:val="002724D4"/>
    <w:rsid w:val="00274C69"/>
    <w:rsid w:val="00274CBC"/>
    <w:rsid w:val="002758EA"/>
    <w:rsid w:val="002766D1"/>
    <w:rsid w:val="00280D07"/>
    <w:rsid w:val="00281340"/>
    <w:rsid w:val="002813F4"/>
    <w:rsid w:val="00282A3C"/>
    <w:rsid w:val="00282B6F"/>
    <w:rsid w:val="00285FE5"/>
    <w:rsid w:val="002868DC"/>
    <w:rsid w:val="00286C9D"/>
    <w:rsid w:val="002903F9"/>
    <w:rsid w:val="00290809"/>
    <w:rsid w:val="00290901"/>
    <w:rsid w:val="00292208"/>
    <w:rsid w:val="00292E5C"/>
    <w:rsid w:val="00293F43"/>
    <w:rsid w:val="00295396"/>
    <w:rsid w:val="002958DE"/>
    <w:rsid w:val="002965B0"/>
    <w:rsid w:val="00297D19"/>
    <w:rsid w:val="002A02C3"/>
    <w:rsid w:val="002A0AE8"/>
    <w:rsid w:val="002A6A58"/>
    <w:rsid w:val="002B1E3F"/>
    <w:rsid w:val="002B220B"/>
    <w:rsid w:val="002B28A2"/>
    <w:rsid w:val="002B3360"/>
    <w:rsid w:val="002B39D0"/>
    <w:rsid w:val="002B3C9A"/>
    <w:rsid w:val="002B410E"/>
    <w:rsid w:val="002B4759"/>
    <w:rsid w:val="002B542D"/>
    <w:rsid w:val="002B58BD"/>
    <w:rsid w:val="002B6427"/>
    <w:rsid w:val="002B73B2"/>
    <w:rsid w:val="002B7969"/>
    <w:rsid w:val="002C1F0E"/>
    <w:rsid w:val="002C496A"/>
    <w:rsid w:val="002C57F1"/>
    <w:rsid w:val="002C5B53"/>
    <w:rsid w:val="002C6D16"/>
    <w:rsid w:val="002C6E13"/>
    <w:rsid w:val="002C7C3B"/>
    <w:rsid w:val="002D0BB2"/>
    <w:rsid w:val="002D10FC"/>
    <w:rsid w:val="002D14EB"/>
    <w:rsid w:val="002D161F"/>
    <w:rsid w:val="002D1E01"/>
    <w:rsid w:val="002D235C"/>
    <w:rsid w:val="002D2734"/>
    <w:rsid w:val="002D3A64"/>
    <w:rsid w:val="002D43B7"/>
    <w:rsid w:val="002D4A1A"/>
    <w:rsid w:val="002D4A53"/>
    <w:rsid w:val="002D4F90"/>
    <w:rsid w:val="002D5AC9"/>
    <w:rsid w:val="002D5CDB"/>
    <w:rsid w:val="002D6FD0"/>
    <w:rsid w:val="002D76A2"/>
    <w:rsid w:val="002D7865"/>
    <w:rsid w:val="002E00E4"/>
    <w:rsid w:val="002E09C1"/>
    <w:rsid w:val="002E22C5"/>
    <w:rsid w:val="002E2ED0"/>
    <w:rsid w:val="002E3936"/>
    <w:rsid w:val="002E5094"/>
    <w:rsid w:val="002E5886"/>
    <w:rsid w:val="002E5F91"/>
    <w:rsid w:val="002E656F"/>
    <w:rsid w:val="002E670C"/>
    <w:rsid w:val="002E6C7A"/>
    <w:rsid w:val="002E6CAE"/>
    <w:rsid w:val="002F03AA"/>
    <w:rsid w:val="002F0B6D"/>
    <w:rsid w:val="002F1551"/>
    <w:rsid w:val="002F1C1D"/>
    <w:rsid w:val="002F2134"/>
    <w:rsid w:val="002F2B6D"/>
    <w:rsid w:val="002F2F94"/>
    <w:rsid w:val="002F44BD"/>
    <w:rsid w:val="002F4CFF"/>
    <w:rsid w:val="002F5659"/>
    <w:rsid w:val="002F5DA2"/>
    <w:rsid w:val="002F6598"/>
    <w:rsid w:val="002F71F8"/>
    <w:rsid w:val="002F75A9"/>
    <w:rsid w:val="002F7B09"/>
    <w:rsid w:val="0030018E"/>
    <w:rsid w:val="00300B1E"/>
    <w:rsid w:val="00300E2F"/>
    <w:rsid w:val="003010F1"/>
    <w:rsid w:val="00301127"/>
    <w:rsid w:val="003017B6"/>
    <w:rsid w:val="003017E9"/>
    <w:rsid w:val="003018C7"/>
    <w:rsid w:val="00302934"/>
    <w:rsid w:val="00302CA8"/>
    <w:rsid w:val="00303488"/>
    <w:rsid w:val="00303FC7"/>
    <w:rsid w:val="00304B66"/>
    <w:rsid w:val="00305B9D"/>
    <w:rsid w:val="00305C7E"/>
    <w:rsid w:val="0030629A"/>
    <w:rsid w:val="00306524"/>
    <w:rsid w:val="00306F22"/>
    <w:rsid w:val="00307173"/>
    <w:rsid w:val="003111A0"/>
    <w:rsid w:val="00311BD7"/>
    <w:rsid w:val="00311FCE"/>
    <w:rsid w:val="003127DE"/>
    <w:rsid w:val="00314E25"/>
    <w:rsid w:val="00315A6B"/>
    <w:rsid w:val="00315ACD"/>
    <w:rsid w:val="003167F4"/>
    <w:rsid w:val="00316E85"/>
    <w:rsid w:val="003204EF"/>
    <w:rsid w:val="00322B8C"/>
    <w:rsid w:val="003235BF"/>
    <w:rsid w:val="0032593C"/>
    <w:rsid w:val="00326BF4"/>
    <w:rsid w:val="00327F13"/>
    <w:rsid w:val="00331B6B"/>
    <w:rsid w:val="00332FA4"/>
    <w:rsid w:val="003368A9"/>
    <w:rsid w:val="00336EDE"/>
    <w:rsid w:val="00340725"/>
    <w:rsid w:val="00340818"/>
    <w:rsid w:val="00341354"/>
    <w:rsid w:val="003413CB"/>
    <w:rsid w:val="00342EDB"/>
    <w:rsid w:val="0034327C"/>
    <w:rsid w:val="00343DC8"/>
    <w:rsid w:val="00344803"/>
    <w:rsid w:val="00344A07"/>
    <w:rsid w:val="00346BFA"/>
    <w:rsid w:val="00347D15"/>
    <w:rsid w:val="00347DA6"/>
    <w:rsid w:val="003524CC"/>
    <w:rsid w:val="00352716"/>
    <w:rsid w:val="0035375C"/>
    <w:rsid w:val="00355571"/>
    <w:rsid w:val="0035634B"/>
    <w:rsid w:val="00356F4D"/>
    <w:rsid w:val="00357D21"/>
    <w:rsid w:val="00360054"/>
    <w:rsid w:val="00360CF0"/>
    <w:rsid w:val="003615C3"/>
    <w:rsid w:val="003619FB"/>
    <w:rsid w:val="00363521"/>
    <w:rsid w:val="00363E74"/>
    <w:rsid w:val="003653E1"/>
    <w:rsid w:val="003658E2"/>
    <w:rsid w:val="00365E7F"/>
    <w:rsid w:val="00366238"/>
    <w:rsid w:val="00370929"/>
    <w:rsid w:val="00371B9E"/>
    <w:rsid w:val="00371C80"/>
    <w:rsid w:val="003734E6"/>
    <w:rsid w:val="003742B3"/>
    <w:rsid w:val="00376029"/>
    <w:rsid w:val="00376567"/>
    <w:rsid w:val="0037690A"/>
    <w:rsid w:val="00377196"/>
    <w:rsid w:val="00377A05"/>
    <w:rsid w:val="003832C4"/>
    <w:rsid w:val="003842F4"/>
    <w:rsid w:val="0038445A"/>
    <w:rsid w:val="0038491A"/>
    <w:rsid w:val="00386A34"/>
    <w:rsid w:val="0038702E"/>
    <w:rsid w:val="00387663"/>
    <w:rsid w:val="003878B0"/>
    <w:rsid w:val="003909E3"/>
    <w:rsid w:val="003915A1"/>
    <w:rsid w:val="00391A1B"/>
    <w:rsid w:val="00391AA2"/>
    <w:rsid w:val="00391C0E"/>
    <w:rsid w:val="00392911"/>
    <w:rsid w:val="00392C48"/>
    <w:rsid w:val="00392CC0"/>
    <w:rsid w:val="003943FA"/>
    <w:rsid w:val="00396771"/>
    <w:rsid w:val="00396B7D"/>
    <w:rsid w:val="00397258"/>
    <w:rsid w:val="003A0551"/>
    <w:rsid w:val="003A0B6E"/>
    <w:rsid w:val="003A0DCD"/>
    <w:rsid w:val="003A1FFD"/>
    <w:rsid w:val="003A2323"/>
    <w:rsid w:val="003A27CA"/>
    <w:rsid w:val="003A40B8"/>
    <w:rsid w:val="003A482F"/>
    <w:rsid w:val="003A49F6"/>
    <w:rsid w:val="003A5E86"/>
    <w:rsid w:val="003A6D06"/>
    <w:rsid w:val="003A7E83"/>
    <w:rsid w:val="003B0937"/>
    <w:rsid w:val="003B094D"/>
    <w:rsid w:val="003B1FD0"/>
    <w:rsid w:val="003B2FEA"/>
    <w:rsid w:val="003B36A6"/>
    <w:rsid w:val="003B3F2A"/>
    <w:rsid w:val="003B4129"/>
    <w:rsid w:val="003B4C9C"/>
    <w:rsid w:val="003B4E9C"/>
    <w:rsid w:val="003B59A0"/>
    <w:rsid w:val="003B5B48"/>
    <w:rsid w:val="003B60A9"/>
    <w:rsid w:val="003C02CE"/>
    <w:rsid w:val="003C07AC"/>
    <w:rsid w:val="003C07FF"/>
    <w:rsid w:val="003C12EA"/>
    <w:rsid w:val="003C164F"/>
    <w:rsid w:val="003C17B7"/>
    <w:rsid w:val="003C199C"/>
    <w:rsid w:val="003C430D"/>
    <w:rsid w:val="003C4C7D"/>
    <w:rsid w:val="003C4E2A"/>
    <w:rsid w:val="003C5B12"/>
    <w:rsid w:val="003C63C5"/>
    <w:rsid w:val="003C66B6"/>
    <w:rsid w:val="003C7778"/>
    <w:rsid w:val="003D17E8"/>
    <w:rsid w:val="003D18E6"/>
    <w:rsid w:val="003D25AE"/>
    <w:rsid w:val="003D3736"/>
    <w:rsid w:val="003D37A0"/>
    <w:rsid w:val="003D3919"/>
    <w:rsid w:val="003D3CB7"/>
    <w:rsid w:val="003D41C5"/>
    <w:rsid w:val="003D4790"/>
    <w:rsid w:val="003D5D08"/>
    <w:rsid w:val="003D5D8D"/>
    <w:rsid w:val="003D7C51"/>
    <w:rsid w:val="003E00BD"/>
    <w:rsid w:val="003E08DA"/>
    <w:rsid w:val="003E0F7E"/>
    <w:rsid w:val="003E1088"/>
    <w:rsid w:val="003E1651"/>
    <w:rsid w:val="003E2FC3"/>
    <w:rsid w:val="003E2FE3"/>
    <w:rsid w:val="003E46AC"/>
    <w:rsid w:val="003E6C77"/>
    <w:rsid w:val="003E6D4B"/>
    <w:rsid w:val="003E76B1"/>
    <w:rsid w:val="003E7DD4"/>
    <w:rsid w:val="003F0176"/>
    <w:rsid w:val="003F030F"/>
    <w:rsid w:val="003F05B0"/>
    <w:rsid w:val="003F05B3"/>
    <w:rsid w:val="003F27CE"/>
    <w:rsid w:val="003F28A6"/>
    <w:rsid w:val="003F3585"/>
    <w:rsid w:val="003F43BF"/>
    <w:rsid w:val="003F4466"/>
    <w:rsid w:val="003F4A3E"/>
    <w:rsid w:val="003F574D"/>
    <w:rsid w:val="003F7CC4"/>
    <w:rsid w:val="004005E4"/>
    <w:rsid w:val="004009A2"/>
    <w:rsid w:val="0040182D"/>
    <w:rsid w:val="00402F3C"/>
    <w:rsid w:val="004039A7"/>
    <w:rsid w:val="00404706"/>
    <w:rsid w:val="00405035"/>
    <w:rsid w:val="0040700B"/>
    <w:rsid w:val="00407124"/>
    <w:rsid w:val="0040758B"/>
    <w:rsid w:val="00410082"/>
    <w:rsid w:val="0041075E"/>
    <w:rsid w:val="00410835"/>
    <w:rsid w:val="0041173A"/>
    <w:rsid w:val="004117E8"/>
    <w:rsid w:val="00412FAD"/>
    <w:rsid w:val="004136BD"/>
    <w:rsid w:val="00414057"/>
    <w:rsid w:val="004140E4"/>
    <w:rsid w:val="00415318"/>
    <w:rsid w:val="004155AA"/>
    <w:rsid w:val="00416856"/>
    <w:rsid w:val="0041692A"/>
    <w:rsid w:val="004171F3"/>
    <w:rsid w:val="0042019D"/>
    <w:rsid w:val="00420C84"/>
    <w:rsid w:val="00422070"/>
    <w:rsid w:val="00422CE9"/>
    <w:rsid w:val="00425011"/>
    <w:rsid w:val="0042696D"/>
    <w:rsid w:val="00426EBF"/>
    <w:rsid w:val="00427AFA"/>
    <w:rsid w:val="00427E8B"/>
    <w:rsid w:val="00427EA6"/>
    <w:rsid w:val="00430B8A"/>
    <w:rsid w:val="004322B4"/>
    <w:rsid w:val="00432D03"/>
    <w:rsid w:val="00432FE2"/>
    <w:rsid w:val="004333D7"/>
    <w:rsid w:val="004335AE"/>
    <w:rsid w:val="00435964"/>
    <w:rsid w:val="004363FC"/>
    <w:rsid w:val="00436EB3"/>
    <w:rsid w:val="00436EFA"/>
    <w:rsid w:val="00437081"/>
    <w:rsid w:val="00437E6C"/>
    <w:rsid w:val="00441835"/>
    <w:rsid w:val="00441B72"/>
    <w:rsid w:val="00441DDF"/>
    <w:rsid w:val="00442982"/>
    <w:rsid w:val="00442F89"/>
    <w:rsid w:val="00443DB2"/>
    <w:rsid w:val="00444001"/>
    <w:rsid w:val="00444132"/>
    <w:rsid w:val="00445460"/>
    <w:rsid w:val="0044565F"/>
    <w:rsid w:val="0044583B"/>
    <w:rsid w:val="00447F0F"/>
    <w:rsid w:val="00450B33"/>
    <w:rsid w:val="004516E7"/>
    <w:rsid w:val="00451BC4"/>
    <w:rsid w:val="004520B9"/>
    <w:rsid w:val="0045609A"/>
    <w:rsid w:val="004564FE"/>
    <w:rsid w:val="00456531"/>
    <w:rsid w:val="0046035F"/>
    <w:rsid w:val="004618DE"/>
    <w:rsid w:val="004622FF"/>
    <w:rsid w:val="00462742"/>
    <w:rsid w:val="004633DF"/>
    <w:rsid w:val="004642F5"/>
    <w:rsid w:val="00464F02"/>
    <w:rsid w:val="00465090"/>
    <w:rsid w:val="0046607A"/>
    <w:rsid w:val="00466708"/>
    <w:rsid w:val="00466899"/>
    <w:rsid w:val="00467366"/>
    <w:rsid w:val="004704EC"/>
    <w:rsid w:val="00470BA5"/>
    <w:rsid w:val="0047103C"/>
    <w:rsid w:val="00472699"/>
    <w:rsid w:val="00473708"/>
    <w:rsid w:val="00473892"/>
    <w:rsid w:val="00473EAA"/>
    <w:rsid w:val="004743CA"/>
    <w:rsid w:val="0047480B"/>
    <w:rsid w:val="004763D5"/>
    <w:rsid w:val="00477D77"/>
    <w:rsid w:val="004811F6"/>
    <w:rsid w:val="0048286C"/>
    <w:rsid w:val="0048311F"/>
    <w:rsid w:val="00484B96"/>
    <w:rsid w:val="00484C38"/>
    <w:rsid w:val="00486614"/>
    <w:rsid w:val="00486DE1"/>
    <w:rsid w:val="004947FE"/>
    <w:rsid w:val="004975A6"/>
    <w:rsid w:val="0049797F"/>
    <w:rsid w:val="004A268D"/>
    <w:rsid w:val="004A2C7E"/>
    <w:rsid w:val="004A3087"/>
    <w:rsid w:val="004A30A3"/>
    <w:rsid w:val="004A3293"/>
    <w:rsid w:val="004A49C5"/>
    <w:rsid w:val="004A5341"/>
    <w:rsid w:val="004A6F9D"/>
    <w:rsid w:val="004A7CAC"/>
    <w:rsid w:val="004B1158"/>
    <w:rsid w:val="004B17C6"/>
    <w:rsid w:val="004B1C2E"/>
    <w:rsid w:val="004B2FCD"/>
    <w:rsid w:val="004B336F"/>
    <w:rsid w:val="004B33A9"/>
    <w:rsid w:val="004B43DF"/>
    <w:rsid w:val="004B491A"/>
    <w:rsid w:val="004B5617"/>
    <w:rsid w:val="004C1528"/>
    <w:rsid w:val="004C18B6"/>
    <w:rsid w:val="004C1945"/>
    <w:rsid w:val="004C2F1C"/>
    <w:rsid w:val="004C31D7"/>
    <w:rsid w:val="004C3E97"/>
    <w:rsid w:val="004C473B"/>
    <w:rsid w:val="004C4DE4"/>
    <w:rsid w:val="004C5287"/>
    <w:rsid w:val="004C5C0D"/>
    <w:rsid w:val="004C7108"/>
    <w:rsid w:val="004C77DA"/>
    <w:rsid w:val="004C78E6"/>
    <w:rsid w:val="004C7E92"/>
    <w:rsid w:val="004D0821"/>
    <w:rsid w:val="004D0919"/>
    <w:rsid w:val="004D0CB1"/>
    <w:rsid w:val="004D1D86"/>
    <w:rsid w:val="004D2D63"/>
    <w:rsid w:val="004D47E6"/>
    <w:rsid w:val="004D56EA"/>
    <w:rsid w:val="004D67D0"/>
    <w:rsid w:val="004D70E6"/>
    <w:rsid w:val="004D79AB"/>
    <w:rsid w:val="004D7CC9"/>
    <w:rsid w:val="004E0DB9"/>
    <w:rsid w:val="004E2C82"/>
    <w:rsid w:val="004E3826"/>
    <w:rsid w:val="004E40F1"/>
    <w:rsid w:val="004E4572"/>
    <w:rsid w:val="004E4DA4"/>
    <w:rsid w:val="004E5F2B"/>
    <w:rsid w:val="004E66F1"/>
    <w:rsid w:val="004E7230"/>
    <w:rsid w:val="004E7C62"/>
    <w:rsid w:val="004F20FF"/>
    <w:rsid w:val="004F24BC"/>
    <w:rsid w:val="004F280A"/>
    <w:rsid w:val="004F3E57"/>
    <w:rsid w:val="004F4AD9"/>
    <w:rsid w:val="004F4FF8"/>
    <w:rsid w:val="004F527C"/>
    <w:rsid w:val="004F5E1B"/>
    <w:rsid w:val="004F63D4"/>
    <w:rsid w:val="004F66ED"/>
    <w:rsid w:val="004F720C"/>
    <w:rsid w:val="004F7C47"/>
    <w:rsid w:val="00500C70"/>
    <w:rsid w:val="0050241C"/>
    <w:rsid w:val="005029E6"/>
    <w:rsid w:val="0050315E"/>
    <w:rsid w:val="00503AA9"/>
    <w:rsid w:val="0050405A"/>
    <w:rsid w:val="00505D20"/>
    <w:rsid w:val="00506B95"/>
    <w:rsid w:val="00506DCD"/>
    <w:rsid w:val="00507A04"/>
    <w:rsid w:val="00507D4F"/>
    <w:rsid w:val="005101CA"/>
    <w:rsid w:val="005103A9"/>
    <w:rsid w:val="00511DE9"/>
    <w:rsid w:val="005127E4"/>
    <w:rsid w:val="00512AF4"/>
    <w:rsid w:val="00512FA4"/>
    <w:rsid w:val="0051385E"/>
    <w:rsid w:val="00513A35"/>
    <w:rsid w:val="00514151"/>
    <w:rsid w:val="005141BE"/>
    <w:rsid w:val="00514C24"/>
    <w:rsid w:val="005164D3"/>
    <w:rsid w:val="005165A3"/>
    <w:rsid w:val="0051665F"/>
    <w:rsid w:val="00517251"/>
    <w:rsid w:val="00517C3B"/>
    <w:rsid w:val="0052183A"/>
    <w:rsid w:val="00522777"/>
    <w:rsid w:val="00524529"/>
    <w:rsid w:val="00524C30"/>
    <w:rsid w:val="0052587D"/>
    <w:rsid w:val="00526E63"/>
    <w:rsid w:val="00527583"/>
    <w:rsid w:val="00527A16"/>
    <w:rsid w:val="00531A2B"/>
    <w:rsid w:val="00532A7A"/>
    <w:rsid w:val="00532B17"/>
    <w:rsid w:val="005330B0"/>
    <w:rsid w:val="005339B5"/>
    <w:rsid w:val="00533A4F"/>
    <w:rsid w:val="0053449E"/>
    <w:rsid w:val="0053462C"/>
    <w:rsid w:val="00535984"/>
    <w:rsid w:val="005362FD"/>
    <w:rsid w:val="005366D3"/>
    <w:rsid w:val="005369E3"/>
    <w:rsid w:val="00537901"/>
    <w:rsid w:val="00540123"/>
    <w:rsid w:val="00540252"/>
    <w:rsid w:val="005404D9"/>
    <w:rsid w:val="0054053F"/>
    <w:rsid w:val="00540A9C"/>
    <w:rsid w:val="0054118E"/>
    <w:rsid w:val="00542F65"/>
    <w:rsid w:val="005434F4"/>
    <w:rsid w:val="00543559"/>
    <w:rsid w:val="005437C4"/>
    <w:rsid w:val="00544A89"/>
    <w:rsid w:val="00545B71"/>
    <w:rsid w:val="0054609C"/>
    <w:rsid w:val="005462C6"/>
    <w:rsid w:val="005467EC"/>
    <w:rsid w:val="00547C9A"/>
    <w:rsid w:val="00547FEB"/>
    <w:rsid w:val="005503EE"/>
    <w:rsid w:val="00550D33"/>
    <w:rsid w:val="00551C48"/>
    <w:rsid w:val="0055311E"/>
    <w:rsid w:val="00553466"/>
    <w:rsid w:val="00554B43"/>
    <w:rsid w:val="00554D6C"/>
    <w:rsid w:val="005556EC"/>
    <w:rsid w:val="005557FF"/>
    <w:rsid w:val="0055589E"/>
    <w:rsid w:val="00556940"/>
    <w:rsid w:val="00556C65"/>
    <w:rsid w:val="00557C32"/>
    <w:rsid w:val="00557D76"/>
    <w:rsid w:val="0056088A"/>
    <w:rsid w:val="00561FE8"/>
    <w:rsid w:val="005632CA"/>
    <w:rsid w:val="005641C6"/>
    <w:rsid w:val="00570B18"/>
    <w:rsid w:val="00572D44"/>
    <w:rsid w:val="005741A0"/>
    <w:rsid w:val="00575226"/>
    <w:rsid w:val="0057546A"/>
    <w:rsid w:val="00576426"/>
    <w:rsid w:val="00577460"/>
    <w:rsid w:val="00580929"/>
    <w:rsid w:val="005826A4"/>
    <w:rsid w:val="0058389C"/>
    <w:rsid w:val="0058584D"/>
    <w:rsid w:val="00586F28"/>
    <w:rsid w:val="005873E0"/>
    <w:rsid w:val="0058798F"/>
    <w:rsid w:val="00587CCA"/>
    <w:rsid w:val="00590661"/>
    <w:rsid w:val="00590CCC"/>
    <w:rsid w:val="005910E1"/>
    <w:rsid w:val="00591E6A"/>
    <w:rsid w:val="00593397"/>
    <w:rsid w:val="0059348C"/>
    <w:rsid w:val="00596430"/>
    <w:rsid w:val="00596B14"/>
    <w:rsid w:val="00597DB1"/>
    <w:rsid w:val="005A3367"/>
    <w:rsid w:val="005A338D"/>
    <w:rsid w:val="005A4844"/>
    <w:rsid w:val="005A4902"/>
    <w:rsid w:val="005A5693"/>
    <w:rsid w:val="005A5BEB"/>
    <w:rsid w:val="005A6A1C"/>
    <w:rsid w:val="005A7781"/>
    <w:rsid w:val="005A7937"/>
    <w:rsid w:val="005A7CB5"/>
    <w:rsid w:val="005A7EBC"/>
    <w:rsid w:val="005B0E84"/>
    <w:rsid w:val="005B1535"/>
    <w:rsid w:val="005B2984"/>
    <w:rsid w:val="005B302E"/>
    <w:rsid w:val="005B38DA"/>
    <w:rsid w:val="005B424C"/>
    <w:rsid w:val="005B4CB8"/>
    <w:rsid w:val="005B6326"/>
    <w:rsid w:val="005B63B0"/>
    <w:rsid w:val="005B6A72"/>
    <w:rsid w:val="005B7F2A"/>
    <w:rsid w:val="005C05CE"/>
    <w:rsid w:val="005C0804"/>
    <w:rsid w:val="005C3690"/>
    <w:rsid w:val="005C3EE5"/>
    <w:rsid w:val="005C450B"/>
    <w:rsid w:val="005C49E0"/>
    <w:rsid w:val="005C4B32"/>
    <w:rsid w:val="005C4C9A"/>
    <w:rsid w:val="005C5D4A"/>
    <w:rsid w:val="005C61CD"/>
    <w:rsid w:val="005C6A85"/>
    <w:rsid w:val="005C6E08"/>
    <w:rsid w:val="005C6F30"/>
    <w:rsid w:val="005C771C"/>
    <w:rsid w:val="005D0687"/>
    <w:rsid w:val="005D41D8"/>
    <w:rsid w:val="005D70AE"/>
    <w:rsid w:val="005D71E4"/>
    <w:rsid w:val="005E0E96"/>
    <w:rsid w:val="005E16A7"/>
    <w:rsid w:val="005E213B"/>
    <w:rsid w:val="005E2934"/>
    <w:rsid w:val="005E29CB"/>
    <w:rsid w:val="005E2BBA"/>
    <w:rsid w:val="005E3452"/>
    <w:rsid w:val="005E3B2B"/>
    <w:rsid w:val="005E41DE"/>
    <w:rsid w:val="005E46C6"/>
    <w:rsid w:val="005E4B73"/>
    <w:rsid w:val="005E62C9"/>
    <w:rsid w:val="005E645D"/>
    <w:rsid w:val="005E68F1"/>
    <w:rsid w:val="005E70A6"/>
    <w:rsid w:val="005E7BE0"/>
    <w:rsid w:val="005E7CD8"/>
    <w:rsid w:val="005F13E6"/>
    <w:rsid w:val="005F153C"/>
    <w:rsid w:val="005F18DD"/>
    <w:rsid w:val="005F45FA"/>
    <w:rsid w:val="005F4D3A"/>
    <w:rsid w:val="005F5E30"/>
    <w:rsid w:val="005F7512"/>
    <w:rsid w:val="005F7E25"/>
    <w:rsid w:val="0060079E"/>
    <w:rsid w:val="00601EF0"/>
    <w:rsid w:val="00602461"/>
    <w:rsid w:val="00602C5E"/>
    <w:rsid w:val="006043E3"/>
    <w:rsid w:val="006049DB"/>
    <w:rsid w:val="00605186"/>
    <w:rsid w:val="00605E9D"/>
    <w:rsid w:val="00605FC6"/>
    <w:rsid w:val="00606E61"/>
    <w:rsid w:val="00607BF6"/>
    <w:rsid w:val="00610913"/>
    <w:rsid w:val="00610E9C"/>
    <w:rsid w:val="0061139A"/>
    <w:rsid w:val="00611D8C"/>
    <w:rsid w:val="0061275F"/>
    <w:rsid w:val="00612D10"/>
    <w:rsid w:val="006138B3"/>
    <w:rsid w:val="0061509F"/>
    <w:rsid w:val="006204E1"/>
    <w:rsid w:val="00620774"/>
    <w:rsid w:val="00621BAB"/>
    <w:rsid w:val="00621E22"/>
    <w:rsid w:val="00622691"/>
    <w:rsid w:val="0062287E"/>
    <w:rsid w:val="00624358"/>
    <w:rsid w:val="006258FD"/>
    <w:rsid w:val="006261AF"/>
    <w:rsid w:val="00626518"/>
    <w:rsid w:val="006276FD"/>
    <w:rsid w:val="006278EC"/>
    <w:rsid w:val="00632B7A"/>
    <w:rsid w:val="0063396F"/>
    <w:rsid w:val="00634475"/>
    <w:rsid w:val="00635229"/>
    <w:rsid w:val="006362C9"/>
    <w:rsid w:val="00636652"/>
    <w:rsid w:val="006368D2"/>
    <w:rsid w:val="0063712A"/>
    <w:rsid w:val="006378BF"/>
    <w:rsid w:val="00637DF4"/>
    <w:rsid w:val="00641D9C"/>
    <w:rsid w:val="0064254F"/>
    <w:rsid w:val="006427DE"/>
    <w:rsid w:val="00642F50"/>
    <w:rsid w:val="006433CA"/>
    <w:rsid w:val="00643E7C"/>
    <w:rsid w:val="00644943"/>
    <w:rsid w:val="00644F5E"/>
    <w:rsid w:val="0064528C"/>
    <w:rsid w:val="00645B73"/>
    <w:rsid w:val="0064613A"/>
    <w:rsid w:val="00646C9B"/>
    <w:rsid w:val="006501CD"/>
    <w:rsid w:val="006519EC"/>
    <w:rsid w:val="00651D6F"/>
    <w:rsid w:val="00651FFF"/>
    <w:rsid w:val="00652C3E"/>
    <w:rsid w:val="00652ECD"/>
    <w:rsid w:val="00652ED6"/>
    <w:rsid w:val="00653458"/>
    <w:rsid w:val="006538F8"/>
    <w:rsid w:val="00653D82"/>
    <w:rsid w:val="00653F98"/>
    <w:rsid w:val="00654129"/>
    <w:rsid w:val="0065727E"/>
    <w:rsid w:val="006575C2"/>
    <w:rsid w:val="00657B27"/>
    <w:rsid w:val="00661A80"/>
    <w:rsid w:val="00662188"/>
    <w:rsid w:val="00662317"/>
    <w:rsid w:val="00662C86"/>
    <w:rsid w:val="00662E2C"/>
    <w:rsid w:val="00663D0B"/>
    <w:rsid w:val="0066510E"/>
    <w:rsid w:val="006652B8"/>
    <w:rsid w:val="00665B17"/>
    <w:rsid w:val="00665E9D"/>
    <w:rsid w:val="00666244"/>
    <w:rsid w:val="00666EDC"/>
    <w:rsid w:val="0066767D"/>
    <w:rsid w:val="006679C2"/>
    <w:rsid w:val="0067111C"/>
    <w:rsid w:val="006717D0"/>
    <w:rsid w:val="00672CF1"/>
    <w:rsid w:val="00672DF2"/>
    <w:rsid w:val="006731D5"/>
    <w:rsid w:val="00675014"/>
    <w:rsid w:val="006758CC"/>
    <w:rsid w:val="00675B74"/>
    <w:rsid w:val="00675BD4"/>
    <w:rsid w:val="00675F76"/>
    <w:rsid w:val="00676032"/>
    <w:rsid w:val="0067640A"/>
    <w:rsid w:val="00676931"/>
    <w:rsid w:val="006804FC"/>
    <w:rsid w:val="00680BF4"/>
    <w:rsid w:val="00680DB6"/>
    <w:rsid w:val="00681FF7"/>
    <w:rsid w:val="00682324"/>
    <w:rsid w:val="0068279D"/>
    <w:rsid w:val="00682D67"/>
    <w:rsid w:val="00682FEB"/>
    <w:rsid w:val="00683248"/>
    <w:rsid w:val="00683818"/>
    <w:rsid w:val="00685C27"/>
    <w:rsid w:val="00686795"/>
    <w:rsid w:val="00686B48"/>
    <w:rsid w:val="00686D31"/>
    <w:rsid w:val="00687318"/>
    <w:rsid w:val="0069075B"/>
    <w:rsid w:val="006909EE"/>
    <w:rsid w:val="00691AE1"/>
    <w:rsid w:val="00692362"/>
    <w:rsid w:val="006924F7"/>
    <w:rsid w:val="00693F9D"/>
    <w:rsid w:val="00694635"/>
    <w:rsid w:val="0069538E"/>
    <w:rsid w:val="00695F77"/>
    <w:rsid w:val="006967E4"/>
    <w:rsid w:val="0069777C"/>
    <w:rsid w:val="006A0E17"/>
    <w:rsid w:val="006A11AF"/>
    <w:rsid w:val="006A1FD0"/>
    <w:rsid w:val="006A3B83"/>
    <w:rsid w:val="006A41C4"/>
    <w:rsid w:val="006A422A"/>
    <w:rsid w:val="006A45C6"/>
    <w:rsid w:val="006A55B0"/>
    <w:rsid w:val="006A5B1D"/>
    <w:rsid w:val="006A6D6B"/>
    <w:rsid w:val="006A7186"/>
    <w:rsid w:val="006A7DE0"/>
    <w:rsid w:val="006B00D5"/>
    <w:rsid w:val="006B096C"/>
    <w:rsid w:val="006B0CE7"/>
    <w:rsid w:val="006B3A54"/>
    <w:rsid w:val="006B3FB3"/>
    <w:rsid w:val="006B4218"/>
    <w:rsid w:val="006B43F7"/>
    <w:rsid w:val="006B4B88"/>
    <w:rsid w:val="006B5465"/>
    <w:rsid w:val="006B71FC"/>
    <w:rsid w:val="006B75DB"/>
    <w:rsid w:val="006C0979"/>
    <w:rsid w:val="006C13FF"/>
    <w:rsid w:val="006C1499"/>
    <w:rsid w:val="006C17EB"/>
    <w:rsid w:val="006C208D"/>
    <w:rsid w:val="006C31D8"/>
    <w:rsid w:val="006C38C2"/>
    <w:rsid w:val="006C4210"/>
    <w:rsid w:val="006C4C5C"/>
    <w:rsid w:val="006C5BE7"/>
    <w:rsid w:val="006C6470"/>
    <w:rsid w:val="006C6507"/>
    <w:rsid w:val="006D18CB"/>
    <w:rsid w:val="006D234A"/>
    <w:rsid w:val="006D3883"/>
    <w:rsid w:val="006D3964"/>
    <w:rsid w:val="006E0344"/>
    <w:rsid w:val="006E128C"/>
    <w:rsid w:val="006E1C26"/>
    <w:rsid w:val="006E1E7B"/>
    <w:rsid w:val="006E1E8F"/>
    <w:rsid w:val="006E4D0D"/>
    <w:rsid w:val="006E53F6"/>
    <w:rsid w:val="006E6433"/>
    <w:rsid w:val="006E6ED8"/>
    <w:rsid w:val="006F0596"/>
    <w:rsid w:val="006F1A6B"/>
    <w:rsid w:val="006F3DBA"/>
    <w:rsid w:val="006F49A9"/>
    <w:rsid w:val="006F4A67"/>
    <w:rsid w:val="006F4CB7"/>
    <w:rsid w:val="006F53BB"/>
    <w:rsid w:val="006F6110"/>
    <w:rsid w:val="006F6EC1"/>
    <w:rsid w:val="00701340"/>
    <w:rsid w:val="007021C7"/>
    <w:rsid w:val="007024AC"/>
    <w:rsid w:val="007031EE"/>
    <w:rsid w:val="00704498"/>
    <w:rsid w:val="007047E3"/>
    <w:rsid w:val="00704CB2"/>
    <w:rsid w:val="00705AE2"/>
    <w:rsid w:val="007076E2"/>
    <w:rsid w:val="007078F0"/>
    <w:rsid w:val="00707F44"/>
    <w:rsid w:val="007146B7"/>
    <w:rsid w:val="00715213"/>
    <w:rsid w:val="00715C54"/>
    <w:rsid w:val="007160D8"/>
    <w:rsid w:val="00716456"/>
    <w:rsid w:val="00720BDD"/>
    <w:rsid w:val="00720DFE"/>
    <w:rsid w:val="00720EE8"/>
    <w:rsid w:val="00721F67"/>
    <w:rsid w:val="0072221E"/>
    <w:rsid w:val="0072255B"/>
    <w:rsid w:val="007231EC"/>
    <w:rsid w:val="00723D0F"/>
    <w:rsid w:val="007258E7"/>
    <w:rsid w:val="0072638C"/>
    <w:rsid w:val="007265E3"/>
    <w:rsid w:val="00726E53"/>
    <w:rsid w:val="00727861"/>
    <w:rsid w:val="00727D3D"/>
    <w:rsid w:val="00731249"/>
    <w:rsid w:val="00731707"/>
    <w:rsid w:val="00732819"/>
    <w:rsid w:val="00732B6A"/>
    <w:rsid w:val="00733133"/>
    <w:rsid w:val="007334DC"/>
    <w:rsid w:val="00734A32"/>
    <w:rsid w:val="00734E34"/>
    <w:rsid w:val="007353A8"/>
    <w:rsid w:val="0073563B"/>
    <w:rsid w:val="007359C4"/>
    <w:rsid w:val="00735D59"/>
    <w:rsid w:val="00737274"/>
    <w:rsid w:val="007375E5"/>
    <w:rsid w:val="00737A1B"/>
    <w:rsid w:val="0074078F"/>
    <w:rsid w:val="00740F16"/>
    <w:rsid w:val="007417CC"/>
    <w:rsid w:val="00741E79"/>
    <w:rsid w:val="0074409E"/>
    <w:rsid w:val="0074438F"/>
    <w:rsid w:val="0074466D"/>
    <w:rsid w:val="00744ED9"/>
    <w:rsid w:val="00745764"/>
    <w:rsid w:val="00745BD7"/>
    <w:rsid w:val="00746394"/>
    <w:rsid w:val="00747376"/>
    <w:rsid w:val="00750317"/>
    <w:rsid w:val="0075033C"/>
    <w:rsid w:val="00751A85"/>
    <w:rsid w:val="0075231B"/>
    <w:rsid w:val="0075534A"/>
    <w:rsid w:val="0075669F"/>
    <w:rsid w:val="00756CC8"/>
    <w:rsid w:val="007578D3"/>
    <w:rsid w:val="00760476"/>
    <w:rsid w:val="0076106D"/>
    <w:rsid w:val="00761CB8"/>
    <w:rsid w:val="00761D53"/>
    <w:rsid w:val="00764231"/>
    <w:rsid w:val="007645FA"/>
    <w:rsid w:val="00764E48"/>
    <w:rsid w:val="0076567E"/>
    <w:rsid w:val="00765BC2"/>
    <w:rsid w:val="00766059"/>
    <w:rsid w:val="00766214"/>
    <w:rsid w:val="00766A8E"/>
    <w:rsid w:val="00766E83"/>
    <w:rsid w:val="007679AF"/>
    <w:rsid w:val="00770EF9"/>
    <w:rsid w:val="00772F51"/>
    <w:rsid w:val="0077443A"/>
    <w:rsid w:val="0077487F"/>
    <w:rsid w:val="007750DB"/>
    <w:rsid w:val="0077540E"/>
    <w:rsid w:val="00775A18"/>
    <w:rsid w:val="00775A88"/>
    <w:rsid w:val="00775C9A"/>
    <w:rsid w:val="007768D4"/>
    <w:rsid w:val="00782503"/>
    <w:rsid w:val="00783143"/>
    <w:rsid w:val="007842E5"/>
    <w:rsid w:val="00784851"/>
    <w:rsid w:val="00785279"/>
    <w:rsid w:val="00785D5C"/>
    <w:rsid w:val="00785E73"/>
    <w:rsid w:val="00786EE5"/>
    <w:rsid w:val="00787953"/>
    <w:rsid w:val="00790764"/>
    <w:rsid w:val="00790BAF"/>
    <w:rsid w:val="00790DD7"/>
    <w:rsid w:val="00791477"/>
    <w:rsid w:val="00792963"/>
    <w:rsid w:val="00793803"/>
    <w:rsid w:val="00793CAC"/>
    <w:rsid w:val="0079524B"/>
    <w:rsid w:val="00796C3C"/>
    <w:rsid w:val="0079775A"/>
    <w:rsid w:val="00797BD9"/>
    <w:rsid w:val="007A3211"/>
    <w:rsid w:val="007A4A87"/>
    <w:rsid w:val="007A4CA4"/>
    <w:rsid w:val="007A5566"/>
    <w:rsid w:val="007A665F"/>
    <w:rsid w:val="007B0BD9"/>
    <w:rsid w:val="007B1512"/>
    <w:rsid w:val="007B245D"/>
    <w:rsid w:val="007B3244"/>
    <w:rsid w:val="007B33DC"/>
    <w:rsid w:val="007B5AE2"/>
    <w:rsid w:val="007B5B77"/>
    <w:rsid w:val="007B6312"/>
    <w:rsid w:val="007B6D9B"/>
    <w:rsid w:val="007B6FFF"/>
    <w:rsid w:val="007B7B53"/>
    <w:rsid w:val="007C0119"/>
    <w:rsid w:val="007C165E"/>
    <w:rsid w:val="007C2836"/>
    <w:rsid w:val="007C528C"/>
    <w:rsid w:val="007D0A84"/>
    <w:rsid w:val="007D0BBE"/>
    <w:rsid w:val="007D2C83"/>
    <w:rsid w:val="007D2E18"/>
    <w:rsid w:val="007D3C82"/>
    <w:rsid w:val="007D4376"/>
    <w:rsid w:val="007D4561"/>
    <w:rsid w:val="007D6F7F"/>
    <w:rsid w:val="007E01A9"/>
    <w:rsid w:val="007E0B12"/>
    <w:rsid w:val="007E15B9"/>
    <w:rsid w:val="007E2C44"/>
    <w:rsid w:val="007E2FB1"/>
    <w:rsid w:val="007E41E9"/>
    <w:rsid w:val="007E4484"/>
    <w:rsid w:val="007E4670"/>
    <w:rsid w:val="007E524C"/>
    <w:rsid w:val="007E540D"/>
    <w:rsid w:val="007E55D2"/>
    <w:rsid w:val="007E67B9"/>
    <w:rsid w:val="007E729A"/>
    <w:rsid w:val="007F09BC"/>
    <w:rsid w:val="007F0A69"/>
    <w:rsid w:val="007F101C"/>
    <w:rsid w:val="007F27BB"/>
    <w:rsid w:val="007F2912"/>
    <w:rsid w:val="007F2DED"/>
    <w:rsid w:val="007F52E8"/>
    <w:rsid w:val="007F59E7"/>
    <w:rsid w:val="007F7A07"/>
    <w:rsid w:val="008001E2"/>
    <w:rsid w:val="008019A8"/>
    <w:rsid w:val="008036F4"/>
    <w:rsid w:val="0080375F"/>
    <w:rsid w:val="008037DE"/>
    <w:rsid w:val="00803C7F"/>
    <w:rsid w:val="00805548"/>
    <w:rsid w:val="00805EBE"/>
    <w:rsid w:val="00806F86"/>
    <w:rsid w:val="00807727"/>
    <w:rsid w:val="00810EC7"/>
    <w:rsid w:val="00811309"/>
    <w:rsid w:val="0081177D"/>
    <w:rsid w:val="008133FF"/>
    <w:rsid w:val="00813F4C"/>
    <w:rsid w:val="00816128"/>
    <w:rsid w:val="0081616D"/>
    <w:rsid w:val="00817421"/>
    <w:rsid w:val="008200AB"/>
    <w:rsid w:val="0082031F"/>
    <w:rsid w:val="0082099E"/>
    <w:rsid w:val="00821605"/>
    <w:rsid w:val="00821CB6"/>
    <w:rsid w:val="00824B4F"/>
    <w:rsid w:val="00827A26"/>
    <w:rsid w:val="008304F5"/>
    <w:rsid w:val="00830E05"/>
    <w:rsid w:val="008312D8"/>
    <w:rsid w:val="00831414"/>
    <w:rsid w:val="0083341D"/>
    <w:rsid w:val="00833B49"/>
    <w:rsid w:val="00834622"/>
    <w:rsid w:val="00834F53"/>
    <w:rsid w:val="00836DD7"/>
    <w:rsid w:val="008370DD"/>
    <w:rsid w:val="00837871"/>
    <w:rsid w:val="00837DFA"/>
    <w:rsid w:val="008404DD"/>
    <w:rsid w:val="00841722"/>
    <w:rsid w:val="0084183D"/>
    <w:rsid w:val="008420BA"/>
    <w:rsid w:val="00842177"/>
    <w:rsid w:val="00844DAB"/>
    <w:rsid w:val="008453C1"/>
    <w:rsid w:val="00846D7F"/>
    <w:rsid w:val="00847416"/>
    <w:rsid w:val="00847B2E"/>
    <w:rsid w:val="00850C00"/>
    <w:rsid w:val="008526DC"/>
    <w:rsid w:val="00854949"/>
    <w:rsid w:val="00855AD6"/>
    <w:rsid w:val="00855C28"/>
    <w:rsid w:val="00855CFA"/>
    <w:rsid w:val="008562AC"/>
    <w:rsid w:val="0086059A"/>
    <w:rsid w:val="008627E6"/>
    <w:rsid w:val="008631C2"/>
    <w:rsid w:val="008640AC"/>
    <w:rsid w:val="0086500C"/>
    <w:rsid w:val="00866592"/>
    <w:rsid w:val="00867334"/>
    <w:rsid w:val="008674F1"/>
    <w:rsid w:val="00867788"/>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91D"/>
    <w:rsid w:val="00884A8C"/>
    <w:rsid w:val="008868EB"/>
    <w:rsid w:val="00887271"/>
    <w:rsid w:val="00887C5B"/>
    <w:rsid w:val="008903C7"/>
    <w:rsid w:val="008909CC"/>
    <w:rsid w:val="008934D7"/>
    <w:rsid w:val="0089395A"/>
    <w:rsid w:val="0089399C"/>
    <w:rsid w:val="00893E7C"/>
    <w:rsid w:val="00894446"/>
    <w:rsid w:val="008953E9"/>
    <w:rsid w:val="00895C62"/>
    <w:rsid w:val="0089610E"/>
    <w:rsid w:val="0089640C"/>
    <w:rsid w:val="00896FF3"/>
    <w:rsid w:val="00897644"/>
    <w:rsid w:val="008A0D0F"/>
    <w:rsid w:val="008A1E11"/>
    <w:rsid w:val="008A25BE"/>
    <w:rsid w:val="008A417E"/>
    <w:rsid w:val="008A4189"/>
    <w:rsid w:val="008A4ECE"/>
    <w:rsid w:val="008A6582"/>
    <w:rsid w:val="008A6DA4"/>
    <w:rsid w:val="008A7BE0"/>
    <w:rsid w:val="008B23F1"/>
    <w:rsid w:val="008B26D5"/>
    <w:rsid w:val="008B3F3D"/>
    <w:rsid w:val="008B4E40"/>
    <w:rsid w:val="008B5162"/>
    <w:rsid w:val="008B53C6"/>
    <w:rsid w:val="008B59B3"/>
    <w:rsid w:val="008B5BDA"/>
    <w:rsid w:val="008B7585"/>
    <w:rsid w:val="008B7849"/>
    <w:rsid w:val="008B7CE7"/>
    <w:rsid w:val="008C11FC"/>
    <w:rsid w:val="008C2D49"/>
    <w:rsid w:val="008C40D6"/>
    <w:rsid w:val="008C56BC"/>
    <w:rsid w:val="008C607B"/>
    <w:rsid w:val="008C6840"/>
    <w:rsid w:val="008D05E0"/>
    <w:rsid w:val="008D1BFF"/>
    <w:rsid w:val="008D222F"/>
    <w:rsid w:val="008D3431"/>
    <w:rsid w:val="008D5FE3"/>
    <w:rsid w:val="008D6B9E"/>
    <w:rsid w:val="008E108A"/>
    <w:rsid w:val="008E135C"/>
    <w:rsid w:val="008E1CEB"/>
    <w:rsid w:val="008E2030"/>
    <w:rsid w:val="008E2C06"/>
    <w:rsid w:val="008E3822"/>
    <w:rsid w:val="008E420A"/>
    <w:rsid w:val="008E562C"/>
    <w:rsid w:val="008E60F3"/>
    <w:rsid w:val="008E62F1"/>
    <w:rsid w:val="008E6FDF"/>
    <w:rsid w:val="008E75FF"/>
    <w:rsid w:val="008F0082"/>
    <w:rsid w:val="008F0104"/>
    <w:rsid w:val="008F2A90"/>
    <w:rsid w:val="008F2C46"/>
    <w:rsid w:val="008F34F8"/>
    <w:rsid w:val="008F3E4F"/>
    <w:rsid w:val="008F48D2"/>
    <w:rsid w:val="008F51A9"/>
    <w:rsid w:val="008F56DD"/>
    <w:rsid w:val="008F7338"/>
    <w:rsid w:val="009011E8"/>
    <w:rsid w:val="009013B7"/>
    <w:rsid w:val="00901BDE"/>
    <w:rsid w:val="009032BA"/>
    <w:rsid w:val="009038D4"/>
    <w:rsid w:val="00905978"/>
    <w:rsid w:val="00905B7E"/>
    <w:rsid w:val="00905F57"/>
    <w:rsid w:val="00906BDC"/>
    <w:rsid w:val="00906CAB"/>
    <w:rsid w:val="0091003C"/>
    <w:rsid w:val="009106A2"/>
    <w:rsid w:val="00910B6E"/>
    <w:rsid w:val="009126E1"/>
    <w:rsid w:val="00912FAD"/>
    <w:rsid w:val="009137E1"/>
    <w:rsid w:val="00913992"/>
    <w:rsid w:val="009155CC"/>
    <w:rsid w:val="0091596D"/>
    <w:rsid w:val="00915EBD"/>
    <w:rsid w:val="009163F6"/>
    <w:rsid w:val="00917480"/>
    <w:rsid w:val="00917ED3"/>
    <w:rsid w:val="009201C3"/>
    <w:rsid w:val="00920525"/>
    <w:rsid w:val="009205A3"/>
    <w:rsid w:val="0092127E"/>
    <w:rsid w:val="0092186B"/>
    <w:rsid w:val="009219C9"/>
    <w:rsid w:val="00922E01"/>
    <w:rsid w:val="00923AE8"/>
    <w:rsid w:val="00923B32"/>
    <w:rsid w:val="00924289"/>
    <w:rsid w:val="0092473C"/>
    <w:rsid w:val="00925503"/>
    <w:rsid w:val="00925977"/>
    <w:rsid w:val="00926644"/>
    <w:rsid w:val="0092698D"/>
    <w:rsid w:val="00926F29"/>
    <w:rsid w:val="0092759E"/>
    <w:rsid w:val="009275F5"/>
    <w:rsid w:val="009305ED"/>
    <w:rsid w:val="009310E6"/>
    <w:rsid w:val="00931117"/>
    <w:rsid w:val="009312A9"/>
    <w:rsid w:val="009330DD"/>
    <w:rsid w:val="00933AF9"/>
    <w:rsid w:val="0093517E"/>
    <w:rsid w:val="00935580"/>
    <w:rsid w:val="00937AD4"/>
    <w:rsid w:val="00937CA7"/>
    <w:rsid w:val="00940EFE"/>
    <w:rsid w:val="00941552"/>
    <w:rsid w:val="009434FB"/>
    <w:rsid w:val="00943FB9"/>
    <w:rsid w:val="009446BD"/>
    <w:rsid w:val="00944909"/>
    <w:rsid w:val="00944E39"/>
    <w:rsid w:val="00945016"/>
    <w:rsid w:val="00945D37"/>
    <w:rsid w:val="00947045"/>
    <w:rsid w:val="009476A2"/>
    <w:rsid w:val="009504EB"/>
    <w:rsid w:val="0095254B"/>
    <w:rsid w:val="00952DE8"/>
    <w:rsid w:val="009531EC"/>
    <w:rsid w:val="0095425E"/>
    <w:rsid w:val="00957071"/>
    <w:rsid w:val="00957609"/>
    <w:rsid w:val="009615D9"/>
    <w:rsid w:val="00962A74"/>
    <w:rsid w:val="00962B65"/>
    <w:rsid w:val="009633C1"/>
    <w:rsid w:val="00963BA6"/>
    <w:rsid w:val="0096472A"/>
    <w:rsid w:val="0096583C"/>
    <w:rsid w:val="00965B1B"/>
    <w:rsid w:val="00966F6D"/>
    <w:rsid w:val="00967FAE"/>
    <w:rsid w:val="009709BC"/>
    <w:rsid w:val="009712D1"/>
    <w:rsid w:val="009712D3"/>
    <w:rsid w:val="009713DC"/>
    <w:rsid w:val="00971949"/>
    <w:rsid w:val="00971A56"/>
    <w:rsid w:val="00972832"/>
    <w:rsid w:val="00972A34"/>
    <w:rsid w:val="00974DEE"/>
    <w:rsid w:val="009754C2"/>
    <w:rsid w:val="00976D12"/>
    <w:rsid w:val="00980810"/>
    <w:rsid w:val="00980881"/>
    <w:rsid w:val="009818EE"/>
    <w:rsid w:val="00981CB7"/>
    <w:rsid w:val="00982546"/>
    <w:rsid w:val="00983089"/>
    <w:rsid w:val="009855D5"/>
    <w:rsid w:val="00985904"/>
    <w:rsid w:val="00985CFE"/>
    <w:rsid w:val="00986327"/>
    <w:rsid w:val="00990223"/>
    <w:rsid w:val="00993907"/>
    <w:rsid w:val="00994E88"/>
    <w:rsid w:val="0099513E"/>
    <w:rsid w:val="009954E3"/>
    <w:rsid w:val="009965AD"/>
    <w:rsid w:val="00997021"/>
    <w:rsid w:val="00997D28"/>
    <w:rsid w:val="009A171E"/>
    <w:rsid w:val="009A1A1A"/>
    <w:rsid w:val="009A1B4F"/>
    <w:rsid w:val="009A1B86"/>
    <w:rsid w:val="009A1E7D"/>
    <w:rsid w:val="009A274D"/>
    <w:rsid w:val="009A29BD"/>
    <w:rsid w:val="009A2BD1"/>
    <w:rsid w:val="009A369A"/>
    <w:rsid w:val="009A3DA9"/>
    <w:rsid w:val="009A43DA"/>
    <w:rsid w:val="009A5A70"/>
    <w:rsid w:val="009A5EB3"/>
    <w:rsid w:val="009A6078"/>
    <w:rsid w:val="009A6170"/>
    <w:rsid w:val="009A686B"/>
    <w:rsid w:val="009A710E"/>
    <w:rsid w:val="009A73D3"/>
    <w:rsid w:val="009B0611"/>
    <w:rsid w:val="009B103A"/>
    <w:rsid w:val="009B104B"/>
    <w:rsid w:val="009B120F"/>
    <w:rsid w:val="009B32D2"/>
    <w:rsid w:val="009B44F9"/>
    <w:rsid w:val="009B4C5E"/>
    <w:rsid w:val="009B5075"/>
    <w:rsid w:val="009B55BD"/>
    <w:rsid w:val="009B59BA"/>
    <w:rsid w:val="009B64A7"/>
    <w:rsid w:val="009B6A4D"/>
    <w:rsid w:val="009B765A"/>
    <w:rsid w:val="009B789F"/>
    <w:rsid w:val="009C08FE"/>
    <w:rsid w:val="009C3113"/>
    <w:rsid w:val="009C442E"/>
    <w:rsid w:val="009C7E4D"/>
    <w:rsid w:val="009D051D"/>
    <w:rsid w:val="009D09D3"/>
    <w:rsid w:val="009D1D42"/>
    <w:rsid w:val="009D2509"/>
    <w:rsid w:val="009D2C6A"/>
    <w:rsid w:val="009D36F2"/>
    <w:rsid w:val="009D4396"/>
    <w:rsid w:val="009D6A53"/>
    <w:rsid w:val="009D7497"/>
    <w:rsid w:val="009E09E3"/>
    <w:rsid w:val="009E0EAD"/>
    <w:rsid w:val="009E2D2D"/>
    <w:rsid w:val="009E4381"/>
    <w:rsid w:val="009E5F0B"/>
    <w:rsid w:val="009E70E5"/>
    <w:rsid w:val="009F3262"/>
    <w:rsid w:val="009F408A"/>
    <w:rsid w:val="009F42DA"/>
    <w:rsid w:val="009F42DE"/>
    <w:rsid w:val="009F46D4"/>
    <w:rsid w:val="009F4DE3"/>
    <w:rsid w:val="009F53EF"/>
    <w:rsid w:val="009F5950"/>
    <w:rsid w:val="009F6840"/>
    <w:rsid w:val="009F6ED6"/>
    <w:rsid w:val="009F770A"/>
    <w:rsid w:val="009F7DF1"/>
    <w:rsid w:val="00A01140"/>
    <w:rsid w:val="00A01F00"/>
    <w:rsid w:val="00A0245A"/>
    <w:rsid w:val="00A03904"/>
    <w:rsid w:val="00A03AE0"/>
    <w:rsid w:val="00A05176"/>
    <w:rsid w:val="00A05199"/>
    <w:rsid w:val="00A05ADE"/>
    <w:rsid w:val="00A05B07"/>
    <w:rsid w:val="00A06393"/>
    <w:rsid w:val="00A10A6C"/>
    <w:rsid w:val="00A11CC7"/>
    <w:rsid w:val="00A12B50"/>
    <w:rsid w:val="00A12BFC"/>
    <w:rsid w:val="00A13127"/>
    <w:rsid w:val="00A13CC4"/>
    <w:rsid w:val="00A2039C"/>
    <w:rsid w:val="00A24AD1"/>
    <w:rsid w:val="00A24ED2"/>
    <w:rsid w:val="00A25C00"/>
    <w:rsid w:val="00A267DA"/>
    <w:rsid w:val="00A26D59"/>
    <w:rsid w:val="00A2734D"/>
    <w:rsid w:val="00A27D98"/>
    <w:rsid w:val="00A300F7"/>
    <w:rsid w:val="00A322A3"/>
    <w:rsid w:val="00A323F6"/>
    <w:rsid w:val="00A32D22"/>
    <w:rsid w:val="00A35AD2"/>
    <w:rsid w:val="00A35FB5"/>
    <w:rsid w:val="00A37D8E"/>
    <w:rsid w:val="00A37E9D"/>
    <w:rsid w:val="00A401B7"/>
    <w:rsid w:val="00A405F6"/>
    <w:rsid w:val="00A419BF"/>
    <w:rsid w:val="00A41E9B"/>
    <w:rsid w:val="00A43A0C"/>
    <w:rsid w:val="00A43FA2"/>
    <w:rsid w:val="00A448E5"/>
    <w:rsid w:val="00A45249"/>
    <w:rsid w:val="00A457C4"/>
    <w:rsid w:val="00A458FD"/>
    <w:rsid w:val="00A45A2F"/>
    <w:rsid w:val="00A4737B"/>
    <w:rsid w:val="00A479EA"/>
    <w:rsid w:val="00A500EC"/>
    <w:rsid w:val="00A50336"/>
    <w:rsid w:val="00A507F6"/>
    <w:rsid w:val="00A50B30"/>
    <w:rsid w:val="00A50FB8"/>
    <w:rsid w:val="00A5116D"/>
    <w:rsid w:val="00A549CD"/>
    <w:rsid w:val="00A55132"/>
    <w:rsid w:val="00A5536D"/>
    <w:rsid w:val="00A56A6A"/>
    <w:rsid w:val="00A56AD5"/>
    <w:rsid w:val="00A56B8E"/>
    <w:rsid w:val="00A56BA2"/>
    <w:rsid w:val="00A576AA"/>
    <w:rsid w:val="00A61296"/>
    <w:rsid w:val="00A61A93"/>
    <w:rsid w:val="00A62A14"/>
    <w:rsid w:val="00A62A9D"/>
    <w:rsid w:val="00A62D85"/>
    <w:rsid w:val="00A6368E"/>
    <w:rsid w:val="00A6381E"/>
    <w:rsid w:val="00A64167"/>
    <w:rsid w:val="00A64606"/>
    <w:rsid w:val="00A65259"/>
    <w:rsid w:val="00A6794A"/>
    <w:rsid w:val="00A70337"/>
    <w:rsid w:val="00A724E7"/>
    <w:rsid w:val="00A726DF"/>
    <w:rsid w:val="00A72CCB"/>
    <w:rsid w:val="00A7301E"/>
    <w:rsid w:val="00A73228"/>
    <w:rsid w:val="00A74A10"/>
    <w:rsid w:val="00A753D4"/>
    <w:rsid w:val="00A75545"/>
    <w:rsid w:val="00A77038"/>
    <w:rsid w:val="00A77823"/>
    <w:rsid w:val="00A77AF4"/>
    <w:rsid w:val="00A80DCA"/>
    <w:rsid w:val="00A824FB"/>
    <w:rsid w:val="00A82633"/>
    <w:rsid w:val="00A82F1B"/>
    <w:rsid w:val="00A83A0C"/>
    <w:rsid w:val="00A85ECE"/>
    <w:rsid w:val="00A86BE4"/>
    <w:rsid w:val="00A87326"/>
    <w:rsid w:val="00A87E39"/>
    <w:rsid w:val="00A900A2"/>
    <w:rsid w:val="00A90902"/>
    <w:rsid w:val="00A90EF9"/>
    <w:rsid w:val="00A91A2F"/>
    <w:rsid w:val="00A92417"/>
    <w:rsid w:val="00A926D9"/>
    <w:rsid w:val="00A93E56"/>
    <w:rsid w:val="00A95C28"/>
    <w:rsid w:val="00A966B8"/>
    <w:rsid w:val="00A976E5"/>
    <w:rsid w:val="00A97BA5"/>
    <w:rsid w:val="00AA3B05"/>
    <w:rsid w:val="00AA4CF0"/>
    <w:rsid w:val="00AA65C8"/>
    <w:rsid w:val="00AA6C34"/>
    <w:rsid w:val="00AA7381"/>
    <w:rsid w:val="00AA757D"/>
    <w:rsid w:val="00AA7F9F"/>
    <w:rsid w:val="00AB0153"/>
    <w:rsid w:val="00AB03A1"/>
    <w:rsid w:val="00AB0BDA"/>
    <w:rsid w:val="00AB1815"/>
    <w:rsid w:val="00AB24DC"/>
    <w:rsid w:val="00AB2A8A"/>
    <w:rsid w:val="00AB2EEC"/>
    <w:rsid w:val="00AB32CF"/>
    <w:rsid w:val="00AB3A5B"/>
    <w:rsid w:val="00AB50F5"/>
    <w:rsid w:val="00AB54A8"/>
    <w:rsid w:val="00AB7F40"/>
    <w:rsid w:val="00AC003F"/>
    <w:rsid w:val="00AC0EDA"/>
    <w:rsid w:val="00AC121C"/>
    <w:rsid w:val="00AC2A19"/>
    <w:rsid w:val="00AC3470"/>
    <w:rsid w:val="00AC46FA"/>
    <w:rsid w:val="00AC4C1E"/>
    <w:rsid w:val="00AC5B52"/>
    <w:rsid w:val="00AC7214"/>
    <w:rsid w:val="00AC78B9"/>
    <w:rsid w:val="00AD048F"/>
    <w:rsid w:val="00AD0A0B"/>
    <w:rsid w:val="00AD0F50"/>
    <w:rsid w:val="00AD1644"/>
    <w:rsid w:val="00AD1EB2"/>
    <w:rsid w:val="00AD2D87"/>
    <w:rsid w:val="00AD3611"/>
    <w:rsid w:val="00AD3678"/>
    <w:rsid w:val="00AD3A58"/>
    <w:rsid w:val="00AD4CED"/>
    <w:rsid w:val="00AD52D9"/>
    <w:rsid w:val="00AD69D0"/>
    <w:rsid w:val="00AD7DAB"/>
    <w:rsid w:val="00AE0F1A"/>
    <w:rsid w:val="00AE169D"/>
    <w:rsid w:val="00AE17B6"/>
    <w:rsid w:val="00AE1CCA"/>
    <w:rsid w:val="00AE3B2C"/>
    <w:rsid w:val="00AE49C1"/>
    <w:rsid w:val="00AE5762"/>
    <w:rsid w:val="00AE58E0"/>
    <w:rsid w:val="00AE58FB"/>
    <w:rsid w:val="00AE5E43"/>
    <w:rsid w:val="00AE7395"/>
    <w:rsid w:val="00AF0ECD"/>
    <w:rsid w:val="00AF1026"/>
    <w:rsid w:val="00AF1770"/>
    <w:rsid w:val="00AF17F2"/>
    <w:rsid w:val="00AF2037"/>
    <w:rsid w:val="00AF2CC1"/>
    <w:rsid w:val="00AF6977"/>
    <w:rsid w:val="00B00788"/>
    <w:rsid w:val="00B016CC"/>
    <w:rsid w:val="00B01BA1"/>
    <w:rsid w:val="00B029A7"/>
    <w:rsid w:val="00B02AAA"/>
    <w:rsid w:val="00B02E48"/>
    <w:rsid w:val="00B040BF"/>
    <w:rsid w:val="00B048A6"/>
    <w:rsid w:val="00B04B52"/>
    <w:rsid w:val="00B04EF6"/>
    <w:rsid w:val="00B05B61"/>
    <w:rsid w:val="00B05FC9"/>
    <w:rsid w:val="00B063A4"/>
    <w:rsid w:val="00B075FB"/>
    <w:rsid w:val="00B10A9B"/>
    <w:rsid w:val="00B11F06"/>
    <w:rsid w:val="00B129AD"/>
    <w:rsid w:val="00B13149"/>
    <w:rsid w:val="00B13C5A"/>
    <w:rsid w:val="00B15751"/>
    <w:rsid w:val="00B15E1F"/>
    <w:rsid w:val="00B16CFB"/>
    <w:rsid w:val="00B22441"/>
    <w:rsid w:val="00B23737"/>
    <w:rsid w:val="00B238BB"/>
    <w:rsid w:val="00B23D09"/>
    <w:rsid w:val="00B24636"/>
    <w:rsid w:val="00B250FA"/>
    <w:rsid w:val="00B25A15"/>
    <w:rsid w:val="00B27111"/>
    <w:rsid w:val="00B2761E"/>
    <w:rsid w:val="00B30904"/>
    <w:rsid w:val="00B30BD7"/>
    <w:rsid w:val="00B31470"/>
    <w:rsid w:val="00B3234F"/>
    <w:rsid w:val="00B327CA"/>
    <w:rsid w:val="00B332DF"/>
    <w:rsid w:val="00B35634"/>
    <w:rsid w:val="00B359A3"/>
    <w:rsid w:val="00B369F0"/>
    <w:rsid w:val="00B36DC5"/>
    <w:rsid w:val="00B37A47"/>
    <w:rsid w:val="00B40061"/>
    <w:rsid w:val="00B401E4"/>
    <w:rsid w:val="00B40C3F"/>
    <w:rsid w:val="00B41688"/>
    <w:rsid w:val="00B416FF"/>
    <w:rsid w:val="00B423BC"/>
    <w:rsid w:val="00B426C2"/>
    <w:rsid w:val="00B42879"/>
    <w:rsid w:val="00B42939"/>
    <w:rsid w:val="00B4296E"/>
    <w:rsid w:val="00B44888"/>
    <w:rsid w:val="00B449CA"/>
    <w:rsid w:val="00B44DC5"/>
    <w:rsid w:val="00B458B7"/>
    <w:rsid w:val="00B45B64"/>
    <w:rsid w:val="00B46C31"/>
    <w:rsid w:val="00B474AD"/>
    <w:rsid w:val="00B479AE"/>
    <w:rsid w:val="00B50454"/>
    <w:rsid w:val="00B5046C"/>
    <w:rsid w:val="00B504F8"/>
    <w:rsid w:val="00B5070D"/>
    <w:rsid w:val="00B51284"/>
    <w:rsid w:val="00B5134C"/>
    <w:rsid w:val="00B52524"/>
    <w:rsid w:val="00B53201"/>
    <w:rsid w:val="00B567D8"/>
    <w:rsid w:val="00B57064"/>
    <w:rsid w:val="00B57762"/>
    <w:rsid w:val="00B57F95"/>
    <w:rsid w:val="00B6018C"/>
    <w:rsid w:val="00B63F00"/>
    <w:rsid w:val="00B64CC2"/>
    <w:rsid w:val="00B65AA4"/>
    <w:rsid w:val="00B65B97"/>
    <w:rsid w:val="00B66255"/>
    <w:rsid w:val="00B66857"/>
    <w:rsid w:val="00B672D9"/>
    <w:rsid w:val="00B700D8"/>
    <w:rsid w:val="00B71011"/>
    <w:rsid w:val="00B764C9"/>
    <w:rsid w:val="00B77A79"/>
    <w:rsid w:val="00B77BB3"/>
    <w:rsid w:val="00B77D0A"/>
    <w:rsid w:val="00B8016D"/>
    <w:rsid w:val="00B803EC"/>
    <w:rsid w:val="00B80D24"/>
    <w:rsid w:val="00B81235"/>
    <w:rsid w:val="00B81370"/>
    <w:rsid w:val="00B81726"/>
    <w:rsid w:val="00B8267A"/>
    <w:rsid w:val="00B82FFB"/>
    <w:rsid w:val="00B83141"/>
    <w:rsid w:val="00B849CE"/>
    <w:rsid w:val="00B84BA7"/>
    <w:rsid w:val="00B8522A"/>
    <w:rsid w:val="00B86150"/>
    <w:rsid w:val="00B86470"/>
    <w:rsid w:val="00B8647B"/>
    <w:rsid w:val="00B87995"/>
    <w:rsid w:val="00B90A68"/>
    <w:rsid w:val="00B90A73"/>
    <w:rsid w:val="00B91392"/>
    <w:rsid w:val="00B91938"/>
    <w:rsid w:val="00B91DCB"/>
    <w:rsid w:val="00B921C1"/>
    <w:rsid w:val="00B9280B"/>
    <w:rsid w:val="00B92A74"/>
    <w:rsid w:val="00B92E07"/>
    <w:rsid w:val="00B9329C"/>
    <w:rsid w:val="00B93AA6"/>
    <w:rsid w:val="00B943E5"/>
    <w:rsid w:val="00B94D0C"/>
    <w:rsid w:val="00B95B37"/>
    <w:rsid w:val="00B96083"/>
    <w:rsid w:val="00B96794"/>
    <w:rsid w:val="00B97742"/>
    <w:rsid w:val="00BA089F"/>
    <w:rsid w:val="00BA142F"/>
    <w:rsid w:val="00BA356E"/>
    <w:rsid w:val="00BA3B09"/>
    <w:rsid w:val="00BA3E4D"/>
    <w:rsid w:val="00BB1270"/>
    <w:rsid w:val="00BB23C5"/>
    <w:rsid w:val="00BB2C6B"/>
    <w:rsid w:val="00BB3854"/>
    <w:rsid w:val="00BB3BD6"/>
    <w:rsid w:val="00BB4302"/>
    <w:rsid w:val="00BB45FC"/>
    <w:rsid w:val="00BB4643"/>
    <w:rsid w:val="00BB4C4D"/>
    <w:rsid w:val="00BB5716"/>
    <w:rsid w:val="00BB5E4C"/>
    <w:rsid w:val="00BB6B75"/>
    <w:rsid w:val="00BB7580"/>
    <w:rsid w:val="00BB7AA3"/>
    <w:rsid w:val="00BC2149"/>
    <w:rsid w:val="00BC2233"/>
    <w:rsid w:val="00BC35F6"/>
    <w:rsid w:val="00BC4552"/>
    <w:rsid w:val="00BC4AC8"/>
    <w:rsid w:val="00BD0265"/>
    <w:rsid w:val="00BD0562"/>
    <w:rsid w:val="00BD2B11"/>
    <w:rsid w:val="00BD402B"/>
    <w:rsid w:val="00BD4090"/>
    <w:rsid w:val="00BD4532"/>
    <w:rsid w:val="00BD717F"/>
    <w:rsid w:val="00BE1A4C"/>
    <w:rsid w:val="00BE1BD3"/>
    <w:rsid w:val="00BE2F69"/>
    <w:rsid w:val="00BE3415"/>
    <w:rsid w:val="00BE3AD6"/>
    <w:rsid w:val="00BE3DC3"/>
    <w:rsid w:val="00BE4819"/>
    <w:rsid w:val="00BE4CE4"/>
    <w:rsid w:val="00BE50CE"/>
    <w:rsid w:val="00BE57C0"/>
    <w:rsid w:val="00BE669F"/>
    <w:rsid w:val="00BE6CCD"/>
    <w:rsid w:val="00BF07FC"/>
    <w:rsid w:val="00BF15AB"/>
    <w:rsid w:val="00BF1724"/>
    <w:rsid w:val="00BF1937"/>
    <w:rsid w:val="00BF1BEB"/>
    <w:rsid w:val="00BF1E1B"/>
    <w:rsid w:val="00BF2670"/>
    <w:rsid w:val="00BF3613"/>
    <w:rsid w:val="00BF3CC1"/>
    <w:rsid w:val="00BF4A2E"/>
    <w:rsid w:val="00BF4E72"/>
    <w:rsid w:val="00BF4E8B"/>
    <w:rsid w:val="00BF5276"/>
    <w:rsid w:val="00BF5450"/>
    <w:rsid w:val="00BF56BA"/>
    <w:rsid w:val="00BF578E"/>
    <w:rsid w:val="00BF622C"/>
    <w:rsid w:val="00BF6807"/>
    <w:rsid w:val="00BF71C3"/>
    <w:rsid w:val="00C02709"/>
    <w:rsid w:val="00C02B99"/>
    <w:rsid w:val="00C04A18"/>
    <w:rsid w:val="00C05D3C"/>
    <w:rsid w:val="00C0682F"/>
    <w:rsid w:val="00C0689B"/>
    <w:rsid w:val="00C06DE1"/>
    <w:rsid w:val="00C078A7"/>
    <w:rsid w:val="00C07BCD"/>
    <w:rsid w:val="00C10136"/>
    <w:rsid w:val="00C10871"/>
    <w:rsid w:val="00C11DD1"/>
    <w:rsid w:val="00C12B1D"/>
    <w:rsid w:val="00C146C9"/>
    <w:rsid w:val="00C1471A"/>
    <w:rsid w:val="00C1569C"/>
    <w:rsid w:val="00C1719F"/>
    <w:rsid w:val="00C20775"/>
    <w:rsid w:val="00C215D4"/>
    <w:rsid w:val="00C21BED"/>
    <w:rsid w:val="00C27B10"/>
    <w:rsid w:val="00C27FF3"/>
    <w:rsid w:val="00C302B2"/>
    <w:rsid w:val="00C313B8"/>
    <w:rsid w:val="00C3171D"/>
    <w:rsid w:val="00C3177B"/>
    <w:rsid w:val="00C3190F"/>
    <w:rsid w:val="00C34B22"/>
    <w:rsid w:val="00C351D8"/>
    <w:rsid w:val="00C354A5"/>
    <w:rsid w:val="00C36042"/>
    <w:rsid w:val="00C416A6"/>
    <w:rsid w:val="00C41B13"/>
    <w:rsid w:val="00C41D51"/>
    <w:rsid w:val="00C427DB"/>
    <w:rsid w:val="00C42E07"/>
    <w:rsid w:val="00C43119"/>
    <w:rsid w:val="00C433EF"/>
    <w:rsid w:val="00C43528"/>
    <w:rsid w:val="00C447F4"/>
    <w:rsid w:val="00C44850"/>
    <w:rsid w:val="00C45FB8"/>
    <w:rsid w:val="00C46679"/>
    <w:rsid w:val="00C468A8"/>
    <w:rsid w:val="00C47969"/>
    <w:rsid w:val="00C50224"/>
    <w:rsid w:val="00C51EE0"/>
    <w:rsid w:val="00C52573"/>
    <w:rsid w:val="00C533CE"/>
    <w:rsid w:val="00C54043"/>
    <w:rsid w:val="00C54604"/>
    <w:rsid w:val="00C54BCC"/>
    <w:rsid w:val="00C553D4"/>
    <w:rsid w:val="00C56D5E"/>
    <w:rsid w:val="00C576A3"/>
    <w:rsid w:val="00C57ABB"/>
    <w:rsid w:val="00C60063"/>
    <w:rsid w:val="00C62430"/>
    <w:rsid w:val="00C62EFC"/>
    <w:rsid w:val="00C62F2F"/>
    <w:rsid w:val="00C63810"/>
    <w:rsid w:val="00C63E79"/>
    <w:rsid w:val="00C64819"/>
    <w:rsid w:val="00C64C11"/>
    <w:rsid w:val="00C64D63"/>
    <w:rsid w:val="00C64E07"/>
    <w:rsid w:val="00C65138"/>
    <w:rsid w:val="00C6545B"/>
    <w:rsid w:val="00C6555C"/>
    <w:rsid w:val="00C67396"/>
    <w:rsid w:val="00C67980"/>
    <w:rsid w:val="00C706D3"/>
    <w:rsid w:val="00C70824"/>
    <w:rsid w:val="00C70B9C"/>
    <w:rsid w:val="00C729D8"/>
    <w:rsid w:val="00C731B0"/>
    <w:rsid w:val="00C736D9"/>
    <w:rsid w:val="00C740E3"/>
    <w:rsid w:val="00C74D8A"/>
    <w:rsid w:val="00C75153"/>
    <w:rsid w:val="00C75196"/>
    <w:rsid w:val="00C80960"/>
    <w:rsid w:val="00C80F2B"/>
    <w:rsid w:val="00C81300"/>
    <w:rsid w:val="00C81445"/>
    <w:rsid w:val="00C81A2D"/>
    <w:rsid w:val="00C81FCA"/>
    <w:rsid w:val="00C82AF1"/>
    <w:rsid w:val="00C82DE2"/>
    <w:rsid w:val="00C83BEE"/>
    <w:rsid w:val="00C83FBD"/>
    <w:rsid w:val="00C85020"/>
    <w:rsid w:val="00C878E4"/>
    <w:rsid w:val="00C87C2D"/>
    <w:rsid w:val="00C87FA9"/>
    <w:rsid w:val="00C90ED4"/>
    <w:rsid w:val="00C91F7A"/>
    <w:rsid w:val="00C92083"/>
    <w:rsid w:val="00C920D9"/>
    <w:rsid w:val="00C92316"/>
    <w:rsid w:val="00C94886"/>
    <w:rsid w:val="00C95E9B"/>
    <w:rsid w:val="00C96B45"/>
    <w:rsid w:val="00C97417"/>
    <w:rsid w:val="00C97863"/>
    <w:rsid w:val="00CA15A3"/>
    <w:rsid w:val="00CA2300"/>
    <w:rsid w:val="00CA2520"/>
    <w:rsid w:val="00CA300B"/>
    <w:rsid w:val="00CA3446"/>
    <w:rsid w:val="00CA38E0"/>
    <w:rsid w:val="00CA3E56"/>
    <w:rsid w:val="00CA4284"/>
    <w:rsid w:val="00CA471E"/>
    <w:rsid w:val="00CA5778"/>
    <w:rsid w:val="00CA5FB4"/>
    <w:rsid w:val="00CB0734"/>
    <w:rsid w:val="00CB17C2"/>
    <w:rsid w:val="00CB1D68"/>
    <w:rsid w:val="00CB2451"/>
    <w:rsid w:val="00CB30D6"/>
    <w:rsid w:val="00CB5BDB"/>
    <w:rsid w:val="00CB6385"/>
    <w:rsid w:val="00CB64B0"/>
    <w:rsid w:val="00CB69B2"/>
    <w:rsid w:val="00CB6B4A"/>
    <w:rsid w:val="00CB704F"/>
    <w:rsid w:val="00CB70EF"/>
    <w:rsid w:val="00CC059D"/>
    <w:rsid w:val="00CC130A"/>
    <w:rsid w:val="00CC1560"/>
    <w:rsid w:val="00CC180A"/>
    <w:rsid w:val="00CC1F5D"/>
    <w:rsid w:val="00CC2D79"/>
    <w:rsid w:val="00CC3ADC"/>
    <w:rsid w:val="00CC6F15"/>
    <w:rsid w:val="00CC7F50"/>
    <w:rsid w:val="00CD0DA2"/>
    <w:rsid w:val="00CD0EC8"/>
    <w:rsid w:val="00CD14B3"/>
    <w:rsid w:val="00CD1BA6"/>
    <w:rsid w:val="00CD2511"/>
    <w:rsid w:val="00CD331A"/>
    <w:rsid w:val="00CD33B2"/>
    <w:rsid w:val="00CD343E"/>
    <w:rsid w:val="00CD3B22"/>
    <w:rsid w:val="00CD3CBD"/>
    <w:rsid w:val="00CD5C9E"/>
    <w:rsid w:val="00CD693A"/>
    <w:rsid w:val="00CD6FC1"/>
    <w:rsid w:val="00CD7DF3"/>
    <w:rsid w:val="00CE0619"/>
    <w:rsid w:val="00CE0C35"/>
    <w:rsid w:val="00CE13D4"/>
    <w:rsid w:val="00CE1C03"/>
    <w:rsid w:val="00CE218D"/>
    <w:rsid w:val="00CE220B"/>
    <w:rsid w:val="00CE253A"/>
    <w:rsid w:val="00CE3185"/>
    <w:rsid w:val="00CE354B"/>
    <w:rsid w:val="00CE3C08"/>
    <w:rsid w:val="00CE5066"/>
    <w:rsid w:val="00CE588E"/>
    <w:rsid w:val="00CE79DB"/>
    <w:rsid w:val="00CF0C52"/>
    <w:rsid w:val="00CF393F"/>
    <w:rsid w:val="00CF456A"/>
    <w:rsid w:val="00CF58B0"/>
    <w:rsid w:val="00D00475"/>
    <w:rsid w:val="00D005EC"/>
    <w:rsid w:val="00D006BC"/>
    <w:rsid w:val="00D00E1F"/>
    <w:rsid w:val="00D01CDD"/>
    <w:rsid w:val="00D03FCE"/>
    <w:rsid w:val="00D04F4D"/>
    <w:rsid w:val="00D06B89"/>
    <w:rsid w:val="00D07962"/>
    <w:rsid w:val="00D07D2E"/>
    <w:rsid w:val="00D1093E"/>
    <w:rsid w:val="00D10A16"/>
    <w:rsid w:val="00D127AB"/>
    <w:rsid w:val="00D12B25"/>
    <w:rsid w:val="00D13CC5"/>
    <w:rsid w:val="00D143FC"/>
    <w:rsid w:val="00D14EFA"/>
    <w:rsid w:val="00D175FD"/>
    <w:rsid w:val="00D17EA1"/>
    <w:rsid w:val="00D20835"/>
    <w:rsid w:val="00D20847"/>
    <w:rsid w:val="00D2090B"/>
    <w:rsid w:val="00D2104C"/>
    <w:rsid w:val="00D21F31"/>
    <w:rsid w:val="00D24219"/>
    <w:rsid w:val="00D25E83"/>
    <w:rsid w:val="00D26515"/>
    <w:rsid w:val="00D269AA"/>
    <w:rsid w:val="00D2723B"/>
    <w:rsid w:val="00D27CCA"/>
    <w:rsid w:val="00D30090"/>
    <w:rsid w:val="00D3088B"/>
    <w:rsid w:val="00D3126F"/>
    <w:rsid w:val="00D31FF0"/>
    <w:rsid w:val="00D325BB"/>
    <w:rsid w:val="00D32614"/>
    <w:rsid w:val="00D326DE"/>
    <w:rsid w:val="00D35208"/>
    <w:rsid w:val="00D3731E"/>
    <w:rsid w:val="00D413A3"/>
    <w:rsid w:val="00D4144F"/>
    <w:rsid w:val="00D419A8"/>
    <w:rsid w:val="00D41F2E"/>
    <w:rsid w:val="00D43C87"/>
    <w:rsid w:val="00D43E7E"/>
    <w:rsid w:val="00D441CB"/>
    <w:rsid w:val="00D4587A"/>
    <w:rsid w:val="00D45F6A"/>
    <w:rsid w:val="00D46B56"/>
    <w:rsid w:val="00D4783A"/>
    <w:rsid w:val="00D5017A"/>
    <w:rsid w:val="00D50CC9"/>
    <w:rsid w:val="00D50F0A"/>
    <w:rsid w:val="00D51626"/>
    <w:rsid w:val="00D51C7D"/>
    <w:rsid w:val="00D5343F"/>
    <w:rsid w:val="00D53B47"/>
    <w:rsid w:val="00D53BDE"/>
    <w:rsid w:val="00D53CD4"/>
    <w:rsid w:val="00D571C9"/>
    <w:rsid w:val="00D6022D"/>
    <w:rsid w:val="00D60C4F"/>
    <w:rsid w:val="00D60CFF"/>
    <w:rsid w:val="00D610E5"/>
    <w:rsid w:val="00D6111D"/>
    <w:rsid w:val="00D61BEF"/>
    <w:rsid w:val="00D61C39"/>
    <w:rsid w:val="00D62567"/>
    <w:rsid w:val="00D64ACB"/>
    <w:rsid w:val="00D652A4"/>
    <w:rsid w:val="00D65343"/>
    <w:rsid w:val="00D66C65"/>
    <w:rsid w:val="00D67031"/>
    <w:rsid w:val="00D6797F"/>
    <w:rsid w:val="00D67FF4"/>
    <w:rsid w:val="00D707B3"/>
    <w:rsid w:val="00D70EA5"/>
    <w:rsid w:val="00D717E4"/>
    <w:rsid w:val="00D73793"/>
    <w:rsid w:val="00D73AEE"/>
    <w:rsid w:val="00D745D3"/>
    <w:rsid w:val="00D749C8"/>
    <w:rsid w:val="00D74EC9"/>
    <w:rsid w:val="00D7631C"/>
    <w:rsid w:val="00D76701"/>
    <w:rsid w:val="00D76E4D"/>
    <w:rsid w:val="00D77343"/>
    <w:rsid w:val="00D800D3"/>
    <w:rsid w:val="00D82D3A"/>
    <w:rsid w:val="00D84814"/>
    <w:rsid w:val="00D8540C"/>
    <w:rsid w:val="00D85DCF"/>
    <w:rsid w:val="00D85E62"/>
    <w:rsid w:val="00D8600E"/>
    <w:rsid w:val="00D86AA8"/>
    <w:rsid w:val="00D87329"/>
    <w:rsid w:val="00D87A2C"/>
    <w:rsid w:val="00D87E8B"/>
    <w:rsid w:val="00D87EC3"/>
    <w:rsid w:val="00D900C4"/>
    <w:rsid w:val="00D907FC"/>
    <w:rsid w:val="00D9091A"/>
    <w:rsid w:val="00D90DCE"/>
    <w:rsid w:val="00D90DE5"/>
    <w:rsid w:val="00D92141"/>
    <w:rsid w:val="00D92777"/>
    <w:rsid w:val="00D92B44"/>
    <w:rsid w:val="00D94D53"/>
    <w:rsid w:val="00D951BD"/>
    <w:rsid w:val="00D959B0"/>
    <w:rsid w:val="00D96C75"/>
    <w:rsid w:val="00D9723F"/>
    <w:rsid w:val="00D97C7F"/>
    <w:rsid w:val="00DA0E44"/>
    <w:rsid w:val="00DA22B8"/>
    <w:rsid w:val="00DA2367"/>
    <w:rsid w:val="00DA2EAD"/>
    <w:rsid w:val="00DA338A"/>
    <w:rsid w:val="00DA385D"/>
    <w:rsid w:val="00DA3DFB"/>
    <w:rsid w:val="00DA4C8E"/>
    <w:rsid w:val="00DA63AF"/>
    <w:rsid w:val="00DA7455"/>
    <w:rsid w:val="00DA7FC0"/>
    <w:rsid w:val="00DB027E"/>
    <w:rsid w:val="00DB074F"/>
    <w:rsid w:val="00DB122D"/>
    <w:rsid w:val="00DB15D5"/>
    <w:rsid w:val="00DB1823"/>
    <w:rsid w:val="00DB2D9F"/>
    <w:rsid w:val="00DB35EF"/>
    <w:rsid w:val="00DB3B3C"/>
    <w:rsid w:val="00DB572E"/>
    <w:rsid w:val="00DB6054"/>
    <w:rsid w:val="00DB61AF"/>
    <w:rsid w:val="00DB6DF8"/>
    <w:rsid w:val="00DB73D9"/>
    <w:rsid w:val="00DB76C8"/>
    <w:rsid w:val="00DC04E9"/>
    <w:rsid w:val="00DC0B77"/>
    <w:rsid w:val="00DC15DB"/>
    <w:rsid w:val="00DC1E6E"/>
    <w:rsid w:val="00DC3267"/>
    <w:rsid w:val="00DC40DB"/>
    <w:rsid w:val="00DC4A1F"/>
    <w:rsid w:val="00DC4DC9"/>
    <w:rsid w:val="00DC5608"/>
    <w:rsid w:val="00DC6E63"/>
    <w:rsid w:val="00DD005E"/>
    <w:rsid w:val="00DD0511"/>
    <w:rsid w:val="00DD1996"/>
    <w:rsid w:val="00DD1FE5"/>
    <w:rsid w:val="00DD2845"/>
    <w:rsid w:val="00DD2C05"/>
    <w:rsid w:val="00DD38AA"/>
    <w:rsid w:val="00DD422C"/>
    <w:rsid w:val="00DD42C8"/>
    <w:rsid w:val="00DD5E7B"/>
    <w:rsid w:val="00DD76C4"/>
    <w:rsid w:val="00DD78FD"/>
    <w:rsid w:val="00DD7E89"/>
    <w:rsid w:val="00DE09EC"/>
    <w:rsid w:val="00DE330A"/>
    <w:rsid w:val="00DE54A8"/>
    <w:rsid w:val="00DE578C"/>
    <w:rsid w:val="00DE73B5"/>
    <w:rsid w:val="00DE74CD"/>
    <w:rsid w:val="00DE7D2D"/>
    <w:rsid w:val="00DF0746"/>
    <w:rsid w:val="00DF0FC8"/>
    <w:rsid w:val="00DF22EE"/>
    <w:rsid w:val="00DF2AE0"/>
    <w:rsid w:val="00DF2C48"/>
    <w:rsid w:val="00DF2CC9"/>
    <w:rsid w:val="00DF372F"/>
    <w:rsid w:val="00DF40E0"/>
    <w:rsid w:val="00DF44B5"/>
    <w:rsid w:val="00DF4AAB"/>
    <w:rsid w:val="00DF4DD3"/>
    <w:rsid w:val="00DF4EDE"/>
    <w:rsid w:val="00DF67A6"/>
    <w:rsid w:val="00DF6890"/>
    <w:rsid w:val="00DF6CC1"/>
    <w:rsid w:val="00E002A0"/>
    <w:rsid w:val="00E01470"/>
    <w:rsid w:val="00E01885"/>
    <w:rsid w:val="00E02249"/>
    <w:rsid w:val="00E026FB"/>
    <w:rsid w:val="00E02EFC"/>
    <w:rsid w:val="00E03887"/>
    <w:rsid w:val="00E03E72"/>
    <w:rsid w:val="00E04DB3"/>
    <w:rsid w:val="00E04EAF"/>
    <w:rsid w:val="00E07154"/>
    <w:rsid w:val="00E075DB"/>
    <w:rsid w:val="00E07AFC"/>
    <w:rsid w:val="00E07C37"/>
    <w:rsid w:val="00E07D3B"/>
    <w:rsid w:val="00E105E8"/>
    <w:rsid w:val="00E10AB3"/>
    <w:rsid w:val="00E110DE"/>
    <w:rsid w:val="00E11EB5"/>
    <w:rsid w:val="00E11FDC"/>
    <w:rsid w:val="00E132C5"/>
    <w:rsid w:val="00E1352C"/>
    <w:rsid w:val="00E1362D"/>
    <w:rsid w:val="00E13D62"/>
    <w:rsid w:val="00E1482E"/>
    <w:rsid w:val="00E14DA6"/>
    <w:rsid w:val="00E16230"/>
    <w:rsid w:val="00E17136"/>
    <w:rsid w:val="00E176A2"/>
    <w:rsid w:val="00E21298"/>
    <w:rsid w:val="00E216E3"/>
    <w:rsid w:val="00E21FE5"/>
    <w:rsid w:val="00E22F9B"/>
    <w:rsid w:val="00E23199"/>
    <w:rsid w:val="00E25778"/>
    <w:rsid w:val="00E25FF0"/>
    <w:rsid w:val="00E303CA"/>
    <w:rsid w:val="00E30F5C"/>
    <w:rsid w:val="00E31EE1"/>
    <w:rsid w:val="00E329C6"/>
    <w:rsid w:val="00E32D4C"/>
    <w:rsid w:val="00E334B2"/>
    <w:rsid w:val="00E377F4"/>
    <w:rsid w:val="00E37EED"/>
    <w:rsid w:val="00E41761"/>
    <w:rsid w:val="00E443FA"/>
    <w:rsid w:val="00E44FB9"/>
    <w:rsid w:val="00E45232"/>
    <w:rsid w:val="00E46ACF"/>
    <w:rsid w:val="00E47073"/>
    <w:rsid w:val="00E523B8"/>
    <w:rsid w:val="00E52C7C"/>
    <w:rsid w:val="00E533BD"/>
    <w:rsid w:val="00E5345E"/>
    <w:rsid w:val="00E539C0"/>
    <w:rsid w:val="00E5539A"/>
    <w:rsid w:val="00E5581E"/>
    <w:rsid w:val="00E56F7E"/>
    <w:rsid w:val="00E57A5E"/>
    <w:rsid w:val="00E60FC4"/>
    <w:rsid w:val="00E628C4"/>
    <w:rsid w:val="00E62B35"/>
    <w:rsid w:val="00E634A8"/>
    <w:rsid w:val="00E63897"/>
    <w:rsid w:val="00E64424"/>
    <w:rsid w:val="00E648B9"/>
    <w:rsid w:val="00E649EA"/>
    <w:rsid w:val="00E65154"/>
    <w:rsid w:val="00E65D52"/>
    <w:rsid w:val="00E66430"/>
    <w:rsid w:val="00E70C37"/>
    <w:rsid w:val="00E71580"/>
    <w:rsid w:val="00E7365E"/>
    <w:rsid w:val="00E7388F"/>
    <w:rsid w:val="00E73E30"/>
    <w:rsid w:val="00E73E84"/>
    <w:rsid w:val="00E756C9"/>
    <w:rsid w:val="00E75894"/>
    <w:rsid w:val="00E75933"/>
    <w:rsid w:val="00E762B5"/>
    <w:rsid w:val="00E76925"/>
    <w:rsid w:val="00E8182E"/>
    <w:rsid w:val="00E81F86"/>
    <w:rsid w:val="00E82043"/>
    <w:rsid w:val="00E840CE"/>
    <w:rsid w:val="00E8475E"/>
    <w:rsid w:val="00E84B96"/>
    <w:rsid w:val="00E84CB9"/>
    <w:rsid w:val="00E856CC"/>
    <w:rsid w:val="00E8675F"/>
    <w:rsid w:val="00E86888"/>
    <w:rsid w:val="00E86EFE"/>
    <w:rsid w:val="00E87B95"/>
    <w:rsid w:val="00E87C63"/>
    <w:rsid w:val="00E90345"/>
    <w:rsid w:val="00E91266"/>
    <w:rsid w:val="00E912B7"/>
    <w:rsid w:val="00E91300"/>
    <w:rsid w:val="00E9282F"/>
    <w:rsid w:val="00E9294D"/>
    <w:rsid w:val="00E92D9D"/>
    <w:rsid w:val="00E92F3E"/>
    <w:rsid w:val="00E9393A"/>
    <w:rsid w:val="00E94248"/>
    <w:rsid w:val="00E943AB"/>
    <w:rsid w:val="00E94954"/>
    <w:rsid w:val="00E94B90"/>
    <w:rsid w:val="00E95C53"/>
    <w:rsid w:val="00E97C2E"/>
    <w:rsid w:val="00EA11AC"/>
    <w:rsid w:val="00EA14A6"/>
    <w:rsid w:val="00EA186A"/>
    <w:rsid w:val="00EA193A"/>
    <w:rsid w:val="00EA1B32"/>
    <w:rsid w:val="00EA21B1"/>
    <w:rsid w:val="00EA26CE"/>
    <w:rsid w:val="00EA28B3"/>
    <w:rsid w:val="00EA34F9"/>
    <w:rsid w:val="00EA4156"/>
    <w:rsid w:val="00EA4EBA"/>
    <w:rsid w:val="00EA5496"/>
    <w:rsid w:val="00EA5AAB"/>
    <w:rsid w:val="00EA7EA2"/>
    <w:rsid w:val="00EB009E"/>
    <w:rsid w:val="00EB0CAE"/>
    <w:rsid w:val="00EB0D54"/>
    <w:rsid w:val="00EB136E"/>
    <w:rsid w:val="00EB1A4C"/>
    <w:rsid w:val="00EB2579"/>
    <w:rsid w:val="00EB2F19"/>
    <w:rsid w:val="00EB4A09"/>
    <w:rsid w:val="00EB502C"/>
    <w:rsid w:val="00EB511A"/>
    <w:rsid w:val="00EB5121"/>
    <w:rsid w:val="00EB5563"/>
    <w:rsid w:val="00EB7194"/>
    <w:rsid w:val="00EB76AF"/>
    <w:rsid w:val="00EB7CC8"/>
    <w:rsid w:val="00EB7DEA"/>
    <w:rsid w:val="00EC014A"/>
    <w:rsid w:val="00EC2224"/>
    <w:rsid w:val="00EC2933"/>
    <w:rsid w:val="00EC3DF0"/>
    <w:rsid w:val="00EC43AB"/>
    <w:rsid w:val="00EC527A"/>
    <w:rsid w:val="00EC58F0"/>
    <w:rsid w:val="00EC6E45"/>
    <w:rsid w:val="00EC71A6"/>
    <w:rsid w:val="00EC7570"/>
    <w:rsid w:val="00EC7675"/>
    <w:rsid w:val="00EC7BAB"/>
    <w:rsid w:val="00EC7BD0"/>
    <w:rsid w:val="00ED0A30"/>
    <w:rsid w:val="00ED0D54"/>
    <w:rsid w:val="00ED0E82"/>
    <w:rsid w:val="00ED0F42"/>
    <w:rsid w:val="00ED0F65"/>
    <w:rsid w:val="00ED13F5"/>
    <w:rsid w:val="00ED18E6"/>
    <w:rsid w:val="00ED2043"/>
    <w:rsid w:val="00ED3300"/>
    <w:rsid w:val="00ED4144"/>
    <w:rsid w:val="00ED4391"/>
    <w:rsid w:val="00ED4DBE"/>
    <w:rsid w:val="00ED5A15"/>
    <w:rsid w:val="00ED6918"/>
    <w:rsid w:val="00ED6DD1"/>
    <w:rsid w:val="00ED7B63"/>
    <w:rsid w:val="00EE076E"/>
    <w:rsid w:val="00EE1315"/>
    <w:rsid w:val="00EE4029"/>
    <w:rsid w:val="00EE4162"/>
    <w:rsid w:val="00EE4332"/>
    <w:rsid w:val="00EE49CF"/>
    <w:rsid w:val="00EE4E71"/>
    <w:rsid w:val="00EE5237"/>
    <w:rsid w:val="00EE56BA"/>
    <w:rsid w:val="00EE5C89"/>
    <w:rsid w:val="00EE5E12"/>
    <w:rsid w:val="00EE67B2"/>
    <w:rsid w:val="00EE6A38"/>
    <w:rsid w:val="00EE6F41"/>
    <w:rsid w:val="00EE74D8"/>
    <w:rsid w:val="00EE7961"/>
    <w:rsid w:val="00EF1304"/>
    <w:rsid w:val="00EF153B"/>
    <w:rsid w:val="00EF1FE3"/>
    <w:rsid w:val="00EF21B9"/>
    <w:rsid w:val="00EF2411"/>
    <w:rsid w:val="00EF2B35"/>
    <w:rsid w:val="00EF3BAE"/>
    <w:rsid w:val="00EF3E96"/>
    <w:rsid w:val="00EF463A"/>
    <w:rsid w:val="00EF4652"/>
    <w:rsid w:val="00EF47A3"/>
    <w:rsid w:val="00EF53FB"/>
    <w:rsid w:val="00EF6640"/>
    <w:rsid w:val="00EF76D3"/>
    <w:rsid w:val="00F001E3"/>
    <w:rsid w:val="00F00896"/>
    <w:rsid w:val="00F009C1"/>
    <w:rsid w:val="00F0126F"/>
    <w:rsid w:val="00F012B6"/>
    <w:rsid w:val="00F0152C"/>
    <w:rsid w:val="00F01619"/>
    <w:rsid w:val="00F01E0E"/>
    <w:rsid w:val="00F0217A"/>
    <w:rsid w:val="00F03115"/>
    <w:rsid w:val="00F0499F"/>
    <w:rsid w:val="00F04F64"/>
    <w:rsid w:val="00F05835"/>
    <w:rsid w:val="00F05978"/>
    <w:rsid w:val="00F07270"/>
    <w:rsid w:val="00F07BBC"/>
    <w:rsid w:val="00F10105"/>
    <w:rsid w:val="00F12884"/>
    <w:rsid w:val="00F13F4F"/>
    <w:rsid w:val="00F14E60"/>
    <w:rsid w:val="00F15402"/>
    <w:rsid w:val="00F15671"/>
    <w:rsid w:val="00F166A3"/>
    <w:rsid w:val="00F20393"/>
    <w:rsid w:val="00F21E8A"/>
    <w:rsid w:val="00F224C3"/>
    <w:rsid w:val="00F226EF"/>
    <w:rsid w:val="00F23D44"/>
    <w:rsid w:val="00F243DB"/>
    <w:rsid w:val="00F252D2"/>
    <w:rsid w:val="00F2593C"/>
    <w:rsid w:val="00F26DDE"/>
    <w:rsid w:val="00F27888"/>
    <w:rsid w:val="00F27F1B"/>
    <w:rsid w:val="00F30972"/>
    <w:rsid w:val="00F31084"/>
    <w:rsid w:val="00F314E7"/>
    <w:rsid w:val="00F31535"/>
    <w:rsid w:val="00F31D8D"/>
    <w:rsid w:val="00F32F05"/>
    <w:rsid w:val="00F331BD"/>
    <w:rsid w:val="00F34632"/>
    <w:rsid w:val="00F34CEC"/>
    <w:rsid w:val="00F36F1D"/>
    <w:rsid w:val="00F401E7"/>
    <w:rsid w:val="00F40BB4"/>
    <w:rsid w:val="00F421AD"/>
    <w:rsid w:val="00F42289"/>
    <w:rsid w:val="00F43200"/>
    <w:rsid w:val="00F43AE4"/>
    <w:rsid w:val="00F44929"/>
    <w:rsid w:val="00F46DAA"/>
    <w:rsid w:val="00F50A7A"/>
    <w:rsid w:val="00F50EA6"/>
    <w:rsid w:val="00F5116D"/>
    <w:rsid w:val="00F523B2"/>
    <w:rsid w:val="00F5243A"/>
    <w:rsid w:val="00F539BF"/>
    <w:rsid w:val="00F54900"/>
    <w:rsid w:val="00F54D30"/>
    <w:rsid w:val="00F54D53"/>
    <w:rsid w:val="00F5634C"/>
    <w:rsid w:val="00F56944"/>
    <w:rsid w:val="00F56C9A"/>
    <w:rsid w:val="00F60B47"/>
    <w:rsid w:val="00F60F6A"/>
    <w:rsid w:val="00F62A8B"/>
    <w:rsid w:val="00F62E56"/>
    <w:rsid w:val="00F62F3D"/>
    <w:rsid w:val="00F62FC8"/>
    <w:rsid w:val="00F6340E"/>
    <w:rsid w:val="00F64436"/>
    <w:rsid w:val="00F65A05"/>
    <w:rsid w:val="00F710F8"/>
    <w:rsid w:val="00F717EC"/>
    <w:rsid w:val="00F71E98"/>
    <w:rsid w:val="00F7305A"/>
    <w:rsid w:val="00F74067"/>
    <w:rsid w:val="00F7464A"/>
    <w:rsid w:val="00F74B71"/>
    <w:rsid w:val="00F76C1B"/>
    <w:rsid w:val="00F774B1"/>
    <w:rsid w:val="00F80722"/>
    <w:rsid w:val="00F80845"/>
    <w:rsid w:val="00F80E35"/>
    <w:rsid w:val="00F82B95"/>
    <w:rsid w:val="00F85280"/>
    <w:rsid w:val="00F852F2"/>
    <w:rsid w:val="00F86121"/>
    <w:rsid w:val="00F87090"/>
    <w:rsid w:val="00F87E0D"/>
    <w:rsid w:val="00F90727"/>
    <w:rsid w:val="00F92269"/>
    <w:rsid w:val="00F925FE"/>
    <w:rsid w:val="00F926C8"/>
    <w:rsid w:val="00F9272D"/>
    <w:rsid w:val="00F92874"/>
    <w:rsid w:val="00F92AB0"/>
    <w:rsid w:val="00F92D44"/>
    <w:rsid w:val="00F93786"/>
    <w:rsid w:val="00F95065"/>
    <w:rsid w:val="00F961F7"/>
    <w:rsid w:val="00F9660A"/>
    <w:rsid w:val="00FA326F"/>
    <w:rsid w:val="00FA36C7"/>
    <w:rsid w:val="00FA3E72"/>
    <w:rsid w:val="00FA4404"/>
    <w:rsid w:val="00FA454F"/>
    <w:rsid w:val="00FA4F74"/>
    <w:rsid w:val="00FA5E72"/>
    <w:rsid w:val="00FA78F1"/>
    <w:rsid w:val="00FB006C"/>
    <w:rsid w:val="00FB0ED4"/>
    <w:rsid w:val="00FB3E05"/>
    <w:rsid w:val="00FB5022"/>
    <w:rsid w:val="00FB5572"/>
    <w:rsid w:val="00FB5C64"/>
    <w:rsid w:val="00FB5DEC"/>
    <w:rsid w:val="00FB6581"/>
    <w:rsid w:val="00FB6CD0"/>
    <w:rsid w:val="00FB6DE5"/>
    <w:rsid w:val="00FB7289"/>
    <w:rsid w:val="00FB7B39"/>
    <w:rsid w:val="00FC0549"/>
    <w:rsid w:val="00FC2DB4"/>
    <w:rsid w:val="00FC2EAE"/>
    <w:rsid w:val="00FC30C4"/>
    <w:rsid w:val="00FC3455"/>
    <w:rsid w:val="00FC3475"/>
    <w:rsid w:val="00FC3E7B"/>
    <w:rsid w:val="00FC4DC3"/>
    <w:rsid w:val="00FC5C6B"/>
    <w:rsid w:val="00FC7B44"/>
    <w:rsid w:val="00FD0CF6"/>
    <w:rsid w:val="00FD1B43"/>
    <w:rsid w:val="00FD26F2"/>
    <w:rsid w:val="00FD2B27"/>
    <w:rsid w:val="00FD2E5B"/>
    <w:rsid w:val="00FD3E4C"/>
    <w:rsid w:val="00FD5E64"/>
    <w:rsid w:val="00FD6E34"/>
    <w:rsid w:val="00FD6F42"/>
    <w:rsid w:val="00FD6FDC"/>
    <w:rsid w:val="00FD7CF2"/>
    <w:rsid w:val="00FE290C"/>
    <w:rsid w:val="00FE4358"/>
    <w:rsid w:val="00FE45D0"/>
    <w:rsid w:val="00FE56D8"/>
    <w:rsid w:val="00FE69BA"/>
    <w:rsid w:val="00FE7A93"/>
    <w:rsid w:val="00FE7ACC"/>
    <w:rsid w:val="00FF0570"/>
    <w:rsid w:val="00FF089B"/>
    <w:rsid w:val="00FF097E"/>
    <w:rsid w:val="00FF3BD2"/>
    <w:rsid w:val="00FF40B6"/>
    <w:rsid w:val="00FF41D0"/>
    <w:rsid w:val="00FF4424"/>
    <w:rsid w:val="00FF4957"/>
    <w:rsid w:val="00FF4FEA"/>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1B214"/>
  <w15:chartTrackingRefBased/>
  <w15:docId w15:val="{7A32AA23-AEF8-4110-A360-DA0A81752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05ED"/>
    <w:pPr>
      <w:spacing w:before="160" w:after="160" w:line="360" w:lineRule="auto"/>
    </w:pPr>
    <w:rPr>
      <w:rFonts w:ascii="Lato" w:eastAsia="Cambria" w:hAnsi="Lato" w:cs="Times New Roman"/>
      <w:sz w:val="24"/>
      <w:szCs w:val="24"/>
      <w:lang w:eastAsia="en-US"/>
    </w:rPr>
  </w:style>
  <w:style w:type="paragraph" w:styleId="Nagwek1">
    <w:name w:val="heading 1"/>
    <w:basedOn w:val="Normalny"/>
    <w:next w:val="Normalny"/>
    <w:link w:val="Nagwek1Znak"/>
    <w:autoRedefine/>
    <w:qFormat/>
    <w:rsid w:val="00D92777"/>
    <w:pPr>
      <w:keepNext/>
      <w:pageBreakBefore/>
      <w:numPr>
        <w:numId w:val="5"/>
      </w:numPr>
      <w:spacing w:before="240" w:after="60"/>
      <w:contextualSpacing/>
      <w:outlineLvl w:val="0"/>
    </w:pPr>
    <w:rPr>
      <w:b/>
      <w:bCs/>
      <w:kern w:val="32"/>
      <w:sz w:val="40"/>
      <w:szCs w:val="32"/>
      <w:lang w:val="x-none"/>
    </w:rPr>
  </w:style>
  <w:style w:type="paragraph" w:styleId="Nagwek2">
    <w:name w:val="heading 2"/>
    <w:basedOn w:val="Normalny"/>
    <w:next w:val="Normalny"/>
    <w:link w:val="Nagwek2Znak"/>
    <w:autoRedefine/>
    <w:qFormat/>
    <w:rsid w:val="00D92777"/>
    <w:pPr>
      <w:keepNext/>
      <w:numPr>
        <w:ilvl w:val="1"/>
        <w:numId w:val="5"/>
      </w:numPr>
      <w:spacing w:before="240" w:after="120" w:line="400" w:lineRule="exact"/>
      <w:outlineLvl w:val="1"/>
    </w:pPr>
    <w:rPr>
      <w:b/>
      <w:bCs/>
      <w:iCs/>
      <w:sz w:val="32"/>
      <w:szCs w:val="28"/>
      <w:lang w:val="x-none"/>
    </w:rPr>
  </w:style>
  <w:style w:type="paragraph" w:styleId="Nagwek3">
    <w:name w:val="heading 3"/>
    <w:basedOn w:val="Normalny"/>
    <w:next w:val="Normalny"/>
    <w:link w:val="Nagwek3Znak"/>
    <w:autoRedefine/>
    <w:qFormat/>
    <w:rsid w:val="00D92777"/>
    <w:pPr>
      <w:keepNext/>
      <w:numPr>
        <w:ilvl w:val="2"/>
        <w:numId w:val="5"/>
      </w:numPr>
      <w:spacing w:before="240" w:after="120" w:line="320" w:lineRule="exact"/>
      <w:outlineLvl w:val="2"/>
    </w:pPr>
    <w:rPr>
      <w:b/>
      <w:bCs/>
      <w:sz w:val="28"/>
      <w:szCs w:val="26"/>
      <w:lang w:val="x-none"/>
    </w:rPr>
  </w:style>
  <w:style w:type="paragraph" w:styleId="Nagwek4">
    <w:name w:val="heading 4"/>
    <w:aliases w:val="h4"/>
    <w:basedOn w:val="Normalny"/>
    <w:next w:val="Normalny"/>
    <w:link w:val="Nagwek4Znak"/>
    <w:qFormat/>
    <w:rsid w:val="001A49B8"/>
    <w:pPr>
      <w:keepNext/>
      <w:numPr>
        <w:ilvl w:val="3"/>
        <w:numId w:val="5"/>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1A49B8"/>
    <w:pPr>
      <w:numPr>
        <w:ilvl w:val="4"/>
        <w:numId w:val="5"/>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1A49B8"/>
    <w:pPr>
      <w:numPr>
        <w:ilvl w:val="5"/>
        <w:numId w:val="5"/>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1A49B8"/>
    <w:pPr>
      <w:numPr>
        <w:ilvl w:val="6"/>
        <w:numId w:val="5"/>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1A49B8"/>
    <w:pPr>
      <w:numPr>
        <w:ilvl w:val="7"/>
        <w:numId w:val="5"/>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1A49B8"/>
    <w:pPr>
      <w:numPr>
        <w:ilvl w:val="8"/>
        <w:numId w:val="5"/>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92777"/>
    <w:rPr>
      <w:rFonts w:ascii="Lato" w:eastAsia="Cambria" w:hAnsi="Lato" w:cs="Times New Roman"/>
      <w:b/>
      <w:bCs/>
      <w:kern w:val="32"/>
      <w:sz w:val="40"/>
      <w:szCs w:val="32"/>
      <w:lang w:val="x-none" w:eastAsia="en-US"/>
    </w:rPr>
  </w:style>
  <w:style w:type="character" w:customStyle="1" w:styleId="Nagwek2Znak">
    <w:name w:val="Nagłówek 2 Znak"/>
    <w:link w:val="Nagwek2"/>
    <w:rsid w:val="00D92777"/>
    <w:rPr>
      <w:rFonts w:ascii="Lato" w:eastAsia="Cambria" w:hAnsi="Lato" w:cs="Times New Roman"/>
      <w:b/>
      <w:bCs/>
      <w:iCs/>
      <w:sz w:val="32"/>
      <w:szCs w:val="28"/>
      <w:lang w:val="x-none" w:eastAsia="en-US"/>
    </w:rPr>
  </w:style>
  <w:style w:type="character" w:customStyle="1" w:styleId="Nagwek3Znak">
    <w:name w:val="Nagłówek 3 Znak"/>
    <w:link w:val="Nagwek3"/>
    <w:rsid w:val="00D92777"/>
    <w:rPr>
      <w:rFonts w:ascii="Lato" w:eastAsia="Cambria" w:hAnsi="Lato" w:cs="Times New Roman"/>
      <w:b/>
      <w:bCs/>
      <w:sz w:val="28"/>
      <w:szCs w:val="26"/>
      <w:lang w:val="x-none" w:eastAsia="en-US"/>
    </w:rPr>
  </w:style>
  <w:style w:type="character" w:customStyle="1" w:styleId="Nagwek4Znak">
    <w:name w:val="Nagłówek 4 Znak"/>
    <w:aliases w:val="h4 Znak"/>
    <w:link w:val="Nagwek4"/>
    <w:rsid w:val="001A49B8"/>
    <w:rPr>
      <w:rFonts w:ascii="Arial Black" w:eastAsia="Cambria" w:hAnsi="Arial Black" w:cs="Times New Roman"/>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1A49B8"/>
    <w:pPr>
      <w:tabs>
        <w:tab w:val="center" w:pos="4320"/>
        <w:tab w:val="right" w:pos="8640"/>
      </w:tabs>
    </w:pPr>
    <w:rPr>
      <w:lang w:val="x-none"/>
    </w:rPr>
  </w:style>
  <w:style w:type="character" w:customStyle="1" w:styleId="NagwekZnak">
    <w:name w:val="Nagłówek Znak"/>
    <w:aliases w:val="W_Nagłówek Znak1,adresowy Znak,adresowy Znak Znak Znak Znak Znak Znak Znak Znak Znak Znak Znak1,adresowy Znak Znak Znak Znak Znak Znak Znak Znak Znak Znak Znak Znak"/>
    <w:link w:val="Nagwek"/>
    <w:rsid w:val="001A49B8"/>
    <w:rPr>
      <w:rFonts w:ascii="Times New Roman" w:eastAsia="Cambria" w:hAnsi="Times New Roman" w:cs="Times New Roman"/>
      <w:sz w:val="24"/>
      <w:szCs w:val="24"/>
      <w:lang w:eastAsia="en-US"/>
    </w:rPr>
  </w:style>
  <w:style w:type="paragraph" w:styleId="Stopka">
    <w:name w:val="footer"/>
    <w:basedOn w:val="Normalny"/>
    <w:link w:val="StopkaZnak"/>
    <w:unhideWhenUsed/>
    <w:rsid w:val="001A49B8"/>
    <w:pPr>
      <w:tabs>
        <w:tab w:val="center" w:pos="4320"/>
        <w:tab w:val="right" w:pos="8640"/>
      </w:tabs>
    </w:pPr>
    <w:rPr>
      <w:lang w:val="x-none"/>
    </w:rPr>
  </w:style>
  <w:style w:type="character" w:customStyle="1" w:styleId="StopkaZnak">
    <w:name w:val="Stopka Znak"/>
    <w:link w:val="Stopka"/>
    <w:rsid w:val="001A49B8"/>
    <w:rPr>
      <w:rFonts w:ascii="Times New Roman" w:eastAsia="Cambria" w:hAnsi="Times New Roman" w:cs="Times New Roman"/>
      <w:sz w:val="24"/>
      <w:szCs w:val="24"/>
      <w:lang w:eastAsia="en-US"/>
    </w:rPr>
  </w:style>
  <w:style w:type="paragraph" w:styleId="Tekstdymka">
    <w:name w:val="Balloon Text"/>
    <w:basedOn w:val="Normalny"/>
    <w:link w:val="TekstdymkaZnak"/>
    <w:uiPriority w:val="99"/>
    <w:semiHidden/>
    <w:unhideWhenUsed/>
    <w:rsid w:val="001A49B8"/>
    <w:rPr>
      <w:rFonts w:ascii="Tahoma" w:hAnsi="Tahoma"/>
      <w:sz w:val="16"/>
      <w:szCs w:val="16"/>
      <w:lang w:val="x-none" w:eastAsia="x-none"/>
    </w:rPr>
  </w:style>
  <w:style w:type="character" w:customStyle="1" w:styleId="TekstdymkaZnak">
    <w:name w:val="Tekst dymka Znak"/>
    <w:link w:val="Tekstdymka"/>
    <w:uiPriority w:val="99"/>
    <w:semiHidden/>
    <w:rsid w:val="001A49B8"/>
    <w:rPr>
      <w:rFonts w:ascii="Tahoma" w:eastAsia="Cambria" w:hAnsi="Tahoma" w:cs="Times New Roman"/>
      <w:sz w:val="16"/>
      <w:szCs w:val="16"/>
      <w:lang w:val="x-none" w:eastAsia="x-none"/>
    </w:rPr>
  </w:style>
  <w:style w:type="character" w:styleId="Hipercze">
    <w:name w:val="Hyperlink"/>
    <w:uiPriority w:val="99"/>
    <w:unhideWhenUsed/>
    <w:rsid w:val="001A49B8"/>
    <w:rPr>
      <w:color w:val="0000FF"/>
      <w:u w:val="single"/>
    </w:rPr>
  </w:style>
  <w:style w:type="character" w:styleId="Numerstrony">
    <w:name w:val="page number"/>
    <w:rsid w:val="001A49B8"/>
  </w:style>
  <w:style w:type="paragraph" w:customStyle="1" w:styleId="Default">
    <w:name w:val="Default"/>
    <w:rsid w:val="001A49B8"/>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1A49B8"/>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1A49B8"/>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1A49B8"/>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1A49B8"/>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1A49B8"/>
    <w:pPr>
      <w:overflowPunct w:val="0"/>
      <w:autoSpaceDE w:val="0"/>
      <w:autoSpaceDN w:val="0"/>
      <w:adjustRightInd w:val="0"/>
      <w:spacing w:after="120"/>
      <w:ind w:left="720"/>
      <w:jc w:val="both"/>
      <w:textAlignment w:val="baseline"/>
    </w:pPr>
    <w:rPr>
      <w:rFonts w:ascii="Cambria" w:hAnsi="Cambria"/>
      <w:i/>
      <w:vanish/>
      <w:color w:val="0000FF"/>
      <w:sz w:val="20"/>
      <w:szCs w:val="20"/>
      <w:lang w:val="x-none" w:eastAsia="x-none"/>
    </w:rPr>
  </w:style>
  <w:style w:type="paragraph" w:styleId="Tekstpodstawowy">
    <w:name w:val="Body Text"/>
    <w:aliases w:val="EHPT,Body Text2"/>
    <w:basedOn w:val="Normalny"/>
    <w:link w:val="TekstpodstawowyZnak"/>
    <w:rsid w:val="001A49B8"/>
    <w:pPr>
      <w:spacing w:after="120"/>
    </w:pPr>
    <w:rPr>
      <w:rFonts w:eastAsia="Times New Roman"/>
      <w:lang w:val="x-none" w:eastAsia="x-none"/>
    </w:rPr>
  </w:style>
  <w:style w:type="character" w:customStyle="1" w:styleId="InfoBlueZnak">
    <w:name w:val="InfoBlue Znak"/>
    <w:link w:val="InfoBlue"/>
    <w:rsid w:val="001A49B8"/>
    <w:rPr>
      <w:rFonts w:ascii="Cambria" w:eastAsia="Cambria" w:hAnsi="Cambria" w:cs="Arial"/>
      <w:i/>
      <w:vanish/>
      <w:color w:val="0000FF"/>
    </w:rPr>
  </w:style>
  <w:style w:type="paragraph" w:customStyle="1" w:styleId="TekstOpisuZnak">
    <w:name w:val="TekstOpisu Znak"/>
    <w:basedOn w:val="Normalny"/>
    <w:rsid w:val="001A49B8"/>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1A49B8"/>
    <w:pPr>
      <w:tabs>
        <w:tab w:val="left" w:pos="482"/>
        <w:tab w:val="right" w:leader="dot" w:pos="9054"/>
      </w:tabs>
    </w:pPr>
    <w:rPr>
      <w:b/>
      <w:bCs/>
      <w:szCs w:val="20"/>
    </w:rPr>
  </w:style>
  <w:style w:type="paragraph" w:styleId="Spistreci2">
    <w:name w:val="toc 2"/>
    <w:basedOn w:val="Normalny"/>
    <w:next w:val="Normalny"/>
    <w:autoRedefine/>
    <w:uiPriority w:val="39"/>
    <w:rsid w:val="001A49B8"/>
    <w:pPr>
      <w:ind w:left="238"/>
    </w:pPr>
    <w:rPr>
      <w:szCs w:val="20"/>
    </w:rPr>
  </w:style>
  <w:style w:type="paragraph" w:styleId="Spistreci3">
    <w:name w:val="toc 3"/>
    <w:basedOn w:val="Normalny"/>
    <w:next w:val="Normalny"/>
    <w:autoRedefine/>
    <w:uiPriority w:val="39"/>
    <w:rsid w:val="001A49B8"/>
    <w:pPr>
      <w:ind w:left="482"/>
    </w:pPr>
    <w:rPr>
      <w:iCs/>
      <w:szCs w:val="20"/>
    </w:rPr>
  </w:style>
  <w:style w:type="paragraph" w:styleId="Spistreci4">
    <w:name w:val="toc 4"/>
    <w:basedOn w:val="Normalny"/>
    <w:next w:val="Normalny"/>
    <w:autoRedefine/>
    <w:uiPriority w:val="39"/>
    <w:rsid w:val="001A49B8"/>
    <w:pPr>
      <w:ind w:left="720"/>
    </w:pPr>
    <w:rPr>
      <w:sz w:val="18"/>
      <w:szCs w:val="18"/>
    </w:rPr>
  </w:style>
  <w:style w:type="paragraph" w:styleId="Podtytu">
    <w:name w:val="Subtitle"/>
    <w:basedOn w:val="Normalny"/>
    <w:qFormat/>
    <w:rsid w:val="001A49B8"/>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1A49B8"/>
    <w:pPr>
      <w:spacing w:before="20" w:after="20"/>
    </w:pPr>
    <w:rPr>
      <w:rFonts w:ascii="Arial" w:eastAsia="Times New Roman" w:hAnsi="Arial"/>
      <w:sz w:val="18"/>
      <w:szCs w:val="20"/>
      <w:lang w:val="de-DE" w:eastAsia="pl-PL"/>
    </w:rPr>
  </w:style>
  <w:style w:type="character" w:styleId="Odwoaniedokomentarza">
    <w:name w:val="annotation reference"/>
    <w:rsid w:val="001A49B8"/>
    <w:rPr>
      <w:sz w:val="16"/>
      <w:szCs w:val="16"/>
    </w:rPr>
  </w:style>
  <w:style w:type="paragraph" w:styleId="Tekstkomentarza">
    <w:name w:val="annotation text"/>
    <w:basedOn w:val="Normalny"/>
    <w:link w:val="TekstkomentarzaZnak"/>
    <w:rsid w:val="001A49B8"/>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1A49B8"/>
    <w:rPr>
      <w:rFonts w:ascii="Tahoma" w:eastAsia="Calibri" w:hAnsi="Tahoma" w:cs="Times New Roman"/>
      <w:lang w:val="x-none" w:eastAsia="en-US"/>
    </w:rPr>
  </w:style>
  <w:style w:type="paragraph" w:customStyle="1" w:styleId="OfertaIVMXBullet">
    <w:name w:val="Oferta IVMX Bullet"/>
    <w:basedOn w:val="Normalny"/>
    <w:link w:val="OfertaIVMXBulletZnak"/>
    <w:rsid w:val="001A49B8"/>
    <w:pPr>
      <w:numPr>
        <w:numId w:val="4"/>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1A49B8"/>
    <w:rPr>
      <w:rFonts w:ascii="Tahoma" w:eastAsia="Cambria" w:hAnsi="Tahoma" w:cs="Times New Roman"/>
      <w:lang w:val="x-none" w:eastAsia="x-none"/>
    </w:rPr>
  </w:style>
  <w:style w:type="paragraph" w:customStyle="1" w:styleId="Wylicznumery">
    <w:name w:val="Wylicz numery"/>
    <w:basedOn w:val="Normalny"/>
    <w:rsid w:val="001A49B8"/>
    <w:pPr>
      <w:numPr>
        <w:numId w:val="9"/>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1A49B8"/>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1A49B8"/>
    <w:rPr>
      <w:rFonts w:eastAsia="Times New Roman"/>
      <w:sz w:val="20"/>
      <w:szCs w:val="20"/>
      <w:lang w:eastAsia="pl-PL"/>
    </w:rPr>
  </w:style>
  <w:style w:type="character" w:styleId="Odwoanieprzypisudolnego">
    <w:name w:val="footnote reference"/>
    <w:semiHidden/>
    <w:rsid w:val="001A49B8"/>
    <w:rPr>
      <w:vertAlign w:val="superscript"/>
    </w:rPr>
  </w:style>
  <w:style w:type="paragraph" w:styleId="Tekstpodstawowywcity">
    <w:name w:val="Body Text Indent"/>
    <w:basedOn w:val="Normalny"/>
    <w:rsid w:val="001A49B8"/>
    <w:pPr>
      <w:spacing w:after="120"/>
      <w:ind w:left="283"/>
    </w:pPr>
    <w:rPr>
      <w:rFonts w:eastAsia="Times New Roman"/>
      <w:lang w:eastAsia="pl-PL"/>
    </w:rPr>
  </w:style>
  <w:style w:type="table" w:styleId="Tabela-Siatka">
    <w:name w:val="Table Grid"/>
    <w:basedOn w:val="Standardowy"/>
    <w:rsid w:val="00BD402B"/>
    <w:rPr>
      <w:rFonts w:ascii="Lato" w:eastAsia="Times New Roman" w:hAnsi="Lato"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sz w:val="18"/>
      </w:rPr>
      <w:tblPr/>
      <w:tcPr>
        <w:shd w:val="clear" w:color="auto" w:fill="D9D9D9" w:themeFill="background1" w:themeFillShade="D9"/>
      </w:tcPr>
    </w:tblStylePr>
  </w:style>
  <w:style w:type="paragraph" w:customStyle="1" w:styleId="Tabelazwyky">
    <w:name w:val="Tabela zwykły"/>
    <w:basedOn w:val="Normalny"/>
    <w:qFormat/>
    <w:rsid w:val="001A49B8"/>
    <w:pPr>
      <w:spacing w:before="60" w:after="60"/>
    </w:pPr>
    <w:rPr>
      <w:rFonts w:eastAsia="Times New Roman" w:cs="Arial"/>
      <w:sz w:val="20"/>
      <w:szCs w:val="20"/>
      <w:lang w:eastAsia="pl-PL"/>
    </w:rPr>
  </w:style>
  <w:style w:type="paragraph" w:styleId="Akapitzlist">
    <w:name w:val="List Paragraph"/>
    <w:basedOn w:val="Normalny"/>
    <w:uiPriority w:val="34"/>
    <w:qFormat/>
    <w:rsid w:val="001A49B8"/>
    <w:pPr>
      <w:suppressAutoHyphens/>
      <w:ind w:left="720"/>
    </w:pPr>
    <w:rPr>
      <w:rFonts w:eastAsia="Times New Roman" w:cs="Calibri"/>
      <w:lang w:eastAsia="ar-SA"/>
    </w:rPr>
  </w:style>
  <w:style w:type="character" w:customStyle="1" w:styleId="ZnakZnak7">
    <w:name w:val="Znak Znak7"/>
    <w:locked/>
    <w:rsid w:val="001A49B8"/>
    <w:rPr>
      <w:lang w:val="pl-PL" w:eastAsia="pl-PL" w:bidi="ar-SA"/>
    </w:rPr>
  </w:style>
  <w:style w:type="paragraph" w:styleId="Tematkomentarza">
    <w:name w:val="annotation subject"/>
    <w:basedOn w:val="Tekstkomentarza"/>
    <w:next w:val="Tekstkomentarza"/>
    <w:semiHidden/>
    <w:rsid w:val="001A49B8"/>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1A49B8"/>
    <w:pPr>
      <w:spacing w:after="120" w:line="480" w:lineRule="auto"/>
    </w:pPr>
    <w:rPr>
      <w:rFonts w:ascii="Cambria" w:hAnsi="Cambria"/>
      <w:lang w:val="x-none"/>
    </w:rPr>
  </w:style>
  <w:style w:type="character" w:customStyle="1" w:styleId="Tekstpodstawowy2Znak">
    <w:name w:val="Tekst podstawowy 2 Znak"/>
    <w:link w:val="Tekstpodstawowy2"/>
    <w:rsid w:val="001A49B8"/>
    <w:rPr>
      <w:rFonts w:ascii="Cambria" w:eastAsia="Cambria" w:hAnsi="Cambria" w:cs="Times New Roman"/>
      <w:sz w:val="24"/>
      <w:szCs w:val="24"/>
      <w:lang w:val="x-none" w:eastAsia="en-US"/>
    </w:rPr>
  </w:style>
  <w:style w:type="numbering" w:customStyle="1" w:styleId="Bezlisty1">
    <w:name w:val="Bez listy1"/>
    <w:next w:val="Bezlisty"/>
    <w:uiPriority w:val="99"/>
    <w:semiHidden/>
    <w:unhideWhenUsed/>
    <w:rsid w:val="001A49B8"/>
  </w:style>
  <w:style w:type="character" w:customStyle="1" w:styleId="Nagwek5Znak">
    <w:name w:val="Nagłówek 5 Znak"/>
    <w:link w:val="Nagwek5"/>
    <w:rsid w:val="001A49B8"/>
    <w:rPr>
      <w:rFonts w:ascii="Cambria" w:eastAsia="Cambria" w:hAnsi="Cambria" w:cs="Times New Roman"/>
      <w:b/>
      <w:bCs/>
      <w:i/>
      <w:iCs/>
      <w:sz w:val="26"/>
      <w:szCs w:val="26"/>
      <w:lang w:val="x-none" w:eastAsia="x-none"/>
    </w:rPr>
  </w:style>
  <w:style w:type="character" w:customStyle="1" w:styleId="Nagwek6Znak">
    <w:name w:val="Nagłówek 6 Znak"/>
    <w:link w:val="Nagwek6"/>
    <w:rsid w:val="001A49B8"/>
    <w:rPr>
      <w:rFonts w:ascii="Cambria" w:eastAsia="Cambria" w:hAnsi="Cambria" w:cs="Times New Roman"/>
      <w:b/>
      <w:bCs/>
      <w:sz w:val="22"/>
      <w:szCs w:val="22"/>
      <w:lang w:val="x-none" w:eastAsia="x-none"/>
    </w:rPr>
  </w:style>
  <w:style w:type="character" w:customStyle="1" w:styleId="Nagwek7Znak">
    <w:name w:val="Nagłówek 7 Znak"/>
    <w:link w:val="Nagwek7"/>
    <w:rsid w:val="001A49B8"/>
    <w:rPr>
      <w:rFonts w:ascii="Cambria" w:eastAsia="Cambria" w:hAnsi="Cambria" w:cs="Times New Roman"/>
      <w:sz w:val="24"/>
      <w:szCs w:val="24"/>
      <w:lang w:val="x-none" w:eastAsia="x-none"/>
    </w:rPr>
  </w:style>
  <w:style w:type="character" w:customStyle="1" w:styleId="Nagwek8Znak">
    <w:name w:val="Nagłówek 8 Znak"/>
    <w:link w:val="Nagwek8"/>
    <w:rsid w:val="001A49B8"/>
    <w:rPr>
      <w:rFonts w:ascii="Cambria" w:eastAsia="Cambria" w:hAnsi="Cambria" w:cs="Times New Roman"/>
      <w:i/>
      <w:iCs/>
      <w:sz w:val="24"/>
      <w:szCs w:val="24"/>
      <w:lang w:val="x-none" w:eastAsia="x-none"/>
    </w:rPr>
  </w:style>
  <w:style w:type="character" w:customStyle="1" w:styleId="Nagwek9Znak">
    <w:name w:val="Nagłówek 9 Znak"/>
    <w:link w:val="Nagwek9"/>
    <w:rsid w:val="001A49B8"/>
    <w:rPr>
      <w:rFonts w:ascii="Arial" w:eastAsia="Cambria" w:hAnsi="Arial" w:cs="Times New Roman"/>
      <w:sz w:val="22"/>
      <w:szCs w:val="22"/>
      <w:lang w:val="x-none" w:eastAsia="x-none"/>
    </w:rPr>
  </w:style>
  <w:style w:type="paragraph" w:styleId="Tytu">
    <w:name w:val="Title"/>
    <w:basedOn w:val="Normalny"/>
    <w:next w:val="Normalny"/>
    <w:link w:val="TytuZnak"/>
    <w:uiPriority w:val="10"/>
    <w:qFormat/>
    <w:rsid w:val="00D92777"/>
    <w:pPr>
      <w:ind w:left="1134"/>
    </w:pPr>
    <w:rPr>
      <w:b/>
      <w:sz w:val="48"/>
      <w:szCs w:val="48"/>
      <w:lang w:val="x-none"/>
    </w:rPr>
  </w:style>
  <w:style w:type="character" w:customStyle="1" w:styleId="TytuZnak">
    <w:name w:val="Tytuł Znak"/>
    <w:link w:val="Tytu"/>
    <w:uiPriority w:val="10"/>
    <w:rsid w:val="00D92777"/>
    <w:rPr>
      <w:rFonts w:ascii="Lato" w:eastAsia="Cambria" w:hAnsi="Lato" w:cs="Times New Roman"/>
      <w:b/>
      <w:sz w:val="48"/>
      <w:szCs w:val="48"/>
      <w:lang w:val="x-none" w:eastAsia="en-US"/>
    </w:rPr>
  </w:style>
  <w:style w:type="paragraph" w:customStyle="1" w:styleId="Tabletext">
    <w:name w:val="Tabletext"/>
    <w:basedOn w:val="Normalny"/>
    <w:rsid w:val="001A49B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1A49B8"/>
    <w:rPr>
      <w:rFonts w:ascii="Times New Roman" w:eastAsia="Times New Roman" w:hAnsi="Times New Roman" w:cs="Times New Roman"/>
      <w:sz w:val="24"/>
      <w:szCs w:val="24"/>
      <w:lang w:val="x-none" w:eastAsia="x-none"/>
    </w:rPr>
  </w:style>
  <w:style w:type="paragraph" w:customStyle="1" w:styleId="Paragraph1">
    <w:name w:val="Paragraph1"/>
    <w:basedOn w:val="Normalny"/>
    <w:rsid w:val="001A49B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1A49B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1A49B8"/>
    <w:pPr>
      <w:spacing w:before="60"/>
      <w:ind w:left="7" w:right="113" w:hanging="7"/>
    </w:pPr>
    <w:rPr>
      <w:rFonts w:eastAsia="Times New Roman"/>
      <w:sz w:val="20"/>
      <w:szCs w:val="20"/>
      <w:lang w:eastAsia="pl-PL"/>
    </w:rPr>
  </w:style>
  <w:style w:type="paragraph" w:customStyle="1" w:styleId="Uwaga">
    <w:name w:val="Uwaga"/>
    <w:basedOn w:val="Normalny"/>
    <w:autoRedefine/>
    <w:rsid w:val="001A49B8"/>
    <w:pPr>
      <w:spacing w:before="60" w:after="120"/>
      <w:jc w:val="center"/>
    </w:pPr>
    <w:rPr>
      <w:rFonts w:eastAsia="Times New Roman"/>
      <w:b/>
      <w:sz w:val="20"/>
      <w:szCs w:val="20"/>
      <w:lang w:eastAsia="pl-PL"/>
    </w:rPr>
  </w:style>
  <w:style w:type="paragraph" w:customStyle="1" w:styleId="TekstWTabeli">
    <w:name w:val="TekstWTabeli"/>
    <w:basedOn w:val="Normalny"/>
    <w:rsid w:val="001A49B8"/>
    <w:rPr>
      <w:rFonts w:eastAsia="Times New Roman"/>
      <w:sz w:val="18"/>
      <w:szCs w:val="20"/>
      <w:lang w:eastAsia="pl-PL"/>
    </w:rPr>
  </w:style>
  <w:style w:type="paragraph" w:customStyle="1" w:styleId="MalyNaglowekTabeli">
    <w:name w:val="MalyNaglowekTabeli"/>
    <w:basedOn w:val="Normalny"/>
    <w:autoRedefine/>
    <w:rsid w:val="001A49B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1A49B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1A49B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1A49B8"/>
    <w:rPr>
      <w:rFonts w:ascii="Cambria" w:eastAsia="Cambria" w:hAnsi="Cambria" w:cs="Times New Roman"/>
      <w:sz w:val="24"/>
      <w:szCs w:val="24"/>
      <w:lang w:eastAsia="en-US"/>
    </w:rPr>
  </w:style>
  <w:style w:type="paragraph" w:customStyle="1" w:styleId="TekstWTabeliDuzy">
    <w:name w:val="Tekst_W_Tabeli_Duzy"/>
    <w:basedOn w:val="Normalny"/>
    <w:rsid w:val="001A49B8"/>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1A49B8"/>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1A49B8"/>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1A49B8"/>
    <w:rPr>
      <w:rFonts w:ascii="Arial" w:eastAsia="Times New Roman" w:hAnsi="Arial" w:cs="Arial"/>
      <w:sz w:val="24"/>
      <w:szCs w:val="24"/>
      <w:lang w:eastAsia="pl-PL"/>
    </w:rPr>
  </w:style>
  <w:style w:type="paragraph" w:customStyle="1" w:styleId="PodTytu1wTabeli">
    <w:name w:val="PodTytuł1wTabeli"/>
    <w:basedOn w:val="Normalny"/>
    <w:autoRedefine/>
    <w:rsid w:val="001A49B8"/>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1A49B8"/>
    <w:pPr>
      <w:spacing w:after="120" w:line="480" w:lineRule="auto"/>
      <w:ind w:left="283"/>
    </w:pPr>
  </w:style>
  <w:style w:type="paragraph" w:styleId="Tekstpodstawowywcity3">
    <w:name w:val="Body Text Indent 3"/>
    <w:basedOn w:val="Normalny"/>
    <w:rsid w:val="001A49B8"/>
    <w:pPr>
      <w:spacing w:after="120"/>
      <w:ind w:left="283"/>
    </w:pPr>
    <w:rPr>
      <w:sz w:val="16"/>
      <w:szCs w:val="16"/>
    </w:rPr>
  </w:style>
  <w:style w:type="paragraph" w:styleId="Spistreci5">
    <w:name w:val="toc 5"/>
    <w:basedOn w:val="Normalny"/>
    <w:next w:val="Normalny"/>
    <w:autoRedefine/>
    <w:semiHidden/>
    <w:rsid w:val="001A49B8"/>
    <w:pPr>
      <w:ind w:left="960"/>
    </w:pPr>
    <w:rPr>
      <w:sz w:val="18"/>
      <w:szCs w:val="18"/>
    </w:rPr>
  </w:style>
  <w:style w:type="paragraph" w:customStyle="1" w:styleId="TekstOpisuCharChar">
    <w:name w:val="TekstOpisu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1A49B8"/>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1A49B8"/>
    <w:pPr>
      <w:numPr>
        <w:numId w:val="8"/>
      </w:numPr>
      <w:spacing w:before="20" w:after="20"/>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1A49B8"/>
    <w:pPr>
      <w:numPr>
        <w:numId w:val="7"/>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1A49B8"/>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1A49B8"/>
    <w:pPr>
      <w:numPr>
        <w:numId w:val="6"/>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1A49B8"/>
    <w:pPr>
      <w:ind w:left="1200"/>
    </w:pPr>
    <w:rPr>
      <w:sz w:val="18"/>
      <w:szCs w:val="18"/>
    </w:rPr>
  </w:style>
  <w:style w:type="paragraph" w:styleId="Spistreci8">
    <w:name w:val="toc 8"/>
    <w:basedOn w:val="Normalny"/>
    <w:next w:val="Normalny"/>
    <w:autoRedefine/>
    <w:semiHidden/>
    <w:rsid w:val="001A49B8"/>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1A49B8"/>
    <w:rPr>
      <w:rFonts w:ascii="Courier New" w:eastAsia="Times New Roman" w:hAnsi="Courier New" w:cs="Times New Roman"/>
      <w:lang w:val="x-none" w:eastAsia="x-none"/>
    </w:rPr>
  </w:style>
  <w:style w:type="paragraph" w:customStyle="1" w:styleId="Z2Nagwektabeli">
    <w:name w:val="Z2_Nagłówek_tabeli"/>
    <w:basedOn w:val="Nagwek"/>
    <w:rsid w:val="001A49B8"/>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1A49B8"/>
    <w:pPr>
      <w:tabs>
        <w:tab w:val="clear" w:pos="4320"/>
        <w:tab w:val="clear" w:pos="8640"/>
        <w:tab w:val="center" w:pos="4536"/>
        <w:tab w:val="right" w:pos="9072"/>
      </w:tabs>
      <w:spacing w:before="60" w:after="60"/>
    </w:pPr>
    <w:rPr>
      <w:rFonts w:ascii="Arial" w:eastAsia="Times New Roman" w:hAnsi="Arial"/>
      <w:sz w:val="18"/>
      <w:szCs w:val="28"/>
      <w:lang w:eastAsia="x-none"/>
    </w:rPr>
  </w:style>
  <w:style w:type="paragraph" w:styleId="Legenda">
    <w:name w:val="caption"/>
    <w:basedOn w:val="Normalny"/>
    <w:next w:val="Normalny"/>
    <w:autoRedefine/>
    <w:qFormat/>
    <w:rsid w:val="00EA1B32"/>
    <w:pPr>
      <w:spacing w:before="180" w:after="60"/>
    </w:pPr>
    <w:rPr>
      <w:b/>
      <w:bCs/>
      <w:sz w:val="18"/>
      <w:szCs w:val="20"/>
    </w:rPr>
  </w:style>
  <w:style w:type="paragraph" w:customStyle="1" w:styleId="PJPtekst">
    <w:name w:val="PJP_tekst"/>
    <w:basedOn w:val="Tekstpodstawowywcity"/>
    <w:rsid w:val="001A49B8"/>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1A49B8"/>
    <w:pPr>
      <w:ind w:left="1440"/>
    </w:pPr>
    <w:rPr>
      <w:sz w:val="18"/>
      <w:szCs w:val="18"/>
    </w:rPr>
  </w:style>
  <w:style w:type="paragraph" w:styleId="Spistreci9">
    <w:name w:val="toc 9"/>
    <w:basedOn w:val="Normalny"/>
    <w:next w:val="Normalny"/>
    <w:autoRedefine/>
    <w:semiHidden/>
    <w:rsid w:val="001A49B8"/>
    <w:pPr>
      <w:ind w:left="1920"/>
    </w:pPr>
    <w:rPr>
      <w:sz w:val="18"/>
      <w:szCs w:val="18"/>
    </w:rPr>
  </w:style>
  <w:style w:type="paragraph" w:customStyle="1" w:styleId="TekstOpisuCharCharCharCharChar">
    <w:name w:val="TekstOpisu Char Char Char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1A49B8"/>
    <w:rPr>
      <w:rFonts w:eastAsia="Times New Roman"/>
      <w:szCs w:val="20"/>
    </w:rPr>
  </w:style>
  <w:style w:type="paragraph" w:customStyle="1" w:styleId="StylLegendaWyjustowany">
    <w:name w:val="Styl Legenda + Wyjustowany"/>
    <w:basedOn w:val="Legenda"/>
    <w:rsid w:val="001A49B8"/>
    <w:pPr>
      <w:ind w:left="1134"/>
      <w:jc w:val="both"/>
    </w:pPr>
    <w:rPr>
      <w:rFonts w:eastAsia="Times New Roman"/>
    </w:rPr>
  </w:style>
  <w:style w:type="paragraph" w:styleId="Spisilustracji">
    <w:name w:val="table of figures"/>
    <w:basedOn w:val="Normalny"/>
    <w:next w:val="Normalny"/>
    <w:uiPriority w:val="99"/>
    <w:rsid w:val="001A49B8"/>
  </w:style>
  <w:style w:type="paragraph" w:customStyle="1" w:styleId="Z2PodpisRysunkuTabeli">
    <w:name w:val="Z2_Podpis Rysunku/Tabeli"/>
    <w:basedOn w:val="Legenda"/>
    <w:next w:val="Normalny"/>
    <w:qFormat/>
    <w:rsid w:val="001A49B8"/>
  </w:style>
  <w:style w:type="paragraph" w:customStyle="1" w:styleId="TekstOpisu">
    <w:name w:val="TekstOpisu"/>
    <w:basedOn w:val="Normalny"/>
    <w:rsid w:val="001A49B8"/>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1A49B8"/>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Cambria Math" w:eastAsia="Symbol" w:hAnsi="Cambria Math"/>
      <w:sz w:val="16"/>
      <w:szCs w:val="16"/>
      <w:lang w:val="x-none"/>
    </w:rPr>
  </w:style>
  <w:style w:type="character" w:customStyle="1" w:styleId="MapadokumentuZnak">
    <w:name w:val="Mapa dokumentu Znak"/>
    <w:link w:val="Mapadokumentu"/>
    <w:uiPriority w:val="99"/>
    <w:semiHidden/>
    <w:rsid w:val="00681FF7"/>
    <w:rPr>
      <w:rFonts w:ascii="Cambria Math" w:hAnsi="Cambria Math" w:cs="Cambria Math"/>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Narrow" w:hAnsi="Tahoma"/>
      <w:sz w:val="20"/>
      <w:szCs w:val="20"/>
      <w:lang w:val="x-none" w:eastAsia="x-none"/>
    </w:rPr>
  </w:style>
  <w:style w:type="character" w:customStyle="1" w:styleId="HTML-wstpniesformatowanyZnak">
    <w:name w:val="HTML - wstępnie sformatowany Znak"/>
    <w:link w:val="HTML-wstpniesformatowany"/>
    <w:uiPriority w:val="99"/>
    <w:rsid w:val="006A7186"/>
    <w:rPr>
      <w:rFonts w:ascii="Tahoma" w:eastAsia="Arial Narrow" w:hAnsi="Tahoma"/>
      <w:lang w:val="x-none"/>
    </w:rPr>
  </w:style>
  <w:style w:type="paragraph" w:customStyle="1" w:styleId="Z2-Normalnypogrubiony">
    <w:name w:val="Z2-Normalny pogrubiony"/>
    <w:basedOn w:val="Normalny"/>
    <w:next w:val="Normalny"/>
    <w:uiPriority w:val="99"/>
    <w:rsid w:val="001A49B8"/>
    <w:pPr>
      <w:spacing w:before="120" w:after="120"/>
    </w:pPr>
    <w:rPr>
      <w:b/>
    </w:rPr>
  </w:style>
  <w:style w:type="character" w:customStyle="1" w:styleId="Z2tabelatekstZnak">
    <w:name w:val="Z2_tabela_tekst Znak"/>
    <w:link w:val="Z2tabelatekst"/>
    <w:uiPriority w:val="99"/>
    <w:rsid w:val="001A49B8"/>
    <w:rPr>
      <w:rFonts w:ascii="Arial" w:eastAsia="Times New Roman" w:hAnsi="Arial" w:cs="Times New Roman"/>
      <w:sz w:val="18"/>
      <w:szCs w:val="28"/>
      <w:lang w:val="x-none" w:eastAsia="x-none"/>
    </w:rPr>
  </w:style>
  <w:style w:type="character" w:customStyle="1" w:styleId="result-point">
    <w:name w:val="result-point"/>
    <w:rsid w:val="002D2734"/>
  </w:style>
  <w:style w:type="character" w:customStyle="1" w:styleId="poleodsylacz">
    <w:name w:val="pole_odsylacz"/>
    <w:uiPriority w:val="1"/>
    <w:qFormat/>
    <w:rsid w:val="001A49B8"/>
    <w:rPr>
      <w:rFonts w:ascii="Courier New" w:hAnsi="Courier New" w:cs="Courier New"/>
      <w:noProof/>
      <w:color w:val="4472C4"/>
      <w:sz w:val="18"/>
      <w:szCs w:val="18"/>
      <w:u w:val="single"/>
      <w:lang w:val="en-US"/>
    </w:rPr>
  </w:style>
  <w:style w:type="character" w:customStyle="1" w:styleId="pole">
    <w:name w:val="pole"/>
    <w:uiPriority w:val="1"/>
    <w:qFormat/>
    <w:rsid w:val="001A49B8"/>
    <w:rPr>
      <w:rFonts w:ascii="Courier New" w:hAnsi="Courier New" w:cs="Courier New"/>
      <w:noProof/>
      <w:sz w:val="18"/>
      <w:szCs w:val="18"/>
      <w:lang w:val="en-US"/>
    </w:rPr>
  </w:style>
  <w:style w:type="character" w:customStyle="1" w:styleId="polegwne">
    <w:name w:val="pole_główne"/>
    <w:uiPriority w:val="1"/>
    <w:qFormat/>
    <w:rsid w:val="001A49B8"/>
    <w:rPr>
      <w:rFonts w:ascii="Courier New" w:hAnsi="Courier New" w:cs="Courier New"/>
      <w:b/>
      <w:noProof/>
      <w:sz w:val="18"/>
      <w:szCs w:val="18"/>
      <w:lang w:val="en-US"/>
    </w:rPr>
  </w:style>
  <w:style w:type="paragraph" w:customStyle="1" w:styleId="PJPtabelatekst">
    <w:name w:val="PJP_tabela_tekst"/>
    <w:basedOn w:val="Nagwek"/>
    <w:link w:val="PJPtabelatekstZnak"/>
    <w:rsid w:val="003D41C5"/>
    <w:pPr>
      <w:tabs>
        <w:tab w:val="clear" w:pos="4320"/>
        <w:tab w:val="clear" w:pos="8640"/>
        <w:tab w:val="center" w:pos="4536"/>
        <w:tab w:val="right" w:pos="9072"/>
      </w:tabs>
      <w:spacing w:before="60" w:after="60"/>
    </w:pPr>
    <w:rPr>
      <w:rFonts w:ascii="Arial" w:hAnsi="Arial"/>
      <w:sz w:val="18"/>
      <w:szCs w:val="28"/>
      <w:lang w:eastAsia="x-none"/>
    </w:rPr>
  </w:style>
  <w:style w:type="character" w:customStyle="1" w:styleId="PJPtabelatekstZnak">
    <w:name w:val="PJP_tabela_tekst Znak"/>
    <w:link w:val="PJPtabelatekst"/>
    <w:locked/>
    <w:rsid w:val="003D41C5"/>
    <w:rPr>
      <w:rFonts w:ascii="Arial" w:eastAsia="Cambria" w:hAnsi="Arial" w:cs="Times New Roman"/>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8868">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50289421">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7050963">
      <w:bodyDiv w:val="1"/>
      <w:marLeft w:val="0"/>
      <w:marRight w:val="0"/>
      <w:marTop w:val="0"/>
      <w:marBottom w:val="0"/>
      <w:divBdr>
        <w:top w:val="none" w:sz="0" w:space="0" w:color="auto"/>
        <w:left w:val="none" w:sz="0" w:space="0" w:color="auto"/>
        <w:bottom w:val="none" w:sz="0" w:space="0" w:color="auto"/>
        <w:right w:val="none" w:sz="0" w:space="0" w:color="auto"/>
      </w:divBdr>
    </w:div>
    <w:div w:id="148034063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9AE9B-2F91-4A4D-9251-9998B1E0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68</TotalTime>
  <Pages>20</Pages>
  <Words>2424</Words>
  <Characters>20306</Characters>
  <Application>Microsoft Office Word</Application>
  <DocSecurity>0</DocSecurity>
  <Lines>169</Lines>
  <Paragraphs>45</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informacji w sprawie opłaty paliwowej OPAL</vt:lpstr>
    </vt:vector>
  </TitlesOfParts>
  <Company>Asseco Poland SA.</Company>
  <LinksUpToDate>false</LinksUpToDate>
  <CharactersWithSpaces>22685</CharactersWithSpaces>
  <SharedDoc>false</SharedDoc>
  <HLinks>
    <vt:vector size="150" baseType="variant">
      <vt:variant>
        <vt:i4>1703975</vt:i4>
      </vt:variant>
      <vt:variant>
        <vt:i4>190</vt:i4>
      </vt:variant>
      <vt:variant>
        <vt:i4>0</vt:i4>
      </vt:variant>
      <vt:variant>
        <vt:i4>5</vt:i4>
      </vt:variant>
      <vt:variant>
        <vt:lpwstr>http://www.e-clo.pl/ZEFIR2/eZefir2/xsd/v5_0/Trader.xsd</vt:lpwstr>
      </vt:variant>
      <vt:variant>
        <vt:lpwstr/>
      </vt:variant>
      <vt:variant>
        <vt:i4>1310776</vt:i4>
      </vt:variant>
      <vt:variant>
        <vt:i4>165</vt:i4>
      </vt:variant>
      <vt:variant>
        <vt:i4>0</vt:i4>
      </vt:variant>
      <vt:variant>
        <vt:i4>5</vt:i4>
      </vt:variant>
      <vt:variant>
        <vt:lpwstr/>
      </vt:variant>
      <vt:variant>
        <vt:lpwstr>_Toc86053131</vt:lpwstr>
      </vt:variant>
      <vt:variant>
        <vt:i4>1376312</vt:i4>
      </vt:variant>
      <vt:variant>
        <vt:i4>159</vt:i4>
      </vt:variant>
      <vt:variant>
        <vt:i4>0</vt:i4>
      </vt:variant>
      <vt:variant>
        <vt:i4>5</vt:i4>
      </vt:variant>
      <vt:variant>
        <vt:lpwstr/>
      </vt:variant>
      <vt:variant>
        <vt:lpwstr>_Toc86053130</vt:lpwstr>
      </vt:variant>
      <vt:variant>
        <vt:i4>1835065</vt:i4>
      </vt:variant>
      <vt:variant>
        <vt:i4>153</vt:i4>
      </vt:variant>
      <vt:variant>
        <vt:i4>0</vt:i4>
      </vt:variant>
      <vt:variant>
        <vt:i4>5</vt:i4>
      </vt:variant>
      <vt:variant>
        <vt:lpwstr/>
      </vt:variant>
      <vt:variant>
        <vt:lpwstr>_Toc86053129</vt:lpwstr>
      </vt:variant>
      <vt:variant>
        <vt:i4>1900601</vt:i4>
      </vt:variant>
      <vt:variant>
        <vt:i4>147</vt:i4>
      </vt:variant>
      <vt:variant>
        <vt:i4>0</vt:i4>
      </vt:variant>
      <vt:variant>
        <vt:i4>5</vt:i4>
      </vt:variant>
      <vt:variant>
        <vt:lpwstr/>
      </vt:variant>
      <vt:variant>
        <vt:lpwstr>_Toc86053128</vt:lpwstr>
      </vt:variant>
      <vt:variant>
        <vt:i4>1179705</vt:i4>
      </vt:variant>
      <vt:variant>
        <vt:i4>141</vt:i4>
      </vt:variant>
      <vt:variant>
        <vt:i4>0</vt:i4>
      </vt:variant>
      <vt:variant>
        <vt:i4>5</vt:i4>
      </vt:variant>
      <vt:variant>
        <vt:lpwstr/>
      </vt:variant>
      <vt:variant>
        <vt:lpwstr>_Toc86053127</vt:lpwstr>
      </vt:variant>
      <vt:variant>
        <vt:i4>1245241</vt:i4>
      </vt:variant>
      <vt:variant>
        <vt:i4>132</vt:i4>
      </vt:variant>
      <vt:variant>
        <vt:i4>0</vt:i4>
      </vt:variant>
      <vt:variant>
        <vt:i4>5</vt:i4>
      </vt:variant>
      <vt:variant>
        <vt:lpwstr/>
      </vt:variant>
      <vt:variant>
        <vt:lpwstr>_Toc86053126</vt:lpwstr>
      </vt:variant>
      <vt:variant>
        <vt:i4>1048633</vt:i4>
      </vt:variant>
      <vt:variant>
        <vt:i4>126</vt:i4>
      </vt:variant>
      <vt:variant>
        <vt:i4>0</vt:i4>
      </vt:variant>
      <vt:variant>
        <vt:i4>5</vt:i4>
      </vt:variant>
      <vt:variant>
        <vt:lpwstr/>
      </vt:variant>
      <vt:variant>
        <vt:lpwstr>_Toc86053125</vt:lpwstr>
      </vt:variant>
      <vt:variant>
        <vt:i4>1114169</vt:i4>
      </vt:variant>
      <vt:variant>
        <vt:i4>120</vt:i4>
      </vt:variant>
      <vt:variant>
        <vt:i4>0</vt:i4>
      </vt:variant>
      <vt:variant>
        <vt:i4>5</vt:i4>
      </vt:variant>
      <vt:variant>
        <vt:lpwstr/>
      </vt:variant>
      <vt:variant>
        <vt:lpwstr>_Toc86053124</vt:lpwstr>
      </vt:variant>
      <vt:variant>
        <vt:i4>1441849</vt:i4>
      </vt:variant>
      <vt:variant>
        <vt:i4>114</vt:i4>
      </vt:variant>
      <vt:variant>
        <vt:i4>0</vt:i4>
      </vt:variant>
      <vt:variant>
        <vt:i4>5</vt:i4>
      </vt:variant>
      <vt:variant>
        <vt:lpwstr/>
      </vt:variant>
      <vt:variant>
        <vt:lpwstr>_Toc86053123</vt:lpwstr>
      </vt:variant>
      <vt:variant>
        <vt:i4>1507385</vt:i4>
      </vt:variant>
      <vt:variant>
        <vt:i4>108</vt:i4>
      </vt:variant>
      <vt:variant>
        <vt:i4>0</vt:i4>
      </vt:variant>
      <vt:variant>
        <vt:i4>5</vt:i4>
      </vt:variant>
      <vt:variant>
        <vt:lpwstr/>
      </vt:variant>
      <vt:variant>
        <vt:lpwstr>_Toc86053122</vt:lpwstr>
      </vt:variant>
      <vt:variant>
        <vt:i4>1310777</vt:i4>
      </vt:variant>
      <vt:variant>
        <vt:i4>102</vt:i4>
      </vt:variant>
      <vt:variant>
        <vt:i4>0</vt:i4>
      </vt:variant>
      <vt:variant>
        <vt:i4>5</vt:i4>
      </vt:variant>
      <vt:variant>
        <vt:lpwstr/>
      </vt:variant>
      <vt:variant>
        <vt:lpwstr>_Toc86053121</vt:lpwstr>
      </vt:variant>
      <vt:variant>
        <vt:i4>1376313</vt:i4>
      </vt:variant>
      <vt:variant>
        <vt:i4>96</vt:i4>
      </vt:variant>
      <vt:variant>
        <vt:i4>0</vt:i4>
      </vt:variant>
      <vt:variant>
        <vt:i4>5</vt:i4>
      </vt:variant>
      <vt:variant>
        <vt:lpwstr/>
      </vt:variant>
      <vt:variant>
        <vt:lpwstr>_Toc86053120</vt:lpwstr>
      </vt:variant>
      <vt:variant>
        <vt:i4>1835066</vt:i4>
      </vt:variant>
      <vt:variant>
        <vt:i4>90</vt:i4>
      </vt:variant>
      <vt:variant>
        <vt:i4>0</vt:i4>
      </vt:variant>
      <vt:variant>
        <vt:i4>5</vt:i4>
      </vt:variant>
      <vt:variant>
        <vt:lpwstr/>
      </vt:variant>
      <vt:variant>
        <vt:lpwstr>_Toc86053119</vt:lpwstr>
      </vt:variant>
      <vt:variant>
        <vt:i4>1900602</vt:i4>
      </vt:variant>
      <vt:variant>
        <vt:i4>84</vt:i4>
      </vt:variant>
      <vt:variant>
        <vt:i4>0</vt:i4>
      </vt:variant>
      <vt:variant>
        <vt:i4>5</vt:i4>
      </vt:variant>
      <vt:variant>
        <vt:lpwstr/>
      </vt:variant>
      <vt:variant>
        <vt:lpwstr>_Toc86053118</vt:lpwstr>
      </vt:variant>
      <vt:variant>
        <vt:i4>1179706</vt:i4>
      </vt:variant>
      <vt:variant>
        <vt:i4>78</vt:i4>
      </vt:variant>
      <vt:variant>
        <vt:i4>0</vt:i4>
      </vt:variant>
      <vt:variant>
        <vt:i4>5</vt:i4>
      </vt:variant>
      <vt:variant>
        <vt:lpwstr/>
      </vt:variant>
      <vt:variant>
        <vt:lpwstr>_Toc86053117</vt:lpwstr>
      </vt:variant>
      <vt:variant>
        <vt:i4>1245242</vt:i4>
      </vt:variant>
      <vt:variant>
        <vt:i4>72</vt:i4>
      </vt:variant>
      <vt:variant>
        <vt:i4>0</vt:i4>
      </vt:variant>
      <vt:variant>
        <vt:i4>5</vt:i4>
      </vt:variant>
      <vt:variant>
        <vt:lpwstr/>
      </vt:variant>
      <vt:variant>
        <vt:lpwstr>_Toc86053116</vt:lpwstr>
      </vt:variant>
      <vt:variant>
        <vt:i4>1048634</vt:i4>
      </vt:variant>
      <vt:variant>
        <vt:i4>66</vt:i4>
      </vt:variant>
      <vt:variant>
        <vt:i4>0</vt:i4>
      </vt:variant>
      <vt:variant>
        <vt:i4>5</vt:i4>
      </vt:variant>
      <vt:variant>
        <vt:lpwstr/>
      </vt:variant>
      <vt:variant>
        <vt:lpwstr>_Toc86053115</vt:lpwstr>
      </vt:variant>
      <vt:variant>
        <vt:i4>1114170</vt:i4>
      </vt:variant>
      <vt:variant>
        <vt:i4>60</vt:i4>
      </vt:variant>
      <vt:variant>
        <vt:i4>0</vt:i4>
      </vt:variant>
      <vt:variant>
        <vt:i4>5</vt:i4>
      </vt:variant>
      <vt:variant>
        <vt:lpwstr/>
      </vt:variant>
      <vt:variant>
        <vt:lpwstr>_Toc86053114</vt:lpwstr>
      </vt:variant>
      <vt:variant>
        <vt:i4>1441850</vt:i4>
      </vt:variant>
      <vt:variant>
        <vt:i4>54</vt:i4>
      </vt:variant>
      <vt:variant>
        <vt:i4>0</vt:i4>
      </vt:variant>
      <vt:variant>
        <vt:i4>5</vt:i4>
      </vt:variant>
      <vt:variant>
        <vt:lpwstr/>
      </vt:variant>
      <vt:variant>
        <vt:lpwstr>_Toc86053113</vt:lpwstr>
      </vt:variant>
      <vt:variant>
        <vt:i4>1507386</vt:i4>
      </vt:variant>
      <vt:variant>
        <vt:i4>48</vt:i4>
      </vt:variant>
      <vt:variant>
        <vt:i4>0</vt:i4>
      </vt:variant>
      <vt:variant>
        <vt:i4>5</vt:i4>
      </vt:variant>
      <vt:variant>
        <vt:lpwstr/>
      </vt:variant>
      <vt:variant>
        <vt:lpwstr>_Toc86053112</vt:lpwstr>
      </vt:variant>
      <vt:variant>
        <vt:i4>1310778</vt:i4>
      </vt:variant>
      <vt:variant>
        <vt:i4>42</vt:i4>
      </vt:variant>
      <vt:variant>
        <vt:i4>0</vt:i4>
      </vt:variant>
      <vt:variant>
        <vt:i4>5</vt:i4>
      </vt:variant>
      <vt:variant>
        <vt:lpwstr/>
      </vt:variant>
      <vt:variant>
        <vt:lpwstr>_Toc86053111</vt:lpwstr>
      </vt:variant>
      <vt:variant>
        <vt:i4>1376314</vt:i4>
      </vt:variant>
      <vt:variant>
        <vt:i4>36</vt:i4>
      </vt:variant>
      <vt:variant>
        <vt:i4>0</vt:i4>
      </vt:variant>
      <vt:variant>
        <vt:i4>5</vt:i4>
      </vt:variant>
      <vt:variant>
        <vt:lpwstr/>
      </vt:variant>
      <vt:variant>
        <vt:lpwstr>_Toc86053110</vt:lpwstr>
      </vt:variant>
      <vt:variant>
        <vt:i4>1835067</vt:i4>
      </vt:variant>
      <vt:variant>
        <vt:i4>30</vt:i4>
      </vt:variant>
      <vt:variant>
        <vt:i4>0</vt:i4>
      </vt:variant>
      <vt:variant>
        <vt:i4>5</vt:i4>
      </vt:variant>
      <vt:variant>
        <vt:lpwstr/>
      </vt:variant>
      <vt:variant>
        <vt:lpwstr>_Toc86053109</vt:lpwstr>
      </vt:variant>
      <vt:variant>
        <vt:i4>1900603</vt:i4>
      </vt:variant>
      <vt:variant>
        <vt:i4>24</vt:i4>
      </vt:variant>
      <vt:variant>
        <vt:i4>0</vt:i4>
      </vt:variant>
      <vt:variant>
        <vt:i4>5</vt:i4>
      </vt:variant>
      <vt:variant>
        <vt:lpwstr/>
      </vt:variant>
      <vt:variant>
        <vt:lpwstr>_Toc86053108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informacji w sprawie opłaty paliwowej OPAL</dc:title>
  <dc:subject/>
  <cp:keywords>ZEFIR2; PUESC</cp:keywords>
  <cp:lastModifiedBy>Fall Krzysztof</cp:lastModifiedBy>
  <cp:revision>22</cp:revision>
  <cp:lastPrinted>2013-01-03T11:52:00Z</cp:lastPrinted>
  <dcterms:created xsi:type="dcterms:W3CDTF">2024-09-27T10:34:00Z</dcterms:created>
  <dcterms:modified xsi:type="dcterms:W3CDTF">2024-12-02T07:53:00Z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ZF2-PWT-KXML-OPAL</vt:lpwstr>
  </property>
  <property fmtid="{D5CDD505-2E9C-101B-9397-08002B2CF9AE}" pid="5" name="MFCATEGORY">
    <vt:lpwstr>InformacjePubliczneInformacjeSektoraPublicznego</vt:lpwstr>
  </property>
  <property fmtid="{D5CDD505-2E9C-101B-9397-08002B2CF9AE}" pid="6" name="MFClassifiedBy">
    <vt:lpwstr>UxC4dwLulzfINJ8nQH+xvX5LNGipWa4BRSZhPgxsCvl+Sx0liqLl3b9TTpEVvxERr8HpOyNTRGTolundrBvlZQ==</vt:lpwstr>
  </property>
  <property fmtid="{D5CDD505-2E9C-101B-9397-08002B2CF9AE}" pid="7" name="MFClassificationDate">
    <vt:lpwstr>2024-09-27T12:34:12.0167014+02:00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GRN-3afd2864-ed7c-4368-a0e1-10fcb5ef4e93</vt:lpwstr>
  </property>
  <property fmtid="{D5CDD505-2E9C-101B-9397-08002B2CF9AE}" pid="10" name="MFHash">
    <vt:lpwstr>yOj9xfAsJfm/n9PlGHt9+ubshUQIAaVZd3TY16N/e1Y=</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